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4ACFE4B" w14:textId="045A1A2D" w:rsidR="004A2300" w:rsidRPr="00F51051" w:rsidRDefault="00F51051" w:rsidP="004A2300">
      <w:pPr>
        <w:pStyle w:val="Nagwek1"/>
        <w:keepLines w:val="0"/>
        <w:shd w:val="clear" w:color="auto" w:fill="C6D9F1" w:themeFill="text2" w:themeFillTint="33"/>
        <w:tabs>
          <w:tab w:val="clear" w:pos="851"/>
        </w:tabs>
        <w:spacing w:before="0" w:after="0" w:line="276" w:lineRule="auto"/>
        <w:ind w:left="425" w:hanging="709"/>
        <w:rPr>
          <w:rFonts w:asciiTheme="minorHAnsi" w:hAnsiTheme="minorHAnsi" w:cstheme="minorHAnsi"/>
          <w:szCs w:val="22"/>
          <w:lang w:val="pl-PL"/>
        </w:rPr>
      </w:pPr>
      <w:r w:rsidRPr="00F51051">
        <w:rPr>
          <w:rFonts w:asciiTheme="minorHAnsi" w:hAnsiTheme="minorHAnsi" w:cstheme="minorHAnsi"/>
          <w:caps w:val="0"/>
          <w:szCs w:val="22"/>
          <w:lang w:val="pl-PL"/>
        </w:rPr>
        <w:t>AUKCJA ELEKTRONICZNA</w:t>
      </w:r>
    </w:p>
    <w:p w14:paraId="02DAFFAE" w14:textId="1F30BAC9" w:rsidR="00DA309E" w:rsidRPr="00DA309E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DA309E">
        <w:rPr>
          <w:rFonts w:asciiTheme="minorHAnsi" w:hAnsiTheme="minorHAnsi" w:cstheme="minorHAnsi"/>
          <w:kern w:val="28"/>
        </w:rPr>
        <w:t>Zamawiający przewiduje dokonanie wyboru najkorzystniejszej Oferty z zastosowaniem aukcji elektronicznej, jeżeli złożono</w:t>
      </w:r>
      <w:r w:rsidR="00D56B0E" w:rsidRPr="00DA309E">
        <w:rPr>
          <w:rFonts w:asciiTheme="minorHAnsi" w:hAnsiTheme="minorHAnsi" w:cstheme="minorHAnsi"/>
          <w:kern w:val="28"/>
        </w:rPr>
        <w:t xml:space="preserve"> co</w:t>
      </w:r>
      <w:r w:rsidRPr="00DA309E">
        <w:rPr>
          <w:rFonts w:asciiTheme="minorHAnsi" w:hAnsiTheme="minorHAnsi" w:cstheme="minorHAnsi"/>
          <w:kern w:val="28"/>
        </w:rPr>
        <w:t xml:space="preserve"> najmniej dwie Oferty niepodlegające odrzuceniu</w:t>
      </w:r>
      <w:r w:rsidR="00F51051">
        <w:rPr>
          <w:rFonts w:asciiTheme="minorHAnsi" w:hAnsiTheme="minorHAnsi" w:cstheme="minorHAnsi"/>
          <w:kern w:val="28"/>
        </w:rPr>
        <w:t>.</w:t>
      </w:r>
    </w:p>
    <w:p w14:paraId="6136E5D1" w14:textId="77777777" w:rsidR="004A2300" w:rsidRPr="00D61A1A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D61A1A">
        <w:rPr>
          <w:rFonts w:asciiTheme="minorHAnsi" w:hAnsiTheme="minorHAnsi" w:cstheme="minorHAnsi"/>
          <w:kern w:val="28"/>
        </w:rPr>
        <w:t xml:space="preserve">Sposób logowania, prowadzenia aukcji elektronicznej oraz wymagania techniczne urządzeń </w:t>
      </w:r>
      <w:r w:rsidRPr="001F73DD">
        <w:rPr>
          <w:rFonts w:asciiTheme="minorHAnsi" w:hAnsiTheme="minorHAnsi" w:cstheme="minorHAnsi"/>
          <w:kern w:val="28"/>
        </w:rPr>
        <w:t>informatycznych</w:t>
      </w:r>
      <w:r w:rsidRPr="00D61A1A">
        <w:rPr>
          <w:rFonts w:asciiTheme="minorHAnsi" w:hAnsiTheme="minorHAnsi" w:cstheme="minorHAnsi"/>
          <w:kern w:val="28"/>
        </w:rPr>
        <w:t xml:space="preserve"> zostały opisane w podręczniku „Szczegółowa instrukcja korzystania z Systemu Zakupowego GK PGE dla Wykonawców”.</w:t>
      </w:r>
    </w:p>
    <w:p w14:paraId="121B6622" w14:textId="77777777" w:rsidR="004A2300" w:rsidRPr="00D61A1A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>Przed</w:t>
      </w:r>
      <w:r w:rsidRPr="00D61A1A">
        <w:rPr>
          <w:rFonts w:asciiTheme="minorHAnsi" w:hAnsiTheme="minorHAnsi" w:cstheme="minorHAnsi"/>
          <w:kern w:val="28"/>
        </w:rPr>
        <w:t xml:space="preserve"> przystąpieniem do aukcji Wykonawca zobowiązany jest dokładnie zapoznać się z treścią podręcznika „Szczegółowa instrukcja korzystania z Systemu Zakupowego GK PGE dla Wykonawców”.</w:t>
      </w:r>
    </w:p>
    <w:p w14:paraId="4029ECB6" w14:textId="637CC3BB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 xml:space="preserve">Po </w:t>
      </w:r>
      <w:r w:rsidRPr="001F73DD">
        <w:rPr>
          <w:rFonts w:asciiTheme="minorHAnsi" w:hAnsiTheme="minorHAnsi" w:cstheme="minorHAnsi"/>
          <w:kern w:val="28"/>
        </w:rPr>
        <w:t>zalogowaniu</w:t>
      </w:r>
      <w:r w:rsidRPr="00FF7850">
        <w:rPr>
          <w:rFonts w:asciiTheme="minorHAnsi" w:hAnsiTheme="minorHAnsi" w:cstheme="minorHAnsi"/>
          <w:kern w:val="28"/>
        </w:rPr>
        <w:t xml:space="preserve"> do Systemu Zakupowego GK PGE </w:t>
      </w:r>
      <w:r w:rsidR="00520432" w:rsidRPr="00520432">
        <w:rPr>
          <w:rFonts w:asciiTheme="minorHAnsi" w:hAnsiTheme="minorHAnsi" w:cstheme="minorHAnsi"/>
          <w:kern w:val="28"/>
        </w:rPr>
        <w:t>(</w:t>
      </w:r>
      <w:hyperlink r:id="rId11" w:history="1">
        <w:r w:rsidR="00520432" w:rsidRPr="002A3C7A">
          <w:rPr>
            <w:rStyle w:val="Hipercze"/>
            <w:rFonts w:asciiTheme="minorHAnsi" w:hAnsiTheme="minorHAnsi" w:cstheme="minorHAnsi"/>
            <w:kern w:val="28"/>
          </w:rPr>
          <w:t>https://swpp2.gkpge.pl</w:t>
        </w:r>
      </w:hyperlink>
      <w:r w:rsidR="00520432" w:rsidRPr="00520432">
        <w:rPr>
          <w:rFonts w:asciiTheme="minorHAnsi" w:hAnsiTheme="minorHAnsi" w:cstheme="minorHAnsi"/>
          <w:kern w:val="28"/>
        </w:rPr>
        <w:t>)</w:t>
      </w:r>
      <w:r w:rsidRPr="00FF7850">
        <w:rPr>
          <w:rFonts w:asciiTheme="minorHAnsi" w:hAnsiTheme="minorHAnsi" w:cstheme="minorHAnsi"/>
          <w:kern w:val="28"/>
        </w:rPr>
        <w:t xml:space="preserve"> Wykonawcy uzyskują dostęp do aplikacji umożliwiającej składanie ofert. W czasie trwania aukcji Wykonawcy składają swoje oferty w postaci elektronicznej. </w:t>
      </w:r>
    </w:p>
    <w:p w14:paraId="236ACB19" w14:textId="279296E0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 xml:space="preserve">Wykonawca powinien wziąć udział w aukcji testowej, celem poprawnej weryfikacji zgodności parametrów technicznych i funkcjonalnych sprzętu, za pośrednictwem którego będzie brał udział w aukcji </w:t>
      </w:r>
      <w:r w:rsidR="00994019" w:rsidRPr="00FF7850">
        <w:rPr>
          <w:rFonts w:asciiTheme="minorHAnsi" w:hAnsiTheme="minorHAnsi" w:cstheme="minorHAnsi"/>
          <w:kern w:val="28"/>
        </w:rPr>
        <w:t>z wymogami</w:t>
      </w:r>
      <w:r w:rsidRPr="00FF7850">
        <w:rPr>
          <w:rFonts w:asciiTheme="minorHAnsi" w:hAnsiTheme="minorHAnsi" w:cstheme="minorHAnsi"/>
          <w:kern w:val="28"/>
        </w:rPr>
        <w:t xml:space="preserve"> platformy.</w:t>
      </w:r>
    </w:p>
    <w:p w14:paraId="52FE54C6" w14:textId="77777777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>Zamawiający</w:t>
      </w:r>
      <w:r w:rsidRPr="00FF7850">
        <w:rPr>
          <w:rFonts w:asciiTheme="minorHAnsi" w:hAnsiTheme="minorHAnsi" w:cstheme="minorHAnsi"/>
          <w:kern w:val="28"/>
        </w:rPr>
        <w:t xml:space="preserve"> zaprosi drogą elektroniczną do udziału w aukcji elektronicznej wszystkich </w:t>
      </w:r>
      <w:r w:rsidRPr="001F73DD">
        <w:rPr>
          <w:rFonts w:asciiTheme="minorHAnsi" w:hAnsiTheme="minorHAnsi" w:cstheme="minorHAnsi"/>
          <w:kern w:val="28"/>
        </w:rPr>
        <w:t>Wykonawców</w:t>
      </w:r>
      <w:r w:rsidRPr="00FF7850">
        <w:rPr>
          <w:rFonts w:asciiTheme="minorHAnsi" w:hAnsiTheme="minorHAnsi" w:cstheme="minorHAnsi"/>
          <w:kern w:val="28"/>
        </w:rPr>
        <w:t>, którzy złożyli Oferty niepodlegające odrzuceniu. W zaproszeniu do udziału w aukcji elektronicznej Zamawiający poinformuje Wykonawców o:</w:t>
      </w:r>
    </w:p>
    <w:p w14:paraId="02070FD8" w14:textId="3B387744" w:rsidR="004A2300" w:rsidRPr="00DA309E" w:rsidRDefault="004A2300" w:rsidP="00DA309E">
      <w:pPr>
        <w:pStyle w:val="Akapitzlist"/>
        <w:numPr>
          <w:ilvl w:val="2"/>
          <w:numId w:val="26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DA309E">
        <w:rPr>
          <w:rFonts w:asciiTheme="minorHAnsi" w:hAnsiTheme="minorHAnsi" w:cstheme="minorHAnsi"/>
          <w:kern w:val="28"/>
        </w:rPr>
        <w:t>wyniku badania i oceny oferty tego Wykonawcy,</w:t>
      </w:r>
    </w:p>
    <w:p w14:paraId="63F771C3" w14:textId="77777777" w:rsidR="004A2300" w:rsidRPr="00FF7850" w:rsidRDefault="004A2300" w:rsidP="00DA309E">
      <w:pPr>
        <w:pStyle w:val="Akapitzlist"/>
        <w:numPr>
          <w:ilvl w:val="2"/>
          <w:numId w:val="26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>minimalnych wartości postąpień składanych w toku aukcji elektronicznej,</w:t>
      </w:r>
    </w:p>
    <w:p w14:paraId="26D42AB3" w14:textId="77777777" w:rsidR="004A2300" w:rsidRPr="00FF7850" w:rsidRDefault="004A2300" w:rsidP="00DA309E">
      <w:pPr>
        <w:pStyle w:val="Akapitzlist"/>
        <w:numPr>
          <w:ilvl w:val="2"/>
          <w:numId w:val="26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>terminie otwarcia aukcji elektronicznej,</w:t>
      </w:r>
    </w:p>
    <w:p w14:paraId="3476CBE0" w14:textId="77777777" w:rsidR="004A2300" w:rsidRPr="00FF7850" w:rsidRDefault="004A2300" w:rsidP="00DA309E">
      <w:pPr>
        <w:pStyle w:val="Akapitzlist"/>
        <w:numPr>
          <w:ilvl w:val="2"/>
          <w:numId w:val="26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>terminie i warunkach zamknięcia aukcji elektronicznej,</w:t>
      </w:r>
    </w:p>
    <w:p w14:paraId="4C7828B7" w14:textId="77777777" w:rsidR="004A2300" w:rsidRPr="00FF7850" w:rsidRDefault="004A2300" w:rsidP="00DA309E">
      <w:pPr>
        <w:pStyle w:val="Akapitzlist"/>
        <w:numPr>
          <w:ilvl w:val="2"/>
          <w:numId w:val="26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>sposobie oceny ofert w toku aukcji elektronicznej,</w:t>
      </w:r>
    </w:p>
    <w:p w14:paraId="66B1FED2" w14:textId="64FC476A" w:rsidR="005536E7" w:rsidRPr="00066BB2" w:rsidRDefault="004A2300" w:rsidP="00066BB2">
      <w:pPr>
        <w:pStyle w:val="Akapitzlist"/>
        <w:numPr>
          <w:ilvl w:val="1"/>
          <w:numId w:val="23"/>
        </w:numPr>
        <w:spacing w:before="240" w:line="276" w:lineRule="auto"/>
        <w:ind w:left="426" w:hanging="709"/>
        <w:contextualSpacing w:val="0"/>
        <w:rPr>
          <w:rFonts w:asciiTheme="minorHAnsi" w:hAnsiTheme="minorHAnsi" w:cstheme="minorHAnsi"/>
          <w:kern w:val="28"/>
        </w:rPr>
      </w:pPr>
      <w:r w:rsidRPr="00E006A1">
        <w:rPr>
          <w:rFonts w:asciiTheme="minorHAnsi" w:hAnsiTheme="minorHAnsi" w:cstheme="minorHAnsi"/>
          <w:kern w:val="28"/>
        </w:rPr>
        <w:t xml:space="preserve">Zamawiający informuje, iż parametrem licytowanym w aukcji elektronicznej </w:t>
      </w:r>
      <w:r w:rsidR="00E006A1" w:rsidRPr="00E006A1">
        <w:rPr>
          <w:rFonts w:asciiTheme="minorHAnsi" w:hAnsiTheme="minorHAnsi" w:cstheme="minorHAnsi"/>
          <w:kern w:val="28"/>
        </w:rPr>
        <w:t>będ</w:t>
      </w:r>
      <w:r w:rsidR="00066BB2">
        <w:rPr>
          <w:rFonts w:asciiTheme="minorHAnsi" w:hAnsiTheme="minorHAnsi" w:cstheme="minorHAnsi"/>
          <w:kern w:val="28"/>
        </w:rPr>
        <w:t xml:space="preserve">zie </w:t>
      </w:r>
      <w:r w:rsidR="00393E3F">
        <w:rPr>
          <w:rFonts w:asciiTheme="minorHAnsi" w:hAnsiTheme="minorHAnsi" w:cstheme="minorHAnsi"/>
          <w:kern w:val="28"/>
        </w:rPr>
        <w:t xml:space="preserve">łączna </w:t>
      </w:r>
      <w:r w:rsidR="00535F8E" w:rsidRPr="00066BB2">
        <w:rPr>
          <w:rFonts w:asciiTheme="minorHAnsi" w:hAnsiTheme="minorHAnsi" w:cstheme="minorHAnsi"/>
          <w:kern w:val="28"/>
        </w:rPr>
        <w:t>cena netto</w:t>
      </w:r>
      <w:r w:rsidR="007F5898" w:rsidRPr="00066BB2">
        <w:rPr>
          <w:rFonts w:asciiTheme="minorHAnsi" w:hAnsiTheme="minorHAnsi" w:cstheme="minorHAnsi"/>
          <w:kern w:val="28"/>
        </w:rPr>
        <w:t xml:space="preserve"> </w:t>
      </w:r>
      <w:r w:rsidR="006D67BA" w:rsidRPr="00066BB2">
        <w:rPr>
          <w:rFonts w:asciiTheme="minorHAnsi" w:hAnsiTheme="minorHAnsi" w:cstheme="minorHAnsi"/>
          <w:kern w:val="28"/>
        </w:rPr>
        <w:t>–</w:t>
      </w:r>
      <w:r w:rsidR="00E006A1" w:rsidRPr="00066BB2">
        <w:rPr>
          <w:rFonts w:asciiTheme="minorHAnsi" w:hAnsiTheme="minorHAnsi" w:cstheme="minorHAnsi"/>
          <w:kern w:val="28"/>
        </w:rPr>
        <w:t xml:space="preserve">  waga </w:t>
      </w:r>
      <w:r w:rsidR="00066BB2">
        <w:rPr>
          <w:rFonts w:asciiTheme="minorHAnsi" w:hAnsiTheme="minorHAnsi" w:cstheme="minorHAnsi"/>
          <w:kern w:val="28"/>
        </w:rPr>
        <w:t>10</w:t>
      </w:r>
      <w:r w:rsidR="002C3B54" w:rsidRPr="00066BB2">
        <w:rPr>
          <w:rFonts w:asciiTheme="minorHAnsi" w:hAnsiTheme="minorHAnsi" w:cstheme="minorHAnsi"/>
          <w:kern w:val="28"/>
        </w:rPr>
        <w:t>0</w:t>
      </w:r>
      <w:r w:rsidR="006B0BFE" w:rsidRPr="00066BB2">
        <w:rPr>
          <w:rFonts w:asciiTheme="minorHAnsi" w:hAnsiTheme="minorHAnsi" w:cstheme="minorHAnsi"/>
          <w:kern w:val="28"/>
        </w:rPr>
        <w:t>%</w:t>
      </w:r>
      <w:r w:rsidR="00066BB2">
        <w:rPr>
          <w:rFonts w:asciiTheme="minorHAnsi" w:hAnsiTheme="minorHAnsi" w:cstheme="minorHAnsi"/>
          <w:kern w:val="28"/>
        </w:rPr>
        <w:t>.</w:t>
      </w:r>
    </w:p>
    <w:p w14:paraId="6D3A1338" w14:textId="083B8FDB" w:rsidR="004A2300" w:rsidRPr="00204456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>Oferty</w:t>
      </w:r>
      <w:r w:rsidRPr="00204456">
        <w:rPr>
          <w:rFonts w:asciiTheme="minorHAnsi" w:hAnsiTheme="minorHAnsi" w:cstheme="minorHAnsi"/>
          <w:kern w:val="28"/>
        </w:rPr>
        <w:t xml:space="preserve"> składne przez Wykonawców podlegają automatycznej klasyfikacji na podstawie </w:t>
      </w:r>
      <w:r w:rsidRPr="001F73DD">
        <w:rPr>
          <w:rFonts w:asciiTheme="minorHAnsi" w:hAnsiTheme="minorHAnsi" w:cstheme="minorHAnsi"/>
          <w:kern w:val="28"/>
        </w:rPr>
        <w:t>kryterium</w:t>
      </w:r>
      <w:r w:rsidRPr="00204456">
        <w:rPr>
          <w:rFonts w:asciiTheme="minorHAnsi" w:hAnsiTheme="minorHAnsi" w:cstheme="minorHAnsi"/>
          <w:kern w:val="28"/>
        </w:rPr>
        <w:t xml:space="preserve"> oceny ofert. </w:t>
      </w:r>
      <w:r w:rsidR="003E1A50" w:rsidRPr="00FF7850">
        <w:rPr>
          <w:rFonts w:asciiTheme="minorHAnsi" w:hAnsiTheme="minorHAnsi" w:cstheme="minorHAnsi"/>
          <w:kern w:val="28"/>
        </w:rPr>
        <w:t>Aukcja elektroniczna będzie odbywać się wg zniżkowej aukcji dynamicznej co oznacza, że każda następna oferta zostanie przyjęta tylko wówczas, gdy będzie korzystniejsza od własnej ważnej oferty. System w tej regule dopuszcza złożenie ofert ex aequo</w:t>
      </w:r>
      <w:r w:rsidRPr="00204456">
        <w:rPr>
          <w:rFonts w:asciiTheme="minorHAnsi" w:hAnsiTheme="minorHAnsi" w:cstheme="minorHAnsi"/>
          <w:kern w:val="28"/>
        </w:rPr>
        <w:t>. Wykonawca nie będzie miał możliwości podwyższenia uprzednio zaproponowanej przez siebie ceny ofertowej.</w:t>
      </w:r>
    </w:p>
    <w:p w14:paraId="680033CB" w14:textId="5CB18E2F" w:rsidR="004A2300" w:rsidRPr="00FF7850" w:rsidRDefault="003E1A5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>W przypadku złożenia jednakowych Ofert w trakcie prowadzenia aukcji dynamicznej, ranking Ofert ustalany jest przez system na podstawie wyliczonej w toku aukcji elektronicznej punktacji. W przypadku ofert ex aequo punktacja będzie identyczna.</w:t>
      </w:r>
    </w:p>
    <w:p w14:paraId="6ACFD4AD" w14:textId="77777777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 xml:space="preserve">W trakcie aukcji elektronicznej system na bieżąco udostępnia wszystkim Wykonawcom </w:t>
      </w:r>
      <w:r w:rsidRPr="001F73DD">
        <w:rPr>
          <w:rFonts w:asciiTheme="minorHAnsi" w:hAnsiTheme="minorHAnsi" w:cstheme="minorHAnsi"/>
          <w:kern w:val="28"/>
        </w:rPr>
        <w:t>informacje</w:t>
      </w:r>
      <w:r w:rsidRPr="00FF7850">
        <w:rPr>
          <w:rFonts w:asciiTheme="minorHAnsi" w:hAnsiTheme="minorHAnsi" w:cstheme="minorHAnsi"/>
          <w:kern w:val="28"/>
        </w:rPr>
        <w:t xml:space="preserve"> o pozycji złożonych przez nich ofert i otrzymanej punktacji oraz punktacji najkorzystniejszej oferty. Do momentu zamknięcia aukcji elektronicznej system nie ujawnia informacji umożliwiających identyfikację Wykonawców. </w:t>
      </w:r>
    </w:p>
    <w:p w14:paraId="421EDA32" w14:textId="77777777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 xml:space="preserve">Oferta Wykonawcy przestaje wiązać w zakresie w jakim złożył on korzystniejszą ofertę w toku </w:t>
      </w:r>
      <w:r w:rsidRPr="001F73DD">
        <w:rPr>
          <w:rFonts w:asciiTheme="minorHAnsi" w:hAnsiTheme="minorHAnsi" w:cstheme="minorHAnsi"/>
          <w:kern w:val="28"/>
        </w:rPr>
        <w:t>aukcji</w:t>
      </w:r>
      <w:r w:rsidRPr="00FF7850">
        <w:rPr>
          <w:rFonts w:asciiTheme="minorHAnsi" w:hAnsiTheme="minorHAnsi" w:cstheme="minorHAnsi"/>
          <w:kern w:val="28"/>
        </w:rPr>
        <w:t xml:space="preserve"> elektronicznej. Bieg terminu związania ofertą nie ulega przerwaniu.</w:t>
      </w:r>
    </w:p>
    <w:p w14:paraId="34A598FD" w14:textId="77777777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lastRenderedPageBreak/>
        <w:t xml:space="preserve">Od </w:t>
      </w:r>
      <w:r w:rsidRPr="001F73DD">
        <w:rPr>
          <w:rFonts w:asciiTheme="minorHAnsi" w:hAnsiTheme="minorHAnsi" w:cstheme="minorHAnsi"/>
          <w:kern w:val="28"/>
        </w:rPr>
        <w:t>momentu</w:t>
      </w:r>
      <w:r w:rsidRPr="00FF7850">
        <w:rPr>
          <w:rFonts w:asciiTheme="minorHAnsi" w:hAnsiTheme="minorHAnsi" w:cstheme="minorHAnsi"/>
          <w:kern w:val="28"/>
        </w:rPr>
        <w:t xml:space="preserve"> otwarcia do momentu zamknięcia aukcji elektronicznej wszystkie wnioski, </w:t>
      </w:r>
      <w:r w:rsidRPr="001F73DD">
        <w:rPr>
          <w:rFonts w:asciiTheme="minorHAnsi" w:hAnsiTheme="minorHAnsi" w:cstheme="minorHAnsi"/>
          <w:kern w:val="28"/>
        </w:rPr>
        <w:t>oświadczenia</w:t>
      </w:r>
      <w:r w:rsidRPr="00FF7850">
        <w:rPr>
          <w:rFonts w:asciiTheme="minorHAnsi" w:hAnsiTheme="minorHAnsi" w:cstheme="minorHAnsi"/>
          <w:kern w:val="28"/>
        </w:rPr>
        <w:t xml:space="preserve"> i informacje Zamawiający i Wykonawca będą sobie przekazywać drogą elektroniczną.</w:t>
      </w:r>
    </w:p>
    <w:p w14:paraId="4FEB002B" w14:textId="77777777" w:rsidR="004A2300" w:rsidRPr="00FF785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>Dodatkowe</w:t>
      </w:r>
      <w:r w:rsidRPr="00FF7850">
        <w:rPr>
          <w:rFonts w:asciiTheme="minorHAnsi" w:hAnsiTheme="minorHAnsi" w:cstheme="minorHAnsi"/>
          <w:kern w:val="28"/>
        </w:rPr>
        <w:t xml:space="preserve"> informacje dla Wykonawców dotyczące aukcji elektronicznej:</w:t>
      </w:r>
    </w:p>
    <w:p w14:paraId="05725ECC" w14:textId="257337CE" w:rsidR="004A2300" w:rsidRPr="00DA309E" w:rsidRDefault="004A2300" w:rsidP="00DA309E">
      <w:pPr>
        <w:pStyle w:val="Akapitzlist"/>
        <w:numPr>
          <w:ilvl w:val="2"/>
          <w:numId w:val="27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DA309E">
        <w:rPr>
          <w:rFonts w:asciiTheme="minorHAnsi" w:hAnsiTheme="minorHAnsi" w:cstheme="minorHAnsi"/>
          <w:kern w:val="28"/>
        </w:rPr>
        <w:t>aukcja jest jednoetapowa. Podstawowy czas trwania aukcji elektronicznej wynosić będzie nie mniej niż 20 min.</w:t>
      </w:r>
    </w:p>
    <w:p w14:paraId="0FAB5E2D" w14:textId="77777777" w:rsidR="004A2300" w:rsidRPr="00FF7850" w:rsidRDefault="004A2300" w:rsidP="00DA309E">
      <w:pPr>
        <w:pStyle w:val="Akapitzlist"/>
        <w:numPr>
          <w:ilvl w:val="2"/>
          <w:numId w:val="27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 xml:space="preserve">zamknięcie aukcji elektronicznej nastąpi wraz z upływem podstawowego czasu trwania aukcji elektronicznej - pod warunkiem, że w ciągu ostatnich 5 minut trwania aukcji nie nastąpi nowe postąpienie. </w:t>
      </w:r>
    </w:p>
    <w:p w14:paraId="3C48A250" w14:textId="77777777" w:rsidR="004A2300" w:rsidRPr="00FF7850" w:rsidRDefault="004A2300" w:rsidP="00DA309E">
      <w:pPr>
        <w:pStyle w:val="Akapitzlist"/>
        <w:numPr>
          <w:ilvl w:val="2"/>
          <w:numId w:val="27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FF7850">
        <w:rPr>
          <w:rFonts w:asciiTheme="minorHAnsi" w:hAnsiTheme="minorHAnsi" w:cstheme="minorHAnsi"/>
          <w:kern w:val="28"/>
        </w:rPr>
        <w:t>jeżeli w ciągu ostatnich 5 minut czasu trwania aukcji elektronicznej zostanie złożona nowa oferta (zgłoszone nowe postąpienie) aukcja zostanie automatycznie przedłużona - o 5 minut plus liczba sekund dopełniająca rozpoczętą minutę od chwili złożenia nowej oferty, o ile nie nastąpi nowe postąpienie;</w:t>
      </w:r>
    </w:p>
    <w:p w14:paraId="4987B938" w14:textId="23437C5D" w:rsidR="004A2300" w:rsidRPr="00FF7850" w:rsidRDefault="008E17F7" w:rsidP="00DA309E">
      <w:pPr>
        <w:pStyle w:val="Akapitzlist"/>
        <w:numPr>
          <w:ilvl w:val="2"/>
          <w:numId w:val="27"/>
        </w:numPr>
        <w:spacing w:before="120" w:after="120" w:line="276" w:lineRule="auto"/>
        <w:rPr>
          <w:rFonts w:asciiTheme="minorHAnsi" w:hAnsiTheme="minorHAnsi" w:cstheme="minorHAnsi"/>
          <w:kern w:val="28"/>
        </w:rPr>
      </w:pPr>
      <w:r>
        <w:rPr>
          <w:rFonts w:asciiTheme="minorHAnsi" w:hAnsiTheme="minorHAnsi" w:cstheme="minorHAnsi"/>
          <w:kern w:val="28"/>
        </w:rPr>
        <w:t xml:space="preserve">łączna </w:t>
      </w:r>
      <w:r w:rsidR="004A2300" w:rsidRPr="00FF7850">
        <w:rPr>
          <w:rFonts w:asciiTheme="minorHAnsi" w:hAnsiTheme="minorHAnsi" w:cstheme="minorHAnsi"/>
          <w:kern w:val="28"/>
        </w:rPr>
        <w:t>cena ofertowa</w:t>
      </w:r>
      <w:r w:rsidR="00EE66BE">
        <w:rPr>
          <w:rFonts w:asciiTheme="minorHAnsi" w:hAnsiTheme="minorHAnsi" w:cstheme="minorHAnsi"/>
          <w:kern w:val="28"/>
        </w:rPr>
        <w:t xml:space="preserve"> netto</w:t>
      </w:r>
      <w:r w:rsidR="004A2300" w:rsidRPr="00FF7850">
        <w:rPr>
          <w:rFonts w:asciiTheme="minorHAnsi" w:hAnsiTheme="minorHAnsi" w:cstheme="minorHAnsi"/>
          <w:kern w:val="28"/>
        </w:rPr>
        <w:t xml:space="preserve"> powinna obejmować wszystkie koszty i wydatki niezbędne do należytego </w:t>
      </w:r>
      <w:r w:rsidR="0048525D">
        <w:rPr>
          <w:rFonts w:asciiTheme="minorHAnsi" w:hAnsiTheme="minorHAnsi" w:cstheme="minorHAnsi"/>
          <w:kern w:val="28"/>
        </w:rPr>
        <w:t>wykonania Przedmiotu Zamówienia</w:t>
      </w:r>
      <w:r w:rsidR="004A2300" w:rsidRPr="00FF7850">
        <w:rPr>
          <w:rFonts w:asciiTheme="minorHAnsi" w:hAnsiTheme="minorHAnsi" w:cstheme="minorHAnsi"/>
          <w:kern w:val="28"/>
        </w:rPr>
        <w:t>.</w:t>
      </w:r>
    </w:p>
    <w:p w14:paraId="76D9713B" w14:textId="3EB00D26" w:rsidR="004A2300" w:rsidRPr="001F73DD" w:rsidRDefault="004A2300" w:rsidP="00DA309E">
      <w:pPr>
        <w:pStyle w:val="Akapitzlist"/>
        <w:numPr>
          <w:ilvl w:val="1"/>
          <w:numId w:val="23"/>
        </w:numPr>
        <w:spacing w:before="24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>Krok postąpienia zostanie wskazany</w:t>
      </w:r>
      <w:r w:rsidRPr="00FF7850">
        <w:rPr>
          <w:rFonts w:asciiTheme="minorHAnsi" w:hAnsiTheme="minorHAnsi" w:cstheme="minorHAnsi"/>
          <w:kern w:val="28"/>
        </w:rPr>
        <w:t xml:space="preserve"> </w:t>
      </w:r>
      <w:r w:rsidRPr="000E2857">
        <w:rPr>
          <w:rFonts w:asciiTheme="minorHAnsi" w:hAnsiTheme="minorHAnsi" w:cstheme="minorHAnsi"/>
          <w:kern w:val="28"/>
        </w:rPr>
        <w:t xml:space="preserve">w Zaproszeniu do udziału w aukcji elektronicznej </w:t>
      </w:r>
      <w:r w:rsidRPr="001F73DD">
        <w:rPr>
          <w:rFonts w:asciiTheme="minorHAnsi" w:hAnsiTheme="minorHAnsi" w:cstheme="minorHAnsi"/>
          <w:kern w:val="28"/>
        </w:rPr>
        <w:t xml:space="preserve">jako pochodna od najkorzystniejszej ceny </w:t>
      </w:r>
      <w:r w:rsidR="003B648F">
        <w:rPr>
          <w:rFonts w:asciiTheme="minorHAnsi" w:hAnsiTheme="minorHAnsi" w:cstheme="minorHAnsi"/>
          <w:kern w:val="28"/>
        </w:rPr>
        <w:t xml:space="preserve">ofertowej </w:t>
      </w:r>
      <w:r>
        <w:rPr>
          <w:rFonts w:asciiTheme="minorHAnsi" w:hAnsiTheme="minorHAnsi" w:cstheme="minorHAnsi"/>
          <w:kern w:val="28"/>
        </w:rPr>
        <w:t>netto</w:t>
      </w:r>
      <w:r w:rsidRPr="001F73DD">
        <w:rPr>
          <w:rFonts w:asciiTheme="minorHAnsi" w:hAnsiTheme="minorHAnsi" w:cstheme="minorHAnsi"/>
          <w:kern w:val="28"/>
        </w:rPr>
        <w:t>, przy czym minimalna wartość kroku postąpienia nie może być mniejsza niż 0,2%, maksymalna zaś nie wyższa jak 2%. Za najkorzystniejszą zostanie uznana oferta, która uzyska największą liczbę punktów</w:t>
      </w:r>
      <w:r>
        <w:rPr>
          <w:rFonts w:asciiTheme="minorHAnsi" w:hAnsiTheme="minorHAnsi" w:cstheme="minorHAnsi"/>
          <w:kern w:val="28"/>
        </w:rPr>
        <w:t>.</w:t>
      </w:r>
    </w:p>
    <w:p w14:paraId="0ED9E71D" w14:textId="69F22CC8" w:rsidR="004A2300" w:rsidRPr="001F73DD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>W przypadku, gdy awaria Systemu Zakupowego GK PGE spowoduje przerwanie aukcji elektronicznej, Zamawiający wyznacza termin kontynuowania aukcji elektronicznej na następny po usunięciu awarii dzień roboczy, z uwzględnieniem stanu ofert po ostatnim zatwierdzonym postąpieniu. Niezwłocznie po usunięciu awarii Zamawiający informuje o terminie wznowienia aukcji wszystkich Wykonawców zaproszonych do udziału w aukcji na adres e-mail podany w</w:t>
      </w:r>
      <w:r w:rsidR="003E103A">
        <w:rPr>
          <w:rFonts w:asciiTheme="minorHAnsi" w:hAnsiTheme="minorHAnsi" w:cstheme="minorHAnsi"/>
          <w:kern w:val="28"/>
        </w:rPr>
        <w:t xml:space="preserve">  </w:t>
      </w:r>
      <w:r w:rsidRPr="001F73DD">
        <w:rPr>
          <w:rFonts w:asciiTheme="minorHAnsi" w:hAnsiTheme="minorHAnsi" w:cstheme="minorHAnsi"/>
          <w:kern w:val="28"/>
        </w:rPr>
        <w:t>formularzu oferty. Minimalny czas wznowienia wynosić będzie 5 minut z dopełnieniem do pełnych minut.</w:t>
      </w:r>
    </w:p>
    <w:p w14:paraId="5883EE9E" w14:textId="77777777" w:rsidR="004A2300" w:rsidRPr="001F73DD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1F73DD">
        <w:rPr>
          <w:rFonts w:asciiTheme="minorHAnsi" w:hAnsiTheme="minorHAnsi" w:cstheme="minorHAnsi"/>
          <w:kern w:val="28"/>
        </w:rPr>
        <w:t xml:space="preserve">Złożenie najkorzystniejszej oferty w trakcie trwania aukcji elektronicznej nie jest równoznaczne </w:t>
      </w:r>
      <w:r w:rsidRPr="001F73DD">
        <w:rPr>
          <w:rFonts w:asciiTheme="minorHAnsi" w:hAnsiTheme="minorHAnsi" w:cstheme="minorHAnsi"/>
          <w:kern w:val="28"/>
        </w:rPr>
        <w:br/>
        <w:t>z wyborem oferty.</w:t>
      </w:r>
    </w:p>
    <w:p w14:paraId="58660E3F" w14:textId="5883ED72" w:rsidR="004A2300" w:rsidRPr="00A321E0" w:rsidRDefault="004A2300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A321E0">
        <w:rPr>
          <w:rFonts w:asciiTheme="minorHAnsi" w:hAnsiTheme="minorHAnsi" w:cstheme="minorHAnsi"/>
          <w:kern w:val="28"/>
        </w:rPr>
        <w:t xml:space="preserve">Po zamknięciu aukcji Zamawiający wybiera Ofertę najkorzystniejszą w oparciu o kryteria oceny Ofert określone w </w:t>
      </w:r>
      <w:r w:rsidR="00393E3F">
        <w:rPr>
          <w:rFonts w:asciiTheme="minorHAnsi" w:hAnsiTheme="minorHAnsi" w:cstheme="minorHAnsi"/>
          <w:kern w:val="28"/>
        </w:rPr>
        <w:t>Ogłoszeniu</w:t>
      </w:r>
      <w:r w:rsidRPr="00A321E0">
        <w:rPr>
          <w:rFonts w:asciiTheme="minorHAnsi" w:hAnsiTheme="minorHAnsi" w:cstheme="minorHAnsi"/>
          <w:kern w:val="28"/>
        </w:rPr>
        <w:t xml:space="preserve">, z uwzględnieniem wyników aukcji elektronicznej. </w:t>
      </w:r>
    </w:p>
    <w:p w14:paraId="4DFE9815" w14:textId="0193D03C" w:rsidR="00CC1E4B" w:rsidRPr="00CC1E4B" w:rsidRDefault="00CC1E4B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CC1E4B">
        <w:rPr>
          <w:rFonts w:asciiTheme="minorHAnsi" w:hAnsiTheme="minorHAnsi" w:cstheme="minorHAnsi"/>
          <w:kern w:val="28"/>
        </w:rPr>
        <w:t>Na żądanie Zamawiającego Wykonawca zobowiązany jest potwierdzić wylicytowane warunki (Ofertę złożoną w aukcji elektronicznej) za pomocą elektronicznych środków komunikacji w dniu przeprowadzenia aukcji elektronicznej. W przypadku odmowy lub uchylania się przez Wykonawcę od potwierdzenia Oferty złożonej w toku aukcji elektronicznej Zamawiający może zdecydować, o</w:t>
      </w:r>
      <w:r w:rsidR="008F5CEE">
        <w:rPr>
          <w:rFonts w:asciiTheme="minorHAnsi" w:hAnsiTheme="minorHAnsi" w:cstheme="minorHAnsi"/>
          <w:kern w:val="28"/>
        </w:rPr>
        <w:t> </w:t>
      </w:r>
      <w:r w:rsidRPr="00CC1E4B">
        <w:rPr>
          <w:rFonts w:asciiTheme="minorHAnsi" w:hAnsiTheme="minorHAnsi" w:cstheme="minorHAnsi"/>
          <w:kern w:val="28"/>
        </w:rPr>
        <w:t xml:space="preserve">wykluczeniu Wykonawcy z udziału w Postępowaniach prowadzonych w GK PGE począwszy od dnia zaistnienia tych okoliczności. </w:t>
      </w:r>
    </w:p>
    <w:p w14:paraId="24FE62BF" w14:textId="3B1D4807" w:rsidR="004A2300" w:rsidRPr="00A321E0" w:rsidRDefault="00CC1E4B" w:rsidP="00DA309E">
      <w:pPr>
        <w:pStyle w:val="Akapitzlist"/>
        <w:numPr>
          <w:ilvl w:val="1"/>
          <w:numId w:val="23"/>
        </w:numPr>
        <w:spacing w:before="120" w:after="120" w:line="276" w:lineRule="auto"/>
        <w:ind w:left="425" w:hanging="709"/>
        <w:contextualSpacing w:val="0"/>
        <w:rPr>
          <w:rFonts w:asciiTheme="minorHAnsi" w:hAnsiTheme="minorHAnsi" w:cstheme="minorHAnsi"/>
          <w:kern w:val="28"/>
        </w:rPr>
      </w:pPr>
      <w:r w:rsidRPr="00CC1E4B">
        <w:rPr>
          <w:rFonts w:asciiTheme="minorHAnsi" w:hAnsiTheme="minorHAnsi" w:cstheme="minorHAnsi"/>
          <w:kern w:val="28"/>
        </w:rPr>
        <w:t>Zamawiający uprawniony jest do unieważnienia aukcji elektronicznej w każdym czasie bez podawania przyczyn. Wykonawcy nie przysługuje dochodzenie odszkodowania z tego tytułu.</w:t>
      </w:r>
    </w:p>
    <w:sectPr w:rsidR="004A2300" w:rsidRPr="00A321E0" w:rsidSect="00FA79E6">
      <w:headerReference w:type="default" r:id="rId12"/>
      <w:footerReference w:type="default" r:id="rId13"/>
      <w:headerReference w:type="first" r:id="rId14"/>
      <w:type w:val="continuous"/>
      <w:pgSz w:w="11909" w:h="16834" w:code="9"/>
      <w:pgMar w:top="834" w:right="1277" w:bottom="993" w:left="1560" w:header="851" w:footer="57" w:gutter="0"/>
      <w:pgBorders w:offsetFrom="page">
        <w:top w:val="twistedLines1" w:sz="5" w:space="24" w:color="17365D" w:themeColor="text2" w:themeShade="BF"/>
        <w:left w:val="twistedLines1" w:sz="5" w:space="24" w:color="17365D" w:themeColor="text2" w:themeShade="BF"/>
        <w:bottom w:val="twistedLines1" w:sz="5" w:space="24" w:color="17365D" w:themeColor="text2" w:themeShade="BF"/>
        <w:right w:val="twistedLines1" w:sz="5" w:space="24" w:color="17365D" w:themeColor="text2" w:themeShade="BF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CCF3A" w14:textId="77777777" w:rsidR="0098700B" w:rsidRDefault="0098700B">
      <w:r>
        <w:separator/>
      </w:r>
    </w:p>
  </w:endnote>
  <w:endnote w:type="continuationSeparator" w:id="0">
    <w:p w14:paraId="4034F663" w14:textId="77777777" w:rsidR="0098700B" w:rsidRDefault="0098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CE8A" w14:textId="1D9015BB" w:rsidR="003A3098" w:rsidRPr="0072383F" w:rsidRDefault="003A3098" w:rsidP="00337493">
    <w:pPr>
      <w:pStyle w:val="Nagwek"/>
      <w:spacing w:line="240" w:lineRule="auto"/>
      <w:jc w:val="center"/>
      <w:rPr>
        <w:rFonts w:ascii="Calibri" w:hAnsi="Calibri"/>
        <w:b/>
        <w:szCs w:val="16"/>
      </w:rPr>
    </w:pPr>
    <w:r w:rsidRPr="0072383F">
      <w:rPr>
        <w:rFonts w:ascii="Calibri" w:hAnsi="Calibri"/>
        <w:b/>
        <w:szCs w:val="16"/>
      </w:rPr>
      <w:ptab w:relativeTo="margin" w:alignment="center" w:leader="none"/>
    </w:r>
  </w:p>
  <w:p w14:paraId="390A5FEC" w14:textId="7B71E057" w:rsidR="003A3098" w:rsidRDefault="003A3098" w:rsidP="00337493">
    <w:pPr>
      <w:pStyle w:val="Nagwek"/>
      <w:spacing w:line="240" w:lineRule="auto"/>
      <w:jc w:val="center"/>
      <w:rPr>
        <w:rFonts w:ascii="Calibri" w:hAnsi="Calibri"/>
        <w:b/>
        <w:bCs/>
        <w:szCs w:val="16"/>
      </w:rPr>
    </w:pPr>
    <w:r w:rsidRPr="0072383F">
      <w:rPr>
        <w:rFonts w:ascii="Calibri" w:hAnsi="Calibri"/>
        <w:szCs w:val="16"/>
      </w:rPr>
      <w:t xml:space="preserve">Strona </w:t>
    </w:r>
    <w:r w:rsidRPr="0072383F">
      <w:rPr>
        <w:rFonts w:ascii="Calibri" w:hAnsi="Calibri"/>
        <w:b/>
        <w:bCs/>
        <w:szCs w:val="16"/>
      </w:rPr>
      <w:fldChar w:fldCharType="begin"/>
    </w:r>
    <w:r w:rsidRPr="0072383F">
      <w:rPr>
        <w:rFonts w:ascii="Calibri" w:hAnsi="Calibri"/>
        <w:b/>
        <w:bCs/>
        <w:szCs w:val="16"/>
      </w:rPr>
      <w:instrText>PAGE</w:instrText>
    </w:r>
    <w:r w:rsidRPr="0072383F">
      <w:rPr>
        <w:rFonts w:ascii="Calibri" w:hAnsi="Calibri"/>
        <w:b/>
        <w:bCs/>
        <w:szCs w:val="16"/>
      </w:rPr>
      <w:fldChar w:fldCharType="separate"/>
    </w:r>
    <w:r w:rsidR="007F5898">
      <w:rPr>
        <w:rFonts w:ascii="Calibri" w:hAnsi="Calibri"/>
        <w:b/>
        <w:bCs/>
        <w:noProof/>
        <w:szCs w:val="16"/>
      </w:rPr>
      <w:t>2</w:t>
    </w:r>
    <w:r w:rsidRPr="0072383F">
      <w:rPr>
        <w:rFonts w:ascii="Calibri" w:hAnsi="Calibri"/>
        <w:b/>
        <w:bCs/>
        <w:szCs w:val="16"/>
      </w:rPr>
      <w:fldChar w:fldCharType="end"/>
    </w:r>
    <w:r w:rsidRPr="0072383F">
      <w:rPr>
        <w:rFonts w:ascii="Calibri" w:hAnsi="Calibri"/>
        <w:szCs w:val="16"/>
      </w:rPr>
      <w:t xml:space="preserve"> z </w:t>
    </w:r>
    <w:r w:rsidRPr="0072383F">
      <w:rPr>
        <w:rFonts w:ascii="Calibri" w:hAnsi="Calibri"/>
        <w:b/>
        <w:bCs/>
        <w:szCs w:val="16"/>
      </w:rPr>
      <w:fldChar w:fldCharType="begin"/>
    </w:r>
    <w:r w:rsidRPr="0072383F">
      <w:rPr>
        <w:rFonts w:ascii="Calibri" w:hAnsi="Calibri"/>
        <w:b/>
        <w:bCs/>
        <w:szCs w:val="16"/>
      </w:rPr>
      <w:instrText>NUMPAGES</w:instrText>
    </w:r>
    <w:r w:rsidRPr="0072383F">
      <w:rPr>
        <w:rFonts w:ascii="Calibri" w:hAnsi="Calibri"/>
        <w:b/>
        <w:bCs/>
        <w:szCs w:val="16"/>
      </w:rPr>
      <w:fldChar w:fldCharType="separate"/>
    </w:r>
    <w:r w:rsidR="007F5898">
      <w:rPr>
        <w:rFonts w:ascii="Calibri" w:hAnsi="Calibri"/>
        <w:b/>
        <w:bCs/>
        <w:noProof/>
        <w:szCs w:val="16"/>
      </w:rPr>
      <w:t>2</w:t>
    </w:r>
    <w:r w:rsidRPr="0072383F">
      <w:rPr>
        <w:rFonts w:ascii="Calibri" w:hAnsi="Calibri"/>
        <w:b/>
        <w:bCs/>
        <w:szCs w:val="16"/>
      </w:rPr>
      <w:fldChar w:fldCharType="end"/>
    </w:r>
  </w:p>
  <w:p w14:paraId="32E34EA7" w14:textId="02C6BEBD" w:rsidR="003A3098" w:rsidRDefault="003A3098" w:rsidP="00337493">
    <w:pPr>
      <w:pStyle w:val="Stopka"/>
      <w:jc w:val="center"/>
    </w:pPr>
  </w:p>
  <w:p w14:paraId="0D437988" w14:textId="77777777" w:rsidR="003A3098" w:rsidRDefault="003A3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B28BF" w14:textId="77777777" w:rsidR="0098700B" w:rsidRDefault="0098700B">
      <w:r>
        <w:separator/>
      </w:r>
    </w:p>
  </w:footnote>
  <w:footnote w:type="continuationSeparator" w:id="0">
    <w:p w14:paraId="32280A2A" w14:textId="77777777" w:rsidR="0098700B" w:rsidRDefault="00987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2A0E" w14:textId="6B2AFA55" w:rsidR="003A3098" w:rsidRPr="005D2EE2" w:rsidRDefault="003A3098" w:rsidP="0072383F">
    <w:pPr>
      <w:pStyle w:val="Nagwek"/>
      <w:spacing w:line="240" w:lineRule="auto"/>
      <w:ind w:hanging="284"/>
      <w:jc w:val="center"/>
      <w:rPr>
        <w:rFonts w:ascii="Calibri" w:hAnsi="Calibri"/>
        <w:b/>
        <w:bCs/>
        <w:szCs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5C67" w14:textId="39F830E7" w:rsidR="00FA79E6" w:rsidRPr="00FA79E6" w:rsidRDefault="00FA79E6" w:rsidP="00FA79E6">
    <w:pPr>
      <w:jc w:val="right"/>
      <w:rPr>
        <w:rFonts w:asciiTheme="minorHAnsi" w:hAnsiTheme="minorHAnsi" w:cstheme="minorHAnsi"/>
        <w:color w:val="F79646" w:themeColor="accent6"/>
      </w:rPr>
    </w:pPr>
  </w:p>
  <w:tbl>
    <w:tblPr>
      <w:tblpPr w:leftFromText="141" w:rightFromText="141" w:horzAnchor="margin" w:tblpX="-357" w:tblpY="-761"/>
      <w:tblW w:w="955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53"/>
    </w:tblGrid>
    <w:tr w:rsidR="00F51051" w:rsidRPr="001F73DD" w14:paraId="65AD4C46" w14:textId="77777777" w:rsidTr="00FA79E6">
      <w:trPr>
        <w:trHeight w:val="567"/>
        <w:tblHeader/>
      </w:trPr>
      <w:tc>
        <w:tcPr>
          <w:tcW w:w="9553" w:type="dxa"/>
        </w:tcPr>
        <w:p w14:paraId="17C11773" w14:textId="6C45B7C0" w:rsidR="00F51051" w:rsidRPr="001F73DD" w:rsidRDefault="00F51051" w:rsidP="006B0BFE">
          <w:pPr>
            <w:pStyle w:val="Nagwek9"/>
            <w:tabs>
              <w:tab w:val="left" w:pos="1425"/>
            </w:tabs>
            <w:spacing w:line="276" w:lineRule="auto"/>
            <w:ind w:right="-779"/>
            <w:jc w:val="right"/>
            <w:rPr>
              <w:rFonts w:asciiTheme="minorHAnsi" w:hAnsiTheme="minorHAnsi" w:cstheme="minorHAnsi"/>
            </w:rPr>
          </w:pPr>
          <w:r w:rsidRPr="00E73519">
            <w:rPr>
              <w:rFonts w:ascii="Calibri" w:hAnsi="Calibri" w:cs="Calibri"/>
              <w:sz w:val="22"/>
              <w:szCs w:val="22"/>
            </w:rPr>
            <w:t xml:space="preserve">Załącznik nr </w:t>
          </w:r>
          <w:r w:rsidR="00393E3F">
            <w:rPr>
              <w:rFonts w:ascii="Calibri" w:hAnsi="Calibri" w:cs="Calibri"/>
              <w:sz w:val="22"/>
              <w:szCs w:val="22"/>
            </w:rPr>
            <w:t>6</w:t>
          </w:r>
          <w:r w:rsidR="0027761D">
            <w:rPr>
              <w:rFonts w:ascii="Calibri" w:hAnsi="Calibri" w:cs="Calibri"/>
              <w:sz w:val="22"/>
              <w:szCs w:val="22"/>
            </w:rPr>
            <w:t xml:space="preserve"> </w:t>
          </w:r>
          <w:r w:rsidRPr="00E73519">
            <w:rPr>
              <w:rFonts w:ascii="Calibri" w:hAnsi="Calibri" w:cs="Calibri"/>
              <w:sz w:val="22"/>
              <w:szCs w:val="22"/>
            </w:rPr>
            <w:t xml:space="preserve">do </w:t>
          </w:r>
          <w:r w:rsidR="00D95320">
            <w:rPr>
              <w:rFonts w:ascii="Calibri" w:hAnsi="Calibri" w:cs="Calibri"/>
              <w:sz w:val="22"/>
              <w:szCs w:val="22"/>
            </w:rPr>
            <w:t>Ogłoszenia</w:t>
          </w:r>
          <w:r w:rsidRPr="00E73519">
            <w:rPr>
              <w:rFonts w:ascii="Calibri" w:hAnsi="Calibri" w:cs="Calibri"/>
              <w:sz w:val="22"/>
              <w:szCs w:val="22"/>
            </w:rPr>
            <w:t xml:space="preserve"> – Zapisy dotyczące aukcji elektro</w:t>
          </w:r>
          <w:r>
            <w:rPr>
              <w:rFonts w:ascii="Calibri" w:hAnsi="Calibri" w:cs="Calibri"/>
              <w:sz w:val="22"/>
              <w:szCs w:val="22"/>
            </w:rPr>
            <w:t>nicznejj</w:t>
          </w:r>
          <w:r w:rsidRPr="00E73519">
            <w:rPr>
              <w:rFonts w:ascii="Calibri" w:hAnsi="Calibri" w:cs="Calibri"/>
              <w:sz w:val="22"/>
              <w:szCs w:val="22"/>
            </w:rPr>
            <w:t>icznych</w:t>
          </w:r>
        </w:p>
      </w:tc>
    </w:tr>
  </w:tbl>
  <w:p w14:paraId="0BC5A4DA" w14:textId="77777777" w:rsidR="00F51051" w:rsidRDefault="00F510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5FCE30C"/>
    <w:styleLink w:val="Biecalista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singleLevel"/>
    <w:tmpl w:val="E7C401FC"/>
    <w:name w:val="WW8Num8"/>
    <w:lvl w:ilvl="0">
      <w:start w:val="1"/>
      <w:numFmt w:val="decimal"/>
      <w:pStyle w:val="Lista1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2D"/>
    <w:multiLevelType w:val="multilevel"/>
    <w:tmpl w:val="537C4AE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04457D8"/>
    <w:multiLevelType w:val="multilevel"/>
    <w:tmpl w:val="76ECDD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0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6" w15:restartNumberingAfterBreak="0">
    <w:nsid w:val="088D3D2B"/>
    <w:multiLevelType w:val="multilevel"/>
    <w:tmpl w:val="E006E91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C48645C"/>
    <w:multiLevelType w:val="multilevel"/>
    <w:tmpl w:val="718C6B30"/>
    <w:lvl w:ilvl="0">
      <w:start w:val="1"/>
      <w:numFmt w:val="decimal"/>
      <w:pStyle w:val="alpha4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1FC36A2"/>
    <w:multiLevelType w:val="multilevel"/>
    <w:tmpl w:val="222688D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1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9" w15:restartNumberingAfterBreak="0">
    <w:nsid w:val="15726CAF"/>
    <w:multiLevelType w:val="multilevel"/>
    <w:tmpl w:val="2E0AA66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5DF48AF"/>
    <w:multiLevelType w:val="multilevel"/>
    <w:tmpl w:val="0A862DA8"/>
    <w:lvl w:ilvl="0">
      <w:start w:val="1"/>
      <w:numFmt w:val="decimal"/>
      <w:pStyle w:val="Rozdzia"/>
      <w:lvlText w:val="%1."/>
      <w:lvlJc w:val="left"/>
      <w:pPr>
        <w:tabs>
          <w:tab w:val="num" w:pos="1135"/>
        </w:tabs>
        <w:ind w:left="1135" w:hanging="85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30"/>
        </w:tabs>
        <w:ind w:left="530" w:hanging="36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021" w:hanging="8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1021" w:hanging="851"/>
      </w:pPr>
      <w:rPr>
        <w:rFonts w:cs="Times New Roman" w:hint="default"/>
      </w:rPr>
    </w:lvl>
  </w:abstractNum>
  <w:abstractNum w:abstractNumId="21" w15:restartNumberingAfterBreak="0">
    <w:nsid w:val="173574CD"/>
    <w:multiLevelType w:val="singleLevel"/>
    <w:tmpl w:val="B22AA554"/>
    <w:lvl w:ilvl="0">
      <w:start w:val="1"/>
      <w:numFmt w:val="lowerLetter"/>
      <w:pStyle w:val="bullet3"/>
      <w:lvlText w:val="(%1)"/>
      <w:lvlJc w:val="left"/>
      <w:pPr>
        <w:tabs>
          <w:tab w:val="num" w:pos="2721"/>
        </w:tabs>
        <w:ind w:left="272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2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3" w15:restartNumberingAfterBreak="0">
    <w:nsid w:val="279A6785"/>
    <w:multiLevelType w:val="multilevel"/>
    <w:tmpl w:val="6D048C2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2B476C32"/>
    <w:multiLevelType w:val="singleLevel"/>
    <w:tmpl w:val="8326B646"/>
    <w:lvl w:ilvl="0">
      <w:start w:val="1"/>
      <w:numFmt w:val="lowerLetter"/>
      <w:pStyle w:val="podpunkt-a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25" w15:restartNumberingAfterBreak="0">
    <w:nsid w:val="339E6FBD"/>
    <w:multiLevelType w:val="hybridMultilevel"/>
    <w:tmpl w:val="D9088BC2"/>
    <w:lvl w:ilvl="0" w:tplc="0415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 w15:restartNumberingAfterBreak="0">
    <w:nsid w:val="35F540FC"/>
    <w:multiLevelType w:val="singleLevel"/>
    <w:tmpl w:val="42B6C8D6"/>
    <w:lvl w:ilvl="0">
      <w:start w:val="1"/>
      <w:numFmt w:val="bullet"/>
      <w:pStyle w:val="podpunkt"/>
      <w:lvlText w:val="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27" w15:restartNumberingAfterBreak="0">
    <w:nsid w:val="37EA5107"/>
    <w:multiLevelType w:val="multilevel"/>
    <w:tmpl w:val="B450DE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1" w15:restartNumberingAfterBreak="0">
    <w:nsid w:val="42E9206F"/>
    <w:multiLevelType w:val="hybridMultilevel"/>
    <w:tmpl w:val="69ECF190"/>
    <w:styleLink w:val="Styl12"/>
    <w:lvl w:ilvl="0" w:tplc="D3E696AA">
      <w:start w:val="1"/>
      <w:numFmt w:val="decimal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29318E"/>
    <w:multiLevelType w:val="multilevel"/>
    <w:tmpl w:val="AE684C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0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3" w15:restartNumberingAfterBreak="0">
    <w:nsid w:val="46671A57"/>
    <w:multiLevelType w:val="singleLevel"/>
    <w:tmpl w:val="D4AEB81A"/>
    <w:lvl w:ilvl="0">
      <w:start w:val="1"/>
      <w:numFmt w:val="bullet"/>
      <w:pStyle w:val="podpunkt-"/>
      <w:lvlText w:val="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34" w15:restartNumberingAfterBreak="0">
    <w:nsid w:val="4A625E9B"/>
    <w:multiLevelType w:val="hybridMultilevel"/>
    <w:tmpl w:val="7122849C"/>
    <w:lvl w:ilvl="0" w:tplc="0409000F">
      <w:start w:val="1"/>
      <w:numFmt w:val="lowerLetter"/>
      <w:pStyle w:val="Parties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AC6C5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8DE168A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ascii="Calibri" w:hAnsi="Calibri" w:cs="Calibri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502F7397"/>
    <w:multiLevelType w:val="multilevel"/>
    <w:tmpl w:val="748C8B7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1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6" w15:restartNumberingAfterBreak="0">
    <w:nsid w:val="54051A55"/>
    <w:multiLevelType w:val="singleLevel"/>
    <w:tmpl w:val="4F420216"/>
    <w:lvl w:ilvl="0">
      <w:start w:val="1"/>
      <w:numFmt w:val="decimal"/>
      <w:pStyle w:val="podpunkt-1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37" w15:restartNumberingAfterBreak="0">
    <w:nsid w:val="5A326F90"/>
    <w:multiLevelType w:val="multilevel"/>
    <w:tmpl w:val="3A5C5A0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1D1232"/>
    <w:multiLevelType w:val="multilevel"/>
    <w:tmpl w:val="9048AF06"/>
    <w:lvl w:ilvl="0">
      <w:start w:val="1"/>
      <w:numFmt w:val="decimal"/>
      <w:pStyle w:val="Level6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054"/>
        </w:tabs>
        <w:ind w:left="2054" w:hanging="794"/>
      </w:pPr>
      <w:rPr>
        <w:rFonts w:cs="Times New Roman" w:hint="default"/>
        <w:b/>
        <w:i w:val="0"/>
        <w:strike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120"/>
        </w:tabs>
        <w:ind w:left="2120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</w:abstractNum>
  <w:abstractNum w:abstractNumId="41" w15:restartNumberingAfterBreak="0">
    <w:nsid w:val="6F317C00"/>
    <w:multiLevelType w:val="multilevel"/>
    <w:tmpl w:val="C8A27A14"/>
    <w:styleLink w:val="LFO6"/>
    <w:lvl w:ilvl="0">
      <w:start w:val="1"/>
      <w:numFmt w:val="decimal"/>
      <w:lvlText w:val="%1."/>
      <w:lvlJc w:val="left"/>
      <w:pPr>
        <w:ind w:left="1323" w:hanging="360"/>
      </w:pPr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2" w15:restartNumberingAfterBreak="0">
    <w:nsid w:val="73820301"/>
    <w:multiLevelType w:val="multilevel"/>
    <w:tmpl w:val="C750BD0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3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7FF2317B"/>
    <w:multiLevelType w:val="multilevel"/>
    <w:tmpl w:val="702E1924"/>
    <w:lvl w:ilvl="0">
      <w:start w:val="1"/>
      <w:numFmt w:val="bullet"/>
      <w:pStyle w:val="roman2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9891470">
    <w:abstractNumId w:val="28"/>
  </w:num>
  <w:num w:numId="2" w16cid:durableId="1296788706">
    <w:abstractNumId w:val="22"/>
  </w:num>
  <w:num w:numId="3" w16cid:durableId="718744066">
    <w:abstractNumId w:val="39"/>
  </w:num>
  <w:num w:numId="4" w16cid:durableId="317999554">
    <w:abstractNumId w:val="30"/>
  </w:num>
  <w:num w:numId="5" w16cid:durableId="402140807">
    <w:abstractNumId w:val="20"/>
  </w:num>
  <w:num w:numId="6" w16cid:durableId="1294212672">
    <w:abstractNumId w:val="33"/>
  </w:num>
  <w:num w:numId="7" w16cid:durableId="1408649053">
    <w:abstractNumId w:val="26"/>
  </w:num>
  <w:num w:numId="8" w16cid:durableId="1311866096">
    <w:abstractNumId w:val="36"/>
  </w:num>
  <w:num w:numId="9" w16cid:durableId="254285294">
    <w:abstractNumId w:val="24"/>
  </w:num>
  <w:num w:numId="10" w16cid:durableId="402525737">
    <w:abstractNumId w:val="23"/>
  </w:num>
  <w:num w:numId="11" w16cid:durableId="1807360050">
    <w:abstractNumId w:val="37"/>
  </w:num>
  <w:num w:numId="12" w16cid:durableId="1550340560">
    <w:abstractNumId w:val="38"/>
  </w:num>
  <w:num w:numId="13" w16cid:durableId="470443986">
    <w:abstractNumId w:val="34"/>
  </w:num>
  <w:num w:numId="14" w16cid:durableId="675425055">
    <w:abstractNumId w:val="29"/>
  </w:num>
  <w:num w:numId="15" w16cid:durableId="706560742">
    <w:abstractNumId w:val="17"/>
  </w:num>
  <w:num w:numId="16" w16cid:durableId="654721276">
    <w:abstractNumId w:val="21"/>
  </w:num>
  <w:num w:numId="17" w16cid:durableId="597299899">
    <w:abstractNumId w:val="43"/>
  </w:num>
  <w:num w:numId="18" w16cid:durableId="653070164">
    <w:abstractNumId w:val="40"/>
  </w:num>
  <w:num w:numId="19" w16cid:durableId="1617176867">
    <w:abstractNumId w:val="1"/>
  </w:num>
  <w:num w:numId="20" w16cid:durableId="1469013352">
    <w:abstractNumId w:val="0"/>
  </w:num>
  <w:num w:numId="21" w16cid:durableId="226845663">
    <w:abstractNumId w:val="31"/>
  </w:num>
  <w:num w:numId="22" w16cid:durableId="1849127610">
    <w:abstractNumId w:val="41"/>
  </w:num>
  <w:num w:numId="23" w16cid:durableId="59641369">
    <w:abstractNumId w:val="27"/>
  </w:num>
  <w:num w:numId="24" w16cid:durableId="861436033">
    <w:abstractNumId w:val="32"/>
  </w:num>
  <w:num w:numId="25" w16cid:durableId="1294601391">
    <w:abstractNumId w:val="18"/>
  </w:num>
  <w:num w:numId="26" w16cid:durableId="1407919079">
    <w:abstractNumId w:val="15"/>
  </w:num>
  <w:num w:numId="27" w16cid:durableId="134881883">
    <w:abstractNumId w:val="35"/>
  </w:num>
  <w:num w:numId="28" w16cid:durableId="1111246435">
    <w:abstractNumId w:val="42"/>
  </w:num>
  <w:num w:numId="29" w16cid:durableId="1358503078">
    <w:abstractNumId w:val="25"/>
  </w:num>
  <w:num w:numId="30" w16cid:durableId="660503894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E26"/>
    <w:rsid w:val="00000CF6"/>
    <w:rsid w:val="000014D4"/>
    <w:rsid w:val="000017D4"/>
    <w:rsid w:val="00003916"/>
    <w:rsid w:val="0000446D"/>
    <w:rsid w:val="000055BC"/>
    <w:rsid w:val="00006D75"/>
    <w:rsid w:val="00006EF7"/>
    <w:rsid w:val="00013FFD"/>
    <w:rsid w:val="00015061"/>
    <w:rsid w:val="000151E7"/>
    <w:rsid w:val="00015573"/>
    <w:rsid w:val="000157E8"/>
    <w:rsid w:val="00016982"/>
    <w:rsid w:val="00017D3E"/>
    <w:rsid w:val="00020FB3"/>
    <w:rsid w:val="000221EE"/>
    <w:rsid w:val="00022686"/>
    <w:rsid w:val="00022C01"/>
    <w:rsid w:val="00024498"/>
    <w:rsid w:val="00024AB2"/>
    <w:rsid w:val="00024E35"/>
    <w:rsid w:val="000250E6"/>
    <w:rsid w:val="0002510A"/>
    <w:rsid w:val="00025362"/>
    <w:rsid w:val="00025368"/>
    <w:rsid w:val="00025670"/>
    <w:rsid w:val="00026991"/>
    <w:rsid w:val="0002704F"/>
    <w:rsid w:val="00027161"/>
    <w:rsid w:val="00027A5D"/>
    <w:rsid w:val="00030009"/>
    <w:rsid w:val="00030301"/>
    <w:rsid w:val="000303B3"/>
    <w:rsid w:val="00030A83"/>
    <w:rsid w:val="000318D1"/>
    <w:rsid w:val="00032261"/>
    <w:rsid w:val="00032401"/>
    <w:rsid w:val="000325AE"/>
    <w:rsid w:val="000328B1"/>
    <w:rsid w:val="00032D94"/>
    <w:rsid w:val="00033342"/>
    <w:rsid w:val="00034DB1"/>
    <w:rsid w:val="00035F9E"/>
    <w:rsid w:val="00037CA9"/>
    <w:rsid w:val="00040135"/>
    <w:rsid w:val="00040A29"/>
    <w:rsid w:val="000411CD"/>
    <w:rsid w:val="00042B85"/>
    <w:rsid w:val="00042BFB"/>
    <w:rsid w:val="00043428"/>
    <w:rsid w:val="00044D35"/>
    <w:rsid w:val="00044D60"/>
    <w:rsid w:val="0004546E"/>
    <w:rsid w:val="00045953"/>
    <w:rsid w:val="00047DA2"/>
    <w:rsid w:val="000505C0"/>
    <w:rsid w:val="0005076D"/>
    <w:rsid w:val="00050B1E"/>
    <w:rsid w:val="00050B8B"/>
    <w:rsid w:val="00050E2D"/>
    <w:rsid w:val="0005118E"/>
    <w:rsid w:val="00051699"/>
    <w:rsid w:val="00051B34"/>
    <w:rsid w:val="00052742"/>
    <w:rsid w:val="00052B6C"/>
    <w:rsid w:val="000537D1"/>
    <w:rsid w:val="000539A9"/>
    <w:rsid w:val="00053E72"/>
    <w:rsid w:val="00054362"/>
    <w:rsid w:val="00055921"/>
    <w:rsid w:val="000621C1"/>
    <w:rsid w:val="000621D6"/>
    <w:rsid w:val="00063207"/>
    <w:rsid w:val="0006340D"/>
    <w:rsid w:val="00063C84"/>
    <w:rsid w:val="00064768"/>
    <w:rsid w:val="0006488D"/>
    <w:rsid w:val="00064E3A"/>
    <w:rsid w:val="00065380"/>
    <w:rsid w:val="00065A8F"/>
    <w:rsid w:val="00065AF8"/>
    <w:rsid w:val="000662B0"/>
    <w:rsid w:val="00066A4F"/>
    <w:rsid w:val="00066BB2"/>
    <w:rsid w:val="00066E47"/>
    <w:rsid w:val="00067236"/>
    <w:rsid w:val="00070D25"/>
    <w:rsid w:val="0007104A"/>
    <w:rsid w:val="000711A6"/>
    <w:rsid w:val="00071977"/>
    <w:rsid w:val="00071B2D"/>
    <w:rsid w:val="00071F3D"/>
    <w:rsid w:val="000721CB"/>
    <w:rsid w:val="00072871"/>
    <w:rsid w:val="00072987"/>
    <w:rsid w:val="00072EDA"/>
    <w:rsid w:val="00073901"/>
    <w:rsid w:val="000740B6"/>
    <w:rsid w:val="00075796"/>
    <w:rsid w:val="00075C2F"/>
    <w:rsid w:val="00077B49"/>
    <w:rsid w:val="0008078E"/>
    <w:rsid w:val="0008080C"/>
    <w:rsid w:val="0008178D"/>
    <w:rsid w:val="00081EA1"/>
    <w:rsid w:val="000821A9"/>
    <w:rsid w:val="00082BF7"/>
    <w:rsid w:val="00087315"/>
    <w:rsid w:val="00087983"/>
    <w:rsid w:val="000933D6"/>
    <w:rsid w:val="00093A61"/>
    <w:rsid w:val="00094024"/>
    <w:rsid w:val="00094315"/>
    <w:rsid w:val="000944AB"/>
    <w:rsid w:val="000952E9"/>
    <w:rsid w:val="00096B52"/>
    <w:rsid w:val="00096C96"/>
    <w:rsid w:val="00097149"/>
    <w:rsid w:val="00097761"/>
    <w:rsid w:val="0009779F"/>
    <w:rsid w:val="00097D2D"/>
    <w:rsid w:val="00097E41"/>
    <w:rsid w:val="000A17B2"/>
    <w:rsid w:val="000A187B"/>
    <w:rsid w:val="000A26FC"/>
    <w:rsid w:val="000A3F0F"/>
    <w:rsid w:val="000A4098"/>
    <w:rsid w:val="000A509D"/>
    <w:rsid w:val="000A5F4F"/>
    <w:rsid w:val="000A68A4"/>
    <w:rsid w:val="000A6F59"/>
    <w:rsid w:val="000A7053"/>
    <w:rsid w:val="000A75AB"/>
    <w:rsid w:val="000A7AD3"/>
    <w:rsid w:val="000A7CF6"/>
    <w:rsid w:val="000A7FE1"/>
    <w:rsid w:val="000B033D"/>
    <w:rsid w:val="000B0AE9"/>
    <w:rsid w:val="000B0ECD"/>
    <w:rsid w:val="000B21A1"/>
    <w:rsid w:val="000B2F83"/>
    <w:rsid w:val="000B373B"/>
    <w:rsid w:val="000B494E"/>
    <w:rsid w:val="000B5560"/>
    <w:rsid w:val="000B5C61"/>
    <w:rsid w:val="000B5EBE"/>
    <w:rsid w:val="000B6A8B"/>
    <w:rsid w:val="000B6FF5"/>
    <w:rsid w:val="000B72B1"/>
    <w:rsid w:val="000B7550"/>
    <w:rsid w:val="000B77C0"/>
    <w:rsid w:val="000C05AA"/>
    <w:rsid w:val="000C1DD5"/>
    <w:rsid w:val="000C2A88"/>
    <w:rsid w:val="000C444A"/>
    <w:rsid w:val="000C48C0"/>
    <w:rsid w:val="000C5275"/>
    <w:rsid w:val="000C5EC3"/>
    <w:rsid w:val="000C79AA"/>
    <w:rsid w:val="000C7F3D"/>
    <w:rsid w:val="000D1698"/>
    <w:rsid w:val="000D1B71"/>
    <w:rsid w:val="000D26F6"/>
    <w:rsid w:val="000D2C82"/>
    <w:rsid w:val="000D2F78"/>
    <w:rsid w:val="000D523B"/>
    <w:rsid w:val="000D532D"/>
    <w:rsid w:val="000D53EF"/>
    <w:rsid w:val="000D57E7"/>
    <w:rsid w:val="000D5941"/>
    <w:rsid w:val="000D658F"/>
    <w:rsid w:val="000D67F9"/>
    <w:rsid w:val="000D6930"/>
    <w:rsid w:val="000D6CD3"/>
    <w:rsid w:val="000D6DD4"/>
    <w:rsid w:val="000D7F7A"/>
    <w:rsid w:val="000E00CE"/>
    <w:rsid w:val="000E00DA"/>
    <w:rsid w:val="000E05D0"/>
    <w:rsid w:val="000E0673"/>
    <w:rsid w:val="000E0E0B"/>
    <w:rsid w:val="000E0FD0"/>
    <w:rsid w:val="000E1329"/>
    <w:rsid w:val="000E1375"/>
    <w:rsid w:val="000E1B38"/>
    <w:rsid w:val="000E2857"/>
    <w:rsid w:val="000E30D4"/>
    <w:rsid w:val="000E31BD"/>
    <w:rsid w:val="000E334F"/>
    <w:rsid w:val="000E447A"/>
    <w:rsid w:val="000E45C6"/>
    <w:rsid w:val="000E548E"/>
    <w:rsid w:val="000E58B1"/>
    <w:rsid w:val="000E7E82"/>
    <w:rsid w:val="000F0333"/>
    <w:rsid w:val="000F0347"/>
    <w:rsid w:val="000F084D"/>
    <w:rsid w:val="000F0C6F"/>
    <w:rsid w:val="000F11E1"/>
    <w:rsid w:val="000F1297"/>
    <w:rsid w:val="000F1FDA"/>
    <w:rsid w:val="000F3171"/>
    <w:rsid w:val="000F3F89"/>
    <w:rsid w:val="000F5334"/>
    <w:rsid w:val="000F58BD"/>
    <w:rsid w:val="000F6D19"/>
    <w:rsid w:val="000F723B"/>
    <w:rsid w:val="000F7A02"/>
    <w:rsid w:val="000F7B09"/>
    <w:rsid w:val="0010048C"/>
    <w:rsid w:val="00100DC3"/>
    <w:rsid w:val="00101D5D"/>
    <w:rsid w:val="00102DD1"/>
    <w:rsid w:val="00104AD1"/>
    <w:rsid w:val="0010574F"/>
    <w:rsid w:val="001075C1"/>
    <w:rsid w:val="00107F04"/>
    <w:rsid w:val="00110366"/>
    <w:rsid w:val="00110AEB"/>
    <w:rsid w:val="00110F23"/>
    <w:rsid w:val="00111274"/>
    <w:rsid w:val="00111B90"/>
    <w:rsid w:val="001122EE"/>
    <w:rsid w:val="00114C27"/>
    <w:rsid w:val="0011561B"/>
    <w:rsid w:val="00116F51"/>
    <w:rsid w:val="00117AC7"/>
    <w:rsid w:val="00120526"/>
    <w:rsid w:val="001207FE"/>
    <w:rsid w:val="00121736"/>
    <w:rsid w:val="001220B3"/>
    <w:rsid w:val="00122D28"/>
    <w:rsid w:val="00123043"/>
    <w:rsid w:val="001236C4"/>
    <w:rsid w:val="00123911"/>
    <w:rsid w:val="00124C80"/>
    <w:rsid w:val="00125118"/>
    <w:rsid w:val="001255DB"/>
    <w:rsid w:val="001257DD"/>
    <w:rsid w:val="00125C6D"/>
    <w:rsid w:val="001271D3"/>
    <w:rsid w:val="0012771D"/>
    <w:rsid w:val="00130DF2"/>
    <w:rsid w:val="00130F5A"/>
    <w:rsid w:val="00132508"/>
    <w:rsid w:val="0013351B"/>
    <w:rsid w:val="001338B8"/>
    <w:rsid w:val="00134CBD"/>
    <w:rsid w:val="00135394"/>
    <w:rsid w:val="00137AA4"/>
    <w:rsid w:val="0014009F"/>
    <w:rsid w:val="00140185"/>
    <w:rsid w:val="001407C5"/>
    <w:rsid w:val="001414FC"/>
    <w:rsid w:val="00141DA0"/>
    <w:rsid w:val="00143380"/>
    <w:rsid w:val="00143463"/>
    <w:rsid w:val="00143B34"/>
    <w:rsid w:val="0014662F"/>
    <w:rsid w:val="00147D0F"/>
    <w:rsid w:val="001500D7"/>
    <w:rsid w:val="001505AD"/>
    <w:rsid w:val="001513C4"/>
    <w:rsid w:val="00151862"/>
    <w:rsid w:val="00151A9F"/>
    <w:rsid w:val="00152CD9"/>
    <w:rsid w:val="00153679"/>
    <w:rsid w:val="001537D9"/>
    <w:rsid w:val="00153ACB"/>
    <w:rsid w:val="0015418E"/>
    <w:rsid w:val="001543E4"/>
    <w:rsid w:val="00154450"/>
    <w:rsid w:val="001557E6"/>
    <w:rsid w:val="00155CBD"/>
    <w:rsid w:val="00156647"/>
    <w:rsid w:val="00157C4D"/>
    <w:rsid w:val="001601B2"/>
    <w:rsid w:val="00161555"/>
    <w:rsid w:val="00161599"/>
    <w:rsid w:val="0016366D"/>
    <w:rsid w:val="001670EA"/>
    <w:rsid w:val="00167CD2"/>
    <w:rsid w:val="00170791"/>
    <w:rsid w:val="001716B5"/>
    <w:rsid w:val="0017234E"/>
    <w:rsid w:val="001723EB"/>
    <w:rsid w:val="001724C8"/>
    <w:rsid w:val="00172706"/>
    <w:rsid w:val="00172750"/>
    <w:rsid w:val="00173E36"/>
    <w:rsid w:val="00174858"/>
    <w:rsid w:val="001756AC"/>
    <w:rsid w:val="00176144"/>
    <w:rsid w:val="0017694B"/>
    <w:rsid w:val="00176C7D"/>
    <w:rsid w:val="00180A6E"/>
    <w:rsid w:val="00180E4B"/>
    <w:rsid w:val="00181EDA"/>
    <w:rsid w:val="001826BA"/>
    <w:rsid w:val="00182A12"/>
    <w:rsid w:val="00184277"/>
    <w:rsid w:val="001850CF"/>
    <w:rsid w:val="001852F8"/>
    <w:rsid w:val="0018578C"/>
    <w:rsid w:val="00186296"/>
    <w:rsid w:val="0018793E"/>
    <w:rsid w:val="00187F4E"/>
    <w:rsid w:val="0019082D"/>
    <w:rsid w:val="00191477"/>
    <w:rsid w:val="0019245E"/>
    <w:rsid w:val="00194B16"/>
    <w:rsid w:val="00194EFB"/>
    <w:rsid w:val="00195057"/>
    <w:rsid w:val="00195230"/>
    <w:rsid w:val="001957F2"/>
    <w:rsid w:val="001959C1"/>
    <w:rsid w:val="00195EBE"/>
    <w:rsid w:val="00195ECE"/>
    <w:rsid w:val="00195F26"/>
    <w:rsid w:val="001963D1"/>
    <w:rsid w:val="00196DFE"/>
    <w:rsid w:val="00196E28"/>
    <w:rsid w:val="00197F87"/>
    <w:rsid w:val="001A0CAD"/>
    <w:rsid w:val="001A2AD3"/>
    <w:rsid w:val="001A2E20"/>
    <w:rsid w:val="001A34DC"/>
    <w:rsid w:val="001A3A44"/>
    <w:rsid w:val="001A4DF8"/>
    <w:rsid w:val="001A5917"/>
    <w:rsid w:val="001A7358"/>
    <w:rsid w:val="001B01C2"/>
    <w:rsid w:val="001B044F"/>
    <w:rsid w:val="001B0987"/>
    <w:rsid w:val="001B0ED0"/>
    <w:rsid w:val="001B356C"/>
    <w:rsid w:val="001B36ED"/>
    <w:rsid w:val="001B4400"/>
    <w:rsid w:val="001B4C77"/>
    <w:rsid w:val="001B5ADB"/>
    <w:rsid w:val="001B6AF2"/>
    <w:rsid w:val="001C04B8"/>
    <w:rsid w:val="001C0506"/>
    <w:rsid w:val="001C0A03"/>
    <w:rsid w:val="001C1543"/>
    <w:rsid w:val="001C2A9B"/>
    <w:rsid w:val="001C307B"/>
    <w:rsid w:val="001C3A80"/>
    <w:rsid w:val="001C3DCC"/>
    <w:rsid w:val="001C476D"/>
    <w:rsid w:val="001C5EB3"/>
    <w:rsid w:val="001C62B7"/>
    <w:rsid w:val="001C66CB"/>
    <w:rsid w:val="001C7160"/>
    <w:rsid w:val="001D03CC"/>
    <w:rsid w:val="001D1952"/>
    <w:rsid w:val="001D312E"/>
    <w:rsid w:val="001D38FB"/>
    <w:rsid w:val="001D4056"/>
    <w:rsid w:val="001D5858"/>
    <w:rsid w:val="001D5C85"/>
    <w:rsid w:val="001D78C1"/>
    <w:rsid w:val="001D7B68"/>
    <w:rsid w:val="001E142F"/>
    <w:rsid w:val="001E29D3"/>
    <w:rsid w:val="001E2A2B"/>
    <w:rsid w:val="001E3172"/>
    <w:rsid w:val="001E3898"/>
    <w:rsid w:val="001E38DD"/>
    <w:rsid w:val="001E5AE8"/>
    <w:rsid w:val="001E5DAA"/>
    <w:rsid w:val="001E5F4E"/>
    <w:rsid w:val="001E6F72"/>
    <w:rsid w:val="001E7BB1"/>
    <w:rsid w:val="001E7C39"/>
    <w:rsid w:val="001F004F"/>
    <w:rsid w:val="001F0116"/>
    <w:rsid w:val="001F03B6"/>
    <w:rsid w:val="001F063C"/>
    <w:rsid w:val="001F07B6"/>
    <w:rsid w:val="001F1666"/>
    <w:rsid w:val="001F1C51"/>
    <w:rsid w:val="001F2C88"/>
    <w:rsid w:val="001F3318"/>
    <w:rsid w:val="001F3AC9"/>
    <w:rsid w:val="001F3F49"/>
    <w:rsid w:val="001F4210"/>
    <w:rsid w:val="001F58D0"/>
    <w:rsid w:val="001F655F"/>
    <w:rsid w:val="001F7030"/>
    <w:rsid w:val="001F7389"/>
    <w:rsid w:val="001F73DD"/>
    <w:rsid w:val="001F7F63"/>
    <w:rsid w:val="001F7FCE"/>
    <w:rsid w:val="002027E3"/>
    <w:rsid w:val="00203905"/>
    <w:rsid w:val="00203ABF"/>
    <w:rsid w:val="00203E3D"/>
    <w:rsid w:val="00204456"/>
    <w:rsid w:val="00204FE3"/>
    <w:rsid w:val="0020590B"/>
    <w:rsid w:val="00205DBC"/>
    <w:rsid w:val="00207A72"/>
    <w:rsid w:val="00207BBA"/>
    <w:rsid w:val="00210351"/>
    <w:rsid w:val="00210836"/>
    <w:rsid w:val="002109D8"/>
    <w:rsid w:val="00210A22"/>
    <w:rsid w:val="00211CB7"/>
    <w:rsid w:val="00213739"/>
    <w:rsid w:val="002139A9"/>
    <w:rsid w:val="00213C2D"/>
    <w:rsid w:val="0021400B"/>
    <w:rsid w:val="00214127"/>
    <w:rsid w:val="0021486E"/>
    <w:rsid w:val="002159FE"/>
    <w:rsid w:val="0021635E"/>
    <w:rsid w:val="0021688F"/>
    <w:rsid w:val="00216DEE"/>
    <w:rsid w:val="00217442"/>
    <w:rsid w:val="00217823"/>
    <w:rsid w:val="002200F7"/>
    <w:rsid w:val="0022053E"/>
    <w:rsid w:val="00220E80"/>
    <w:rsid w:val="00221123"/>
    <w:rsid w:val="002215C5"/>
    <w:rsid w:val="00221803"/>
    <w:rsid w:val="0022191E"/>
    <w:rsid w:val="00222715"/>
    <w:rsid w:val="00222FEB"/>
    <w:rsid w:val="00223529"/>
    <w:rsid w:val="00223FE2"/>
    <w:rsid w:val="00224A86"/>
    <w:rsid w:val="00224B30"/>
    <w:rsid w:val="00224DE6"/>
    <w:rsid w:val="0022514B"/>
    <w:rsid w:val="002261AC"/>
    <w:rsid w:val="00227C44"/>
    <w:rsid w:val="00230149"/>
    <w:rsid w:val="00231B41"/>
    <w:rsid w:val="0023365F"/>
    <w:rsid w:val="00234947"/>
    <w:rsid w:val="00234AB8"/>
    <w:rsid w:val="00234C83"/>
    <w:rsid w:val="00234F40"/>
    <w:rsid w:val="002355F2"/>
    <w:rsid w:val="0023579B"/>
    <w:rsid w:val="00235F59"/>
    <w:rsid w:val="00235FB8"/>
    <w:rsid w:val="00235FBB"/>
    <w:rsid w:val="00237DFB"/>
    <w:rsid w:val="0024099E"/>
    <w:rsid w:val="00240D72"/>
    <w:rsid w:val="00241668"/>
    <w:rsid w:val="00241EE9"/>
    <w:rsid w:val="00242181"/>
    <w:rsid w:val="00243542"/>
    <w:rsid w:val="00243DFA"/>
    <w:rsid w:val="00244570"/>
    <w:rsid w:val="0024465D"/>
    <w:rsid w:val="00245E81"/>
    <w:rsid w:val="00246D9C"/>
    <w:rsid w:val="00246DEB"/>
    <w:rsid w:val="00247936"/>
    <w:rsid w:val="00250654"/>
    <w:rsid w:val="00251C6A"/>
    <w:rsid w:val="00251D22"/>
    <w:rsid w:val="00252932"/>
    <w:rsid w:val="0025370B"/>
    <w:rsid w:val="0025463E"/>
    <w:rsid w:val="00254A1E"/>
    <w:rsid w:val="00257265"/>
    <w:rsid w:val="00257865"/>
    <w:rsid w:val="002608D2"/>
    <w:rsid w:val="00260AB3"/>
    <w:rsid w:val="0026187D"/>
    <w:rsid w:val="0026239E"/>
    <w:rsid w:val="0026250B"/>
    <w:rsid w:val="00263165"/>
    <w:rsid w:val="00263A8D"/>
    <w:rsid w:val="00265989"/>
    <w:rsid w:val="00265D6D"/>
    <w:rsid w:val="0026696B"/>
    <w:rsid w:val="00266B5D"/>
    <w:rsid w:val="002700FD"/>
    <w:rsid w:val="0027170F"/>
    <w:rsid w:val="002718DA"/>
    <w:rsid w:val="00271946"/>
    <w:rsid w:val="00272E7F"/>
    <w:rsid w:val="0027382D"/>
    <w:rsid w:val="002740D3"/>
    <w:rsid w:val="00274132"/>
    <w:rsid w:val="00274693"/>
    <w:rsid w:val="002746AD"/>
    <w:rsid w:val="002747F6"/>
    <w:rsid w:val="0027503D"/>
    <w:rsid w:val="002769E4"/>
    <w:rsid w:val="00276AF2"/>
    <w:rsid w:val="00276E06"/>
    <w:rsid w:val="0027761D"/>
    <w:rsid w:val="00280B5E"/>
    <w:rsid w:val="00280E67"/>
    <w:rsid w:val="00282119"/>
    <w:rsid w:val="00284322"/>
    <w:rsid w:val="00285B9B"/>
    <w:rsid w:val="002860B2"/>
    <w:rsid w:val="00286909"/>
    <w:rsid w:val="00286F8E"/>
    <w:rsid w:val="00287066"/>
    <w:rsid w:val="00287206"/>
    <w:rsid w:val="00290481"/>
    <w:rsid w:val="00290CDA"/>
    <w:rsid w:val="00290D21"/>
    <w:rsid w:val="002912CA"/>
    <w:rsid w:val="002914B9"/>
    <w:rsid w:val="00291891"/>
    <w:rsid w:val="00291934"/>
    <w:rsid w:val="002930E6"/>
    <w:rsid w:val="002932B9"/>
    <w:rsid w:val="0029343C"/>
    <w:rsid w:val="002937E9"/>
    <w:rsid w:val="00293D9B"/>
    <w:rsid w:val="002943A2"/>
    <w:rsid w:val="0029574F"/>
    <w:rsid w:val="002963F9"/>
    <w:rsid w:val="002964DF"/>
    <w:rsid w:val="002A0512"/>
    <w:rsid w:val="002A0ECA"/>
    <w:rsid w:val="002A1ABF"/>
    <w:rsid w:val="002A1D8E"/>
    <w:rsid w:val="002A22D2"/>
    <w:rsid w:val="002A2686"/>
    <w:rsid w:val="002A26FA"/>
    <w:rsid w:val="002A293F"/>
    <w:rsid w:val="002A2D37"/>
    <w:rsid w:val="002A2EFF"/>
    <w:rsid w:val="002A2FF6"/>
    <w:rsid w:val="002A350B"/>
    <w:rsid w:val="002A3F6F"/>
    <w:rsid w:val="002A42FA"/>
    <w:rsid w:val="002A443A"/>
    <w:rsid w:val="002A4638"/>
    <w:rsid w:val="002A4E08"/>
    <w:rsid w:val="002A5194"/>
    <w:rsid w:val="002A54EC"/>
    <w:rsid w:val="002A5840"/>
    <w:rsid w:val="002A5ED4"/>
    <w:rsid w:val="002A6F62"/>
    <w:rsid w:val="002A6F6A"/>
    <w:rsid w:val="002A7951"/>
    <w:rsid w:val="002A7FFA"/>
    <w:rsid w:val="002B08D1"/>
    <w:rsid w:val="002B0D85"/>
    <w:rsid w:val="002B27D9"/>
    <w:rsid w:val="002B3745"/>
    <w:rsid w:val="002B493F"/>
    <w:rsid w:val="002B534B"/>
    <w:rsid w:val="002B58C0"/>
    <w:rsid w:val="002B5CCF"/>
    <w:rsid w:val="002B6600"/>
    <w:rsid w:val="002B6C1A"/>
    <w:rsid w:val="002C08CB"/>
    <w:rsid w:val="002C0BE4"/>
    <w:rsid w:val="002C0F7A"/>
    <w:rsid w:val="002C2A75"/>
    <w:rsid w:val="002C2C9C"/>
    <w:rsid w:val="002C390A"/>
    <w:rsid w:val="002C3B54"/>
    <w:rsid w:val="002C452E"/>
    <w:rsid w:val="002C4892"/>
    <w:rsid w:val="002C4961"/>
    <w:rsid w:val="002C4FA0"/>
    <w:rsid w:val="002C5376"/>
    <w:rsid w:val="002D1A44"/>
    <w:rsid w:val="002D20B5"/>
    <w:rsid w:val="002D26D0"/>
    <w:rsid w:val="002D2A63"/>
    <w:rsid w:val="002D312D"/>
    <w:rsid w:val="002D316A"/>
    <w:rsid w:val="002D38C4"/>
    <w:rsid w:val="002D3F43"/>
    <w:rsid w:val="002D4400"/>
    <w:rsid w:val="002D65B8"/>
    <w:rsid w:val="002D68F0"/>
    <w:rsid w:val="002D7026"/>
    <w:rsid w:val="002D72DC"/>
    <w:rsid w:val="002E01A0"/>
    <w:rsid w:val="002E08B6"/>
    <w:rsid w:val="002E1C87"/>
    <w:rsid w:val="002E1D8F"/>
    <w:rsid w:val="002E1E75"/>
    <w:rsid w:val="002E4A54"/>
    <w:rsid w:val="002E4B30"/>
    <w:rsid w:val="002E7AE3"/>
    <w:rsid w:val="002E7FE7"/>
    <w:rsid w:val="002F0D76"/>
    <w:rsid w:val="002F2641"/>
    <w:rsid w:val="002F2816"/>
    <w:rsid w:val="002F4126"/>
    <w:rsid w:val="002F43E4"/>
    <w:rsid w:val="002F480D"/>
    <w:rsid w:val="002F4999"/>
    <w:rsid w:val="002F6632"/>
    <w:rsid w:val="002F6EA6"/>
    <w:rsid w:val="002F76A0"/>
    <w:rsid w:val="00302146"/>
    <w:rsid w:val="00302AE5"/>
    <w:rsid w:val="00303678"/>
    <w:rsid w:val="00303A10"/>
    <w:rsid w:val="00303C25"/>
    <w:rsid w:val="003040E7"/>
    <w:rsid w:val="00304B13"/>
    <w:rsid w:val="003058FC"/>
    <w:rsid w:val="00306210"/>
    <w:rsid w:val="00306540"/>
    <w:rsid w:val="0030670A"/>
    <w:rsid w:val="0030770D"/>
    <w:rsid w:val="00307B7B"/>
    <w:rsid w:val="00310CB0"/>
    <w:rsid w:val="003110C8"/>
    <w:rsid w:val="003124EF"/>
    <w:rsid w:val="00312B35"/>
    <w:rsid w:val="00312BB1"/>
    <w:rsid w:val="00312D50"/>
    <w:rsid w:val="00313451"/>
    <w:rsid w:val="00313C2B"/>
    <w:rsid w:val="00314088"/>
    <w:rsid w:val="003155A1"/>
    <w:rsid w:val="00315B48"/>
    <w:rsid w:val="00315D99"/>
    <w:rsid w:val="003160E6"/>
    <w:rsid w:val="00316C1B"/>
    <w:rsid w:val="00317343"/>
    <w:rsid w:val="00320E4E"/>
    <w:rsid w:val="00321081"/>
    <w:rsid w:val="00321D8D"/>
    <w:rsid w:val="0032221B"/>
    <w:rsid w:val="00325439"/>
    <w:rsid w:val="003255CE"/>
    <w:rsid w:val="00326625"/>
    <w:rsid w:val="00330CBF"/>
    <w:rsid w:val="0033282B"/>
    <w:rsid w:val="00332F8B"/>
    <w:rsid w:val="00333EAC"/>
    <w:rsid w:val="00334548"/>
    <w:rsid w:val="00334B0E"/>
    <w:rsid w:val="00335988"/>
    <w:rsid w:val="0033660B"/>
    <w:rsid w:val="00337010"/>
    <w:rsid w:val="00337243"/>
    <w:rsid w:val="00337493"/>
    <w:rsid w:val="00337E3A"/>
    <w:rsid w:val="0034008B"/>
    <w:rsid w:val="00340377"/>
    <w:rsid w:val="00341173"/>
    <w:rsid w:val="00341A03"/>
    <w:rsid w:val="00342BAA"/>
    <w:rsid w:val="00342F89"/>
    <w:rsid w:val="00343601"/>
    <w:rsid w:val="003439D4"/>
    <w:rsid w:val="00344032"/>
    <w:rsid w:val="0034428B"/>
    <w:rsid w:val="003444FA"/>
    <w:rsid w:val="00344ED8"/>
    <w:rsid w:val="00347036"/>
    <w:rsid w:val="00347328"/>
    <w:rsid w:val="003532FD"/>
    <w:rsid w:val="00353524"/>
    <w:rsid w:val="00353E82"/>
    <w:rsid w:val="003545FC"/>
    <w:rsid w:val="00354621"/>
    <w:rsid w:val="00354CFA"/>
    <w:rsid w:val="003553D3"/>
    <w:rsid w:val="00356189"/>
    <w:rsid w:val="00356797"/>
    <w:rsid w:val="00357FA1"/>
    <w:rsid w:val="0036074F"/>
    <w:rsid w:val="003607D3"/>
    <w:rsid w:val="00360CE7"/>
    <w:rsid w:val="00360F06"/>
    <w:rsid w:val="00361512"/>
    <w:rsid w:val="003619D1"/>
    <w:rsid w:val="00365CB9"/>
    <w:rsid w:val="00367006"/>
    <w:rsid w:val="00367204"/>
    <w:rsid w:val="00367D30"/>
    <w:rsid w:val="003700D0"/>
    <w:rsid w:val="00370E83"/>
    <w:rsid w:val="0037111E"/>
    <w:rsid w:val="003716F2"/>
    <w:rsid w:val="00371DAE"/>
    <w:rsid w:val="00373BC3"/>
    <w:rsid w:val="00375AF0"/>
    <w:rsid w:val="00375B3A"/>
    <w:rsid w:val="003767A4"/>
    <w:rsid w:val="00376B02"/>
    <w:rsid w:val="00377491"/>
    <w:rsid w:val="003775A7"/>
    <w:rsid w:val="00377631"/>
    <w:rsid w:val="00377983"/>
    <w:rsid w:val="0038030D"/>
    <w:rsid w:val="00380D09"/>
    <w:rsid w:val="0038153A"/>
    <w:rsid w:val="00381CFE"/>
    <w:rsid w:val="003824C5"/>
    <w:rsid w:val="003834D1"/>
    <w:rsid w:val="003837AA"/>
    <w:rsid w:val="003847CF"/>
    <w:rsid w:val="00387202"/>
    <w:rsid w:val="00387268"/>
    <w:rsid w:val="00387B39"/>
    <w:rsid w:val="00387F36"/>
    <w:rsid w:val="00390751"/>
    <w:rsid w:val="00390851"/>
    <w:rsid w:val="00390AC6"/>
    <w:rsid w:val="00390D2B"/>
    <w:rsid w:val="00391E39"/>
    <w:rsid w:val="00392FB9"/>
    <w:rsid w:val="0039378E"/>
    <w:rsid w:val="00393B8E"/>
    <w:rsid w:val="00393E3F"/>
    <w:rsid w:val="00394BFE"/>
    <w:rsid w:val="00394C3C"/>
    <w:rsid w:val="00394EEE"/>
    <w:rsid w:val="003954BA"/>
    <w:rsid w:val="0039567C"/>
    <w:rsid w:val="0039584C"/>
    <w:rsid w:val="00395A0E"/>
    <w:rsid w:val="00396A56"/>
    <w:rsid w:val="00397097"/>
    <w:rsid w:val="003A114D"/>
    <w:rsid w:val="003A2E87"/>
    <w:rsid w:val="003A2FAE"/>
    <w:rsid w:val="003A3098"/>
    <w:rsid w:val="003A4454"/>
    <w:rsid w:val="003A47CE"/>
    <w:rsid w:val="003A5238"/>
    <w:rsid w:val="003A5BA6"/>
    <w:rsid w:val="003A5E90"/>
    <w:rsid w:val="003B1294"/>
    <w:rsid w:val="003B1895"/>
    <w:rsid w:val="003B2B39"/>
    <w:rsid w:val="003B3492"/>
    <w:rsid w:val="003B3692"/>
    <w:rsid w:val="003B375D"/>
    <w:rsid w:val="003B3AA7"/>
    <w:rsid w:val="003B3BE0"/>
    <w:rsid w:val="003B499B"/>
    <w:rsid w:val="003B648F"/>
    <w:rsid w:val="003B64D8"/>
    <w:rsid w:val="003B7717"/>
    <w:rsid w:val="003C0C0C"/>
    <w:rsid w:val="003C14B6"/>
    <w:rsid w:val="003C1652"/>
    <w:rsid w:val="003C1EC5"/>
    <w:rsid w:val="003C1F0E"/>
    <w:rsid w:val="003C1F10"/>
    <w:rsid w:val="003C324F"/>
    <w:rsid w:val="003C54BA"/>
    <w:rsid w:val="003C571C"/>
    <w:rsid w:val="003C63FE"/>
    <w:rsid w:val="003C71E7"/>
    <w:rsid w:val="003C7DD6"/>
    <w:rsid w:val="003D03BF"/>
    <w:rsid w:val="003D0C1F"/>
    <w:rsid w:val="003D1324"/>
    <w:rsid w:val="003D145B"/>
    <w:rsid w:val="003D15CC"/>
    <w:rsid w:val="003D1FE9"/>
    <w:rsid w:val="003D2D9B"/>
    <w:rsid w:val="003D3A95"/>
    <w:rsid w:val="003D3E0D"/>
    <w:rsid w:val="003D41BD"/>
    <w:rsid w:val="003D4B93"/>
    <w:rsid w:val="003D514D"/>
    <w:rsid w:val="003D5B12"/>
    <w:rsid w:val="003D5D95"/>
    <w:rsid w:val="003D5FB5"/>
    <w:rsid w:val="003D60E8"/>
    <w:rsid w:val="003D775C"/>
    <w:rsid w:val="003D777A"/>
    <w:rsid w:val="003E0FF7"/>
    <w:rsid w:val="003E103A"/>
    <w:rsid w:val="003E1A50"/>
    <w:rsid w:val="003E25CC"/>
    <w:rsid w:val="003E2A60"/>
    <w:rsid w:val="003E2F6B"/>
    <w:rsid w:val="003E3771"/>
    <w:rsid w:val="003E52DC"/>
    <w:rsid w:val="003E55AB"/>
    <w:rsid w:val="003E5FA8"/>
    <w:rsid w:val="003E5FF4"/>
    <w:rsid w:val="003E65BD"/>
    <w:rsid w:val="003E7066"/>
    <w:rsid w:val="003F158E"/>
    <w:rsid w:val="003F15B3"/>
    <w:rsid w:val="003F16B4"/>
    <w:rsid w:val="003F19B9"/>
    <w:rsid w:val="003F20C5"/>
    <w:rsid w:val="003F28F2"/>
    <w:rsid w:val="003F3805"/>
    <w:rsid w:val="003F3953"/>
    <w:rsid w:val="003F49B1"/>
    <w:rsid w:val="003F51AF"/>
    <w:rsid w:val="003F51C8"/>
    <w:rsid w:val="003F5D69"/>
    <w:rsid w:val="003F6123"/>
    <w:rsid w:val="003F7181"/>
    <w:rsid w:val="003F732F"/>
    <w:rsid w:val="003F7BF8"/>
    <w:rsid w:val="003F7DB3"/>
    <w:rsid w:val="004004FE"/>
    <w:rsid w:val="00400C58"/>
    <w:rsid w:val="00401627"/>
    <w:rsid w:val="00402290"/>
    <w:rsid w:val="00402687"/>
    <w:rsid w:val="00402B99"/>
    <w:rsid w:val="004032D4"/>
    <w:rsid w:val="0040410E"/>
    <w:rsid w:val="0040461A"/>
    <w:rsid w:val="0040520C"/>
    <w:rsid w:val="004063D2"/>
    <w:rsid w:val="00406909"/>
    <w:rsid w:val="00407BFB"/>
    <w:rsid w:val="00407C32"/>
    <w:rsid w:val="00410621"/>
    <w:rsid w:val="00410AB1"/>
    <w:rsid w:val="004110F9"/>
    <w:rsid w:val="00411A0F"/>
    <w:rsid w:val="0041255E"/>
    <w:rsid w:val="0041334C"/>
    <w:rsid w:val="004139A7"/>
    <w:rsid w:val="00414836"/>
    <w:rsid w:val="004159E3"/>
    <w:rsid w:val="00416265"/>
    <w:rsid w:val="0041736A"/>
    <w:rsid w:val="00417430"/>
    <w:rsid w:val="00420263"/>
    <w:rsid w:val="00421B2D"/>
    <w:rsid w:val="00421E7A"/>
    <w:rsid w:val="00422C09"/>
    <w:rsid w:val="0042325F"/>
    <w:rsid w:val="004233E6"/>
    <w:rsid w:val="00423884"/>
    <w:rsid w:val="00423B8F"/>
    <w:rsid w:val="0042563E"/>
    <w:rsid w:val="00425FAF"/>
    <w:rsid w:val="00426A51"/>
    <w:rsid w:val="0042745E"/>
    <w:rsid w:val="004276A9"/>
    <w:rsid w:val="004279AB"/>
    <w:rsid w:val="0043056D"/>
    <w:rsid w:val="00430A0F"/>
    <w:rsid w:val="00430C99"/>
    <w:rsid w:val="00430DE3"/>
    <w:rsid w:val="00431003"/>
    <w:rsid w:val="00431527"/>
    <w:rsid w:val="00431F02"/>
    <w:rsid w:val="00432A4D"/>
    <w:rsid w:val="004333C8"/>
    <w:rsid w:val="004341C0"/>
    <w:rsid w:val="00437B85"/>
    <w:rsid w:val="00437FB1"/>
    <w:rsid w:val="004422B4"/>
    <w:rsid w:val="004426B9"/>
    <w:rsid w:val="00442711"/>
    <w:rsid w:val="00443125"/>
    <w:rsid w:val="00443C49"/>
    <w:rsid w:val="00444260"/>
    <w:rsid w:val="004443A3"/>
    <w:rsid w:val="004449F3"/>
    <w:rsid w:val="0044600D"/>
    <w:rsid w:val="004461D8"/>
    <w:rsid w:val="00446242"/>
    <w:rsid w:val="0044634F"/>
    <w:rsid w:val="004463A5"/>
    <w:rsid w:val="00446DEF"/>
    <w:rsid w:val="00446E83"/>
    <w:rsid w:val="00447789"/>
    <w:rsid w:val="00447FEA"/>
    <w:rsid w:val="00450D21"/>
    <w:rsid w:val="00450E68"/>
    <w:rsid w:val="004510EB"/>
    <w:rsid w:val="004510FB"/>
    <w:rsid w:val="00451D65"/>
    <w:rsid w:val="00452DC3"/>
    <w:rsid w:val="00452E36"/>
    <w:rsid w:val="00454BE5"/>
    <w:rsid w:val="0045573D"/>
    <w:rsid w:val="0045592D"/>
    <w:rsid w:val="00457492"/>
    <w:rsid w:val="004578B4"/>
    <w:rsid w:val="00457A6C"/>
    <w:rsid w:val="0046004A"/>
    <w:rsid w:val="00460953"/>
    <w:rsid w:val="00460F08"/>
    <w:rsid w:val="0046185D"/>
    <w:rsid w:val="004624CC"/>
    <w:rsid w:val="0046300B"/>
    <w:rsid w:val="00463390"/>
    <w:rsid w:val="004637AC"/>
    <w:rsid w:val="00463DDB"/>
    <w:rsid w:val="00464C9C"/>
    <w:rsid w:val="00464DFB"/>
    <w:rsid w:val="004651BA"/>
    <w:rsid w:val="00465DF1"/>
    <w:rsid w:val="00467801"/>
    <w:rsid w:val="00467A94"/>
    <w:rsid w:val="00470A4B"/>
    <w:rsid w:val="00471DDC"/>
    <w:rsid w:val="00473E6F"/>
    <w:rsid w:val="00473FE4"/>
    <w:rsid w:val="00474236"/>
    <w:rsid w:val="00474746"/>
    <w:rsid w:val="00474F34"/>
    <w:rsid w:val="00475B01"/>
    <w:rsid w:val="00475B73"/>
    <w:rsid w:val="00475C47"/>
    <w:rsid w:val="00476126"/>
    <w:rsid w:val="00476D6D"/>
    <w:rsid w:val="004779BC"/>
    <w:rsid w:val="00477F46"/>
    <w:rsid w:val="00481EE1"/>
    <w:rsid w:val="00482259"/>
    <w:rsid w:val="00482521"/>
    <w:rsid w:val="00482E0E"/>
    <w:rsid w:val="004836F7"/>
    <w:rsid w:val="00483B52"/>
    <w:rsid w:val="00483D0B"/>
    <w:rsid w:val="00483FDD"/>
    <w:rsid w:val="00484752"/>
    <w:rsid w:val="00485149"/>
    <w:rsid w:val="0048525D"/>
    <w:rsid w:val="00485464"/>
    <w:rsid w:val="00485FBB"/>
    <w:rsid w:val="004860B3"/>
    <w:rsid w:val="00486308"/>
    <w:rsid w:val="00486445"/>
    <w:rsid w:val="004865CE"/>
    <w:rsid w:val="004900E9"/>
    <w:rsid w:val="00490165"/>
    <w:rsid w:val="00490BEB"/>
    <w:rsid w:val="004913D1"/>
    <w:rsid w:val="0049189C"/>
    <w:rsid w:val="00493592"/>
    <w:rsid w:val="00493931"/>
    <w:rsid w:val="004940A2"/>
    <w:rsid w:val="00494B38"/>
    <w:rsid w:val="004950F8"/>
    <w:rsid w:val="004956D3"/>
    <w:rsid w:val="00495866"/>
    <w:rsid w:val="004958E7"/>
    <w:rsid w:val="0049652C"/>
    <w:rsid w:val="0049781E"/>
    <w:rsid w:val="00497DA5"/>
    <w:rsid w:val="00497EF0"/>
    <w:rsid w:val="004A04E4"/>
    <w:rsid w:val="004A071D"/>
    <w:rsid w:val="004A07FA"/>
    <w:rsid w:val="004A0F30"/>
    <w:rsid w:val="004A102A"/>
    <w:rsid w:val="004A1A71"/>
    <w:rsid w:val="004A2300"/>
    <w:rsid w:val="004A242C"/>
    <w:rsid w:val="004A2FB7"/>
    <w:rsid w:val="004A36CC"/>
    <w:rsid w:val="004A3D6B"/>
    <w:rsid w:val="004A53AD"/>
    <w:rsid w:val="004A547A"/>
    <w:rsid w:val="004A54CB"/>
    <w:rsid w:val="004A5641"/>
    <w:rsid w:val="004A60C8"/>
    <w:rsid w:val="004A6ADF"/>
    <w:rsid w:val="004A6F4A"/>
    <w:rsid w:val="004B0436"/>
    <w:rsid w:val="004B082A"/>
    <w:rsid w:val="004B0F71"/>
    <w:rsid w:val="004B2069"/>
    <w:rsid w:val="004B2398"/>
    <w:rsid w:val="004B25E9"/>
    <w:rsid w:val="004B2814"/>
    <w:rsid w:val="004B2A5B"/>
    <w:rsid w:val="004B2D7E"/>
    <w:rsid w:val="004B34B4"/>
    <w:rsid w:val="004B353D"/>
    <w:rsid w:val="004B3E37"/>
    <w:rsid w:val="004B4449"/>
    <w:rsid w:val="004B568D"/>
    <w:rsid w:val="004B6774"/>
    <w:rsid w:val="004B7298"/>
    <w:rsid w:val="004B72B5"/>
    <w:rsid w:val="004B7E1E"/>
    <w:rsid w:val="004B7E53"/>
    <w:rsid w:val="004C028E"/>
    <w:rsid w:val="004C12AB"/>
    <w:rsid w:val="004C16EC"/>
    <w:rsid w:val="004C1A1A"/>
    <w:rsid w:val="004C246F"/>
    <w:rsid w:val="004C2628"/>
    <w:rsid w:val="004C274B"/>
    <w:rsid w:val="004C284D"/>
    <w:rsid w:val="004C321F"/>
    <w:rsid w:val="004C3FDF"/>
    <w:rsid w:val="004C42E1"/>
    <w:rsid w:val="004C4D8C"/>
    <w:rsid w:val="004C4F60"/>
    <w:rsid w:val="004C59B8"/>
    <w:rsid w:val="004C618F"/>
    <w:rsid w:val="004C69DB"/>
    <w:rsid w:val="004C7BA2"/>
    <w:rsid w:val="004D0781"/>
    <w:rsid w:val="004D0C3E"/>
    <w:rsid w:val="004D1B5A"/>
    <w:rsid w:val="004D4A6C"/>
    <w:rsid w:val="004D51A9"/>
    <w:rsid w:val="004D5620"/>
    <w:rsid w:val="004D5B2A"/>
    <w:rsid w:val="004D6087"/>
    <w:rsid w:val="004D6760"/>
    <w:rsid w:val="004D73E4"/>
    <w:rsid w:val="004D7B12"/>
    <w:rsid w:val="004E18F3"/>
    <w:rsid w:val="004E19B8"/>
    <w:rsid w:val="004E457A"/>
    <w:rsid w:val="004E4CED"/>
    <w:rsid w:val="004E5B60"/>
    <w:rsid w:val="004E63E8"/>
    <w:rsid w:val="004E6818"/>
    <w:rsid w:val="004E6FF8"/>
    <w:rsid w:val="004F010C"/>
    <w:rsid w:val="004F0B5A"/>
    <w:rsid w:val="004F237A"/>
    <w:rsid w:val="004F2889"/>
    <w:rsid w:val="004F28C1"/>
    <w:rsid w:val="004F299E"/>
    <w:rsid w:val="004F2ADF"/>
    <w:rsid w:val="004F3D25"/>
    <w:rsid w:val="004F47B1"/>
    <w:rsid w:val="004F4BE1"/>
    <w:rsid w:val="004F61AD"/>
    <w:rsid w:val="004F74DB"/>
    <w:rsid w:val="004F7DE2"/>
    <w:rsid w:val="00501B00"/>
    <w:rsid w:val="00502AD5"/>
    <w:rsid w:val="005049D1"/>
    <w:rsid w:val="00504AD8"/>
    <w:rsid w:val="00504C98"/>
    <w:rsid w:val="00504DCE"/>
    <w:rsid w:val="005058C1"/>
    <w:rsid w:val="00506E26"/>
    <w:rsid w:val="005070F3"/>
    <w:rsid w:val="00507470"/>
    <w:rsid w:val="00507EB5"/>
    <w:rsid w:val="00510035"/>
    <w:rsid w:val="005104FA"/>
    <w:rsid w:val="00510FEC"/>
    <w:rsid w:val="0051165A"/>
    <w:rsid w:val="005128B5"/>
    <w:rsid w:val="00512C1F"/>
    <w:rsid w:val="00512E2E"/>
    <w:rsid w:val="005139AB"/>
    <w:rsid w:val="005148D9"/>
    <w:rsid w:val="005151CF"/>
    <w:rsid w:val="00515C15"/>
    <w:rsid w:val="00515D85"/>
    <w:rsid w:val="00516FF8"/>
    <w:rsid w:val="0051722B"/>
    <w:rsid w:val="005173FD"/>
    <w:rsid w:val="0051793D"/>
    <w:rsid w:val="00520432"/>
    <w:rsid w:val="00520B91"/>
    <w:rsid w:val="0052125A"/>
    <w:rsid w:val="00521559"/>
    <w:rsid w:val="0052207C"/>
    <w:rsid w:val="00522A60"/>
    <w:rsid w:val="005236B9"/>
    <w:rsid w:val="00523CB2"/>
    <w:rsid w:val="005248B3"/>
    <w:rsid w:val="00525191"/>
    <w:rsid w:val="00525754"/>
    <w:rsid w:val="00525FEF"/>
    <w:rsid w:val="00526076"/>
    <w:rsid w:val="005264F4"/>
    <w:rsid w:val="00526E30"/>
    <w:rsid w:val="005271C2"/>
    <w:rsid w:val="005273DE"/>
    <w:rsid w:val="005279A6"/>
    <w:rsid w:val="00527FD3"/>
    <w:rsid w:val="005301AE"/>
    <w:rsid w:val="0053021A"/>
    <w:rsid w:val="00531D80"/>
    <w:rsid w:val="0053206C"/>
    <w:rsid w:val="00532FA2"/>
    <w:rsid w:val="0053318E"/>
    <w:rsid w:val="00533DB2"/>
    <w:rsid w:val="005340AC"/>
    <w:rsid w:val="005346DC"/>
    <w:rsid w:val="005352A7"/>
    <w:rsid w:val="00535F8E"/>
    <w:rsid w:val="0053678A"/>
    <w:rsid w:val="00536DE4"/>
    <w:rsid w:val="00537619"/>
    <w:rsid w:val="005420DE"/>
    <w:rsid w:val="005424E2"/>
    <w:rsid w:val="0054252E"/>
    <w:rsid w:val="0054303C"/>
    <w:rsid w:val="0054355C"/>
    <w:rsid w:val="00543C56"/>
    <w:rsid w:val="0054440F"/>
    <w:rsid w:val="00544BFE"/>
    <w:rsid w:val="00544D2E"/>
    <w:rsid w:val="005462BC"/>
    <w:rsid w:val="00546419"/>
    <w:rsid w:val="0054761A"/>
    <w:rsid w:val="0055164D"/>
    <w:rsid w:val="00552520"/>
    <w:rsid w:val="005525BB"/>
    <w:rsid w:val="005536E7"/>
    <w:rsid w:val="00553CA3"/>
    <w:rsid w:val="00553CD1"/>
    <w:rsid w:val="00554057"/>
    <w:rsid w:val="00554AAB"/>
    <w:rsid w:val="0055529A"/>
    <w:rsid w:val="00555FD9"/>
    <w:rsid w:val="00556B64"/>
    <w:rsid w:val="005574D1"/>
    <w:rsid w:val="005601D5"/>
    <w:rsid w:val="0056211F"/>
    <w:rsid w:val="005629D7"/>
    <w:rsid w:val="0056351C"/>
    <w:rsid w:val="00563775"/>
    <w:rsid w:val="0056379C"/>
    <w:rsid w:val="00563D8D"/>
    <w:rsid w:val="00564AD7"/>
    <w:rsid w:val="00564FE4"/>
    <w:rsid w:val="005656B1"/>
    <w:rsid w:val="00565781"/>
    <w:rsid w:val="00565B16"/>
    <w:rsid w:val="00566C8A"/>
    <w:rsid w:val="005703A1"/>
    <w:rsid w:val="00570A50"/>
    <w:rsid w:val="00570D97"/>
    <w:rsid w:val="005711EB"/>
    <w:rsid w:val="00575AE3"/>
    <w:rsid w:val="0057607C"/>
    <w:rsid w:val="00576964"/>
    <w:rsid w:val="00581151"/>
    <w:rsid w:val="005811F6"/>
    <w:rsid w:val="005817FF"/>
    <w:rsid w:val="005828AF"/>
    <w:rsid w:val="00583416"/>
    <w:rsid w:val="0058369B"/>
    <w:rsid w:val="0058483D"/>
    <w:rsid w:val="00584BF6"/>
    <w:rsid w:val="00584EB1"/>
    <w:rsid w:val="005853BE"/>
    <w:rsid w:val="00585454"/>
    <w:rsid w:val="0058551B"/>
    <w:rsid w:val="0058554C"/>
    <w:rsid w:val="005857CD"/>
    <w:rsid w:val="00585A6B"/>
    <w:rsid w:val="005862A1"/>
    <w:rsid w:val="00587CD7"/>
    <w:rsid w:val="00591B85"/>
    <w:rsid w:val="00592250"/>
    <w:rsid w:val="005925A7"/>
    <w:rsid w:val="00592BF9"/>
    <w:rsid w:val="00592E9C"/>
    <w:rsid w:val="0059450A"/>
    <w:rsid w:val="00595E60"/>
    <w:rsid w:val="00596475"/>
    <w:rsid w:val="00596E4C"/>
    <w:rsid w:val="00596E94"/>
    <w:rsid w:val="005977F6"/>
    <w:rsid w:val="00597A24"/>
    <w:rsid w:val="005A014B"/>
    <w:rsid w:val="005A0153"/>
    <w:rsid w:val="005A0719"/>
    <w:rsid w:val="005A07C5"/>
    <w:rsid w:val="005A0EB3"/>
    <w:rsid w:val="005A1339"/>
    <w:rsid w:val="005A13F3"/>
    <w:rsid w:val="005A1BB8"/>
    <w:rsid w:val="005A1F87"/>
    <w:rsid w:val="005A3C77"/>
    <w:rsid w:val="005A457E"/>
    <w:rsid w:val="005A4BBB"/>
    <w:rsid w:val="005A55D5"/>
    <w:rsid w:val="005A6374"/>
    <w:rsid w:val="005A67BF"/>
    <w:rsid w:val="005A6E14"/>
    <w:rsid w:val="005A6F2B"/>
    <w:rsid w:val="005A7E25"/>
    <w:rsid w:val="005B08B8"/>
    <w:rsid w:val="005B0D29"/>
    <w:rsid w:val="005B114D"/>
    <w:rsid w:val="005B12B5"/>
    <w:rsid w:val="005B1DE5"/>
    <w:rsid w:val="005B3294"/>
    <w:rsid w:val="005B68D0"/>
    <w:rsid w:val="005C1328"/>
    <w:rsid w:val="005C17D9"/>
    <w:rsid w:val="005C18FD"/>
    <w:rsid w:val="005C33D7"/>
    <w:rsid w:val="005C34BA"/>
    <w:rsid w:val="005C3EF8"/>
    <w:rsid w:val="005C411D"/>
    <w:rsid w:val="005C453D"/>
    <w:rsid w:val="005C588B"/>
    <w:rsid w:val="005C6461"/>
    <w:rsid w:val="005D06C6"/>
    <w:rsid w:val="005D098B"/>
    <w:rsid w:val="005D20BD"/>
    <w:rsid w:val="005D28AA"/>
    <w:rsid w:val="005D28BD"/>
    <w:rsid w:val="005D2EE2"/>
    <w:rsid w:val="005D30B6"/>
    <w:rsid w:val="005D44C0"/>
    <w:rsid w:val="005D6716"/>
    <w:rsid w:val="005D7D91"/>
    <w:rsid w:val="005D7F96"/>
    <w:rsid w:val="005E09FD"/>
    <w:rsid w:val="005E18FD"/>
    <w:rsid w:val="005E20E5"/>
    <w:rsid w:val="005E28EA"/>
    <w:rsid w:val="005E3078"/>
    <w:rsid w:val="005E3A9E"/>
    <w:rsid w:val="005E4A1E"/>
    <w:rsid w:val="005E5065"/>
    <w:rsid w:val="005E53D3"/>
    <w:rsid w:val="005E6041"/>
    <w:rsid w:val="005E6415"/>
    <w:rsid w:val="005E6A41"/>
    <w:rsid w:val="005E6D33"/>
    <w:rsid w:val="005F05C4"/>
    <w:rsid w:val="005F0717"/>
    <w:rsid w:val="005F0FA5"/>
    <w:rsid w:val="005F1457"/>
    <w:rsid w:val="005F147E"/>
    <w:rsid w:val="005F23C7"/>
    <w:rsid w:val="005F27A4"/>
    <w:rsid w:val="005F3B81"/>
    <w:rsid w:val="005F540C"/>
    <w:rsid w:val="005F55B1"/>
    <w:rsid w:val="005F5C26"/>
    <w:rsid w:val="005F703F"/>
    <w:rsid w:val="005F7103"/>
    <w:rsid w:val="005F7D23"/>
    <w:rsid w:val="00600F6F"/>
    <w:rsid w:val="00601262"/>
    <w:rsid w:val="00601841"/>
    <w:rsid w:val="00602B40"/>
    <w:rsid w:val="00602CF5"/>
    <w:rsid w:val="006043C0"/>
    <w:rsid w:val="00604410"/>
    <w:rsid w:val="0060450B"/>
    <w:rsid w:val="00605859"/>
    <w:rsid w:val="0060629A"/>
    <w:rsid w:val="00606386"/>
    <w:rsid w:val="00606583"/>
    <w:rsid w:val="00606A97"/>
    <w:rsid w:val="00606AD2"/>
    <w:rsid w:val="00606BEE"/>
    <w:rsid w:val="00607BDB"/>
    <w:rsid w:val="00607F78"/>
    <w:rsid w:val="00610B4E"/>
    <w:rsid w:val="00610D27"/>
    <w:rsid w:val="00610E1C"/>
    <w:rsid w:val="00611DF8"/>
    <w:rsid w:val="00611F38"/>
    <w:rsid w:val="00612365"/>
    <w:rsid w:val="00612B90"/>
    <w:rsid w:val="0061307D"/>
    <w:rsid w:val="00614408"/>
    <w:rsid w:val="00614570"/>
    <w:rsid w:val="00614BE0"/>
    <w:rsid w:val="00615202"/>
    <w:rsid w:val="00622930"/>
    <w:rsid w:val="0062394F"/>
    <w:rsid w:val="00623BD0"/>
    <w:rsid w:val="00623F9C"/>
    <w:rsid w:val="00624645"/>
    <w:rsid w:val="00624995"/>
    <w:rsid w:val="00625803"/>
    <w:rsid w:val="0062588A"/>
    <w:rsid w:val="006260EA"/>
    <w:rsid w:val="00626415"/>
    <w:rsid w:val="0062718A"/>
    <w:rsid w:val="00627293"/>
    <w:rsid w:val="00627816"/>
    <w:rsid w:val="00627FC8"/>
    <w:rsid w:val="006303E7"/>
    <w:rsid w:val="00630DAE"/>
    <w:rsid w:val="006311BC"/>
    <w:rsid w:val="006313C7"/>
    <w:rsid w:val="00632038"/>
    <w:rsid w:val="00632232"/>
    <w:rsid w:val="006325EA"/>
    <w:rsid w:val="00633728"/>
    <w:rsid w:val="00634113"/>
    <w:rsid w:val="0063412B"/>
    <w:rsid w:val="00634451"/>
    <w:rsid w:val="00634B93"/>
    <w:rsid w:val="00635616"/>
    <w:rsid w:val="00637BC6"/>
    <w:rsid w:val="00640074"/>
    <w:rsid w:val="00640247"/>
    <w:rsid w:val="006406E3"/>
    <w:rsid w:val="00640936"/>
    <w:rsid w:val="006410B5"/>
    <w:rsid w:val="0064154B"/>
    <w:rsid w:val="00641DFC"/>
    <w:rsid w:val="006424D8"/>
    <w:rsid w:val="00642678"/>
    <w:rsid w:val="0064287C"/>
    <w:rsid w:val="0064354B"/>
    <w:rsid w:val="006444F1"/>
    <w:rsid w:val="00644B47"/>
    <w:rsid w:val="00645444"/>
    <w:rsid w:val="006459A1"/>
    <w:rsid w:val="00646AF6"/>
    <w:rsid w:val="00647206"/>
    <w:rsid w:val="006475DF"/>
    <w:rsid w:val="00650DEB"/>
    <w:rsid w:val="00652149"/>
    <w:rsid w:val="006524F7"/>
    <w:rsid w:val="006526FE"/>
    <w:rsid w:val="00653090"/>
    <w:rsid w:val="006539C3"/>
    <w:rsid w:val="00653C2D"/>
    <w:rsid w:val="00653F1E"/>
    <w:rsid w:val="006550FA"/>
    <w:rsid w:val="00656B32"/>
    <w:rsid w:val="006570CE"/>
    <w:rsid w:val="00657F66"/>
    <w:rsid w:val="00660334"/>
    <w:rsid w:val="00661C01"/>
    <w:rsid w:val="00661C18"/>
    <w:rsid w:val="00662565"/>
    <w:rsid w:val="00662E16"/>
    <w:rsid w:val="00663890"/>
    <w:rsid w:val="00663C9F"/>
    <w:rsid w:val="00663DFE"/>
    <w:rsid w:val="0066423D"/>
    <w:rsid w:val="00664A61"/>
    <w:rsid w:val="00665648"/>
    <w:rsid w:val="00666A10"/>
    <w:rsid w:val="00666C3E"/>
    <w:rsid w:val="0067041F"/>
    <w:rsid w:val="00670572"/>
    <w:rsid w:val="00670A11"/>
    <w:rsid w:val="0067116F"/>
    <w:rsid w:val="00671677"/>
    <w:rsid w:val="00671B2E"/>
    <w:rsid w:val="00672225"/>
    <w:rsid w:val="00672FE3"/>
    <w:rsid w:val="00673349"/>
    <w:rsid w:val="00673902"/>
    <w:rsid w:val="006746A6"/>
    <w:rsid w:val="00674A04"/>
    <w:rsid w:val="00675CBC"/>
    <w:rsid w:val="00676C71"/>
    <w:rsid w:val="006770B0"/>
    <w:rsid w:val="006770EC"/>
    <w:rsid w:val="006775A7"/>
    <w:rsid w:val="00680CEC"/>
    <w:rsid w:val="0068119C"/>
    <w:rsid w:val="00681688"/>
    <w:rsid w:val="00681B40"/>
    <w:rsid w:val="00681C99"/>
    <w:rsid w:val="00681FD4"/>
    <w:rsid w:val="00682665"/>
    <w:rsid w:val="006833DA"/>
    <w:rsid w:val="006837ED"/>
    <w:rsid w:val="00683CF2"/>
    <w:rsid w:val="00683DE9"/>
    <w:rsid w:val="006846FD"/>
    <w:rsid w:val="006847B9"/>
    <w:rsid w:val="00685166"/>
    <w:rsid w:val="00685A61"/>
    <w:rsid w:val="0069034B"/>
    <w:rsid w:val="00690BE6"/>
    <w:rsid w:val="00691711"/>
    <w:rsid w:val="00691C9F"/>
    <w:rsid w:val="00691E98"/>
    <w:rsid w:val="006931F8"/>
    <w:rsid w:val="0069378D"/>
    <w:rsid w:val="006939C7"/>
    <w:rsid w:val="00694054"/>
    <w:rsid w:val="00696B4D"/>
    <w:rsid w:val="00696E80"/>
    <w:rsid w:val="0069753B"/>
    <w:rsid w:val="00697B6F"/>
    <w:rsid w:val="006A0991"/>
    <w:rsid w:val="006A0B9D"/>
    <w:rsid w:val="006A0D55"/>
    <w:rsid w:val="006A29A2"/>
    <w:rsid w:val="006A2A3D"/>
    <w:rsid w:val="006A34A7"/>
    <w:rsid w:val="006A3656"/>
    <w:rsid w:val="006A384D"/>
    <w:rsid w:val="006A450C"/>
    <w:rsid w:val="006A472D"/>
    <w:rsid w:val="006A7CF6"/>
    <w:rsid w:val="006B0BFE"/>
    <w:rsid w:val="006B0F35"/>
    <w:rsid w:val="006B13BD"/>
    <w:rsid w:val="006B15FC"/>
    <w:rsid w:val="006B18AD"/>
    <w:rsid w:val="006B1906"/>
    <w:rsid w:val="006B1A0C"/>
    <w:rsid w:val="006B3869"/>
    <w:rsid w:val="006B40F4"/>
    <w:rsid w:val="006B42F9"/>
    <w:rsid w:val="006B44F3"/>
    <w:rsid w:val="006B4DC9"/>
    <w:rsid w:val="006B5A2D"/>
    <w:rsid w:val="006B6183"/>
    <w:rsid w:val="006B6759"/>
    <w:rsid w:val="006B6E84"/>
    <w:rsid w:val="006C00BF"/>
    <w:rsid w:val="006C0668"/>
    <w:rsid w:val="006C0F1A"/>
    <w:rsid w:val="006C1050"/>
    <w:rsid w:val="006C1D4A"/>
    <w:rsid w:val="006C22EA"/>
    <w:rsid w:val="006C2655"/>
    <w:rsid w:val="006C3B4E"/>
    <w:rsid w:val="006C5146"/>
    <w:rsid w:val="006C57C9"/>
    <w:rsid w:val="006C60FC"/>
    <w:rsid w:val="006C7990"/>
    <w:rsid w:val="006D1B36"/>
    <w:rsid w:val="006D3A97"/>
    <w:rsid w:val="006D4D26"/>
    <w:rsid w:val="006D573F"/>
    <w:rsid w:val="006D634D"/>
    <w:rsid w:val="006D67BA"/>
    <w:rsid w:val="006D6924"/>
    <w:rsid w:val="006D6A38"/>
    <w:rsid w:val="006D6CDF"/>
    <w:rsid w:val="006D6F46"/>
    <w:rsid w:val="006D7753"/>
    <w:rsid w:val="006E11AE"/>
    <w:rsid w:val="006E205B"/>
    <w:rsid w:val="006E2865"/>
    <w:rsid w:val="006E293F"/>
    <w:rsid w:val="006E3BBE"/>
    <w:rsid w:val="006E3FED"/>
    <w:rsid w:val="006E4880"/>
    <w:rsid w:val="006E549B"/>
    <w:rsid w:val="006E55DA"/>
    <w:rsid w:val="006E5D03"/>
    <w:rsid w:val="006E64A9"/>
    <w:rsid w:val="006E6FE0"/>
    <w:rsid w:val="006E755F"/>
    <w:rsid w:val="006F09B1"/>
    <w:rsid w:val="006F189B"/>
    <w:rsid w:val="006F263D"/>
    <w:rsid w:val="006F2C17"/>
    <w:rsid w:val="006F40EA"/>
    <w:rsid w:val="006F41DF"/>
    <w:rsid w:val="006F460A"/>
    <w:rsid w:val="006F4A21"/>
    <w:rsid w:val="006F5F01"/>
    <w:rsid w:val="006F5F2B"/>
    <w:rsid w:val="007001E1"/>
    <w:rsid w:val="007006A9"/>
    <w:rsid w:val="00701799"/>
    <w:rsid w:val="0070262E"/>
    <w:rsid w:val="00702825"/>
    <w:rsid w:val="0070335D"/>
    <w:rsid w:val="00703580"/>
    <w:rsid w:val="00703981"/>
    <w:rsid w:val="00704B30"/>
    <w:rsid w:val="007050E8"/>
    <w:rsid w:val="007052C4"/>
    <w:rsid w:val="0070541D"/>
    <w:rsid w:val="00705675"/>
    <w:rsid w:val="0070699B"/>
    <w:rsid w:val="00706CA7"/>
    <w:rsid w:val="007070BB"/>
    <w:rsid w:val="00710B9E"/>
    <w:rsid w:val="00710F30"/>
    <w:rsid w:val="00711996"/>
    <w:rsid w:val="00712D93"/>
    <w:rsid w:val="00714AF9"/>
    <w:rsid w:val="00716048"/>
    <w:rsid w:val="00716A50"/>
    <w:rsid w:val="00716F7E"/>
    <w:rsid w:val="007173C8"/>
    <w:rsid w:val="00717821"/>
    <w:rsid w:val="0072048F"/>
    <w:rsid w:val="00721E90"/>
    <w:rsid w:val="00721FB7"/>
    <w:rsid w:val="00722555"/>
    <w:rsid w:val="0072383F"/>
    <w:rsid w:val="00723A4E"/>
    <w:rsid w:val="00723FC6"/>
    <w:rsid w:val="0072458E"/>
    <w:rsid w:val="00725164"/>
    <w:rsid w:val="00725356"/>
    <w:rsid w:val="00726CE3"/>
    <w:rsid w:val="00726DDB"/>
    <w:rsid w:val="00726FD3"/>
    <w:rsid w:val="00727247"/>
    <w:rsid w:val="007274B9"/>
    <w:rsid w:val="00727C25"/>
    <w:rsid w:val="00730983"/>
    <w:rsid w:val="00731232"/>
    <w:rsid w:val="00731548"/>
    <w:rsid w:val="00732AE2"/>
    <w:rsid w:val="00732CDC"/>
    <w:rsid w:val="00733DB6"/>
    <w:rsid w:val="00733FD5"/>
    <w:rsid w:val="0073438A"/>
    <w:rsid w:val="007346CF"/>
    <w:rsid w:val="00734D5C"/>
    <w:rsid w:val="007364E6"/>
    <w:rsid w:val="00740CD2"/>
    <w:rsid w:val="007418E5"/>
    <w:rsid w:val="00741E18"/>
    <w:rsid w:val="00742864"/>
    <w:rsid w:val="0074305C"/>
    <w:rsid w:val="00743B0B"/>
    <w:rsid w:val="007442F9"/>
    <w:rsid w:val="00744D30"/>
    <w:rsid w:val="00745683"/>
    <w:rsid w:val="007478C5"/>
    <w:rsid w:val="00747CBE"/>
    <w:rsid w:val="00750394"/>
    <w:rsid w:val="007503A4"/>
    <w:rsid w:val="0075052F"/>
    <w:rsid w:val="00751F62"/>
    <w:rsid w:val="00752DE5"/>
    <w:rsid w:val="00754B70"/>
    <w:rsid w:val="007553FE"/>
    <w:rsid w:val="00756033"/>
    <w:rsid w:val="0075606B"/>
    <w:rsid w:val="00757799"/>
    <w:rsid w:val="00757EE8"/>
    <w:rsid w:val="0076029A"/>
    <w:rsid w:val="00760ACA"/>
    <w:rsid w:val="00761504"/>
    <w:rsid w:val="0076203A"/>
    <w:rsid w:val="00762B96"/>
    <w:rsid w:val="00763C48"/>
    <w:rsid w:val="0076519B"/>
    <w:rsid w:val="007655FE"/>
    <w:rsid w:val="00765785"/>
    <w:rsid w:val="0076607E"/>
    <w:rsid w:val="007667C1"/>
    <w:rsid w:val="00767140"/>
    <w:rsid w:val="007676C5"/>
    <w:rsid w:val="0077054D"/>
    <w:rsid w:val="00771741"/>
    <w:rsid w:val="007736E2"/>
    <w:rsid w:val="00773707"/>
    <w:rsid w:val="0077396C"/>
    <w:rsid w:val="007744B2"/>
    <w:rsid w:val="007752D6"/>
    <w:rsid w:val="007758F4"/>
    <w:rsid w:val="00775D3E"/>
    <w:rsid w:val="00776FCE"/>
    <w:rsid w:val="00777CAC"/>
    <w:rsid w:val="00777D96"/>
    <w:rsid w:val="00781FD8"/>
    <w:rsid w:val="007825FD"/>
    <w:rsid w:val="0078350B"/>
    <w:rsid w:val="007852D3"/>
    <w:rsid w:val="00785A07"/>
    <w:rsid w:val="00785B86"/>
    <w:rsid w:val="0078628F"/>
    <w:rsid w:val="00786592"/>
    <w:rsid w:val="0078759E"/>
    <w:rsid w:val="007877F6"/>
    <w:rsid w:val="00787CA4"/>
    <w:rsid w:val="00790A5A"/>
    <w:rsid w:val="007935B1"/>
    <w:rsid w:val="00793D15"/>
    <w:rsid w:val="00794103"/>
    <w:rsid w:val="00795213"/>
    <w:rsid w:val="00795E7D"/>
    <w:rsid w:val="0079613E"/>
    <w:rsid w:val="007967C3"/>
    <w:rsid w:val="00797070"/>
    <w:rsid w:val="00797361"/>
    <w:rsid w:val="007976A3"/>
    <w:rsid w:val="00797C30"/>
    <w:rsid w:val="00797FC2"/>
    <w:rsid w:val="007A0994"/>
    <w:rsid w:val="007A0B48"/>
    <w:rsid w:val="007A0E61"/>
    <w:rsid w:val="007A1A18"/>
    <w:rsid w:val="007A1F8A"/>
    <w:rsid w:val="007A3438"/>
    <w:rsid w:val="007A395D"/>
    <w:rsid w:val="007A3EDA"/>
    <w:rsid w:val="007A535D"/>
    <w:rsid w:val="007A55D1"/>
    <w:rsid w:val="007A5E71"/>
    <w:rsid w:val="007A64D9"/>
    <w:rsid w:val="007A658D"/>
    <w:rsid w:val="007A7681"/>
    <w:rsid w:val="007A7C7B"/>
    <w:rsid w:val="007B02FB"/>
    <w:rsid w:val="007B0A32"/>
    <w:rsid w:val="007B1EA3"/>
    <w:rsid w:val="007B33A6"/>
    <w:rsid w:val="007B3CD9"/>
    <w:rsid w:val="007B4547"/>
    <w:rsid w:val="007B6230"/>
    <w:rsid w:val="007B769C"/>
    <w:rsid w:val="007B7F10"/>
    <w:rsid w:val="007C011D"/>
    <w:rsid w:val="007C110F"/>
    <w:rsid w:val="007C15D7"/>
    <w:rsid w:val="007C1AA5"/>
    <w:rsid w:val="007C25E7"/>
    <w:rsid w:val="007C2FFC"/>
    <w:rsid w:val="007C43AB"/>
    <w:rsid w:val="007C46A4"/>
    <w:rsid w:val="007C46D9"/>
    <w:rsid w:val="007C4772"/>
    <w:rsid w:val="007C5360"/>
    <w:rsid w:val="007C5647"/>
    <w:rsid w:val="007C58CF"/>
    <w:rsid w:val="007C5BE0"/>
    <w:rsid w:val="007C5E32"/>
    <w:rsid w:val="007C62FB"/>
    <w:rsid w:val="007C7841"/>
    <w:rsid w:val="007D1273"/>
    <w:rsid w:val="007D1389"/>
    <w:rsid w:val="007D17B9"/>
    <w:rsid w:val="007D2AD9"/>
    <w:rsid w:val="007D34FE"/>
    <w:rsid w:val="007D351D"/>
    <w:rsid w:val="007D43F1"/>
    <w:rsid w:val="007D56A9"/>
    <w:rsid w:val="007D5FCE"/>
    <w:rsid w:val="007D6108"/>
    <w:rsid w:val="007D6DF0"/>
    <w:rsid w:val="007D75C1"/>
    <w:rsid w:val="007E1B5C"/>
    <w:rsid w:val="007E1E2D"/>
    <w:rsid w:val="007E3892"/>
    <w:rsid w:val="007E3ACB"/>
    <w:rsid w:val="007E44E3"/>
    <w:rsid w:val="007E4C03"/>
    <w:rsid w:val="007E4F69"/>
    <w:rsid w:val="007E5A55"/>
    <w:rsid w:val="007E63FD"/>
    <w:rsid w:val="007E6791"/>
    <w:rsid w:val="007E76CF"/>
    <w:rsid w:val="007E7D60"/>
    <w:rsid w:val="007F0D79"/>
    <w:rsid w:val="007F1438"/>
    <w:rsid w:val="007F29A2"/>
    <w:rsid w:val="007F2EC7"/>
    <w:rsid w:val="007F3B36"/>
    <w:rsid w:val="007F3B86"/>
    <w:rsid w:val="007F3BBF"/>
    <w:rsid w:val="007F46A3"/>
    <w:rsid w:val="007F4AA3"/>
    <w:rsid w:val="007F53C6"/>
    <w:rsid w:val="007F5898"/>
    <w:rsid w:val="007F60A7"/>
    <w:rsid w:val="007F6F47"/>
    <w:rsid w:val="007F712E"/>
    <w:rsid w:val="007F7EF0"/>
    <w:rsid w:val="008003A6"/>
    <w:rsid w:val="00800C85"/>
    <w:rsid w:val="0080140D"/>
    <w:rsid w:val="00802329"/>
    <w:rsid w:val="0080277A"/>
    <w:rsid w:val="00802824"/>
    <w:rsid w:val="008034C0"/>
    <w:rsid w:val="008035DF"/>
    <w:rsid w:val="00803A71"/>
    <w:rsid w:val="00803E77"/>
    <w:rsid w:val="00804007"/>
    <w:rsid w:val="008040C2"/>
    <w:rsid w:val="00804721"/>
    <w:rsid w:val="008048A6"/>
    <w:rsid w:val="00804F03"/>
    <w:rsid w:val="008052DC"/>
    <w:rsid w:val="008052EE"/>
    <w:rsid w:val="00806486"/>
    <w:rsid w:val="008065D7"/>
    <w:rsid w:val="00806643"/>
    <w:rsid w:val="008077B6"/>
    <w:rsid w:val="00807D63"/>
    <w:rsid w:val="00810586"/>
    <w:rsid w:val="008106B8"/>
    <w:rsid w:val="00811314"/>
    <w:rsid w:val="00811654"/>
    <w:rsid w:val="008120C6"/>
    <w:rsid w:val="00812D98"/>
    <w:rsid w:val="00813465"/>
    <w:rsid w:val="0081448C"/>
    <w:rsid w:val="00816194"/>
    <w:rsid w:val="00816201"/>
    <w:rsid w:val="008162D1"/>
    <w:rsid w:val="00816B67"/>
    <w:rsid w:val="00816BE8"/>
    <w:rsid w:val="00816DDA"/>
    <w:rsid w:val="008173E3"/>
    <w:rsid w:val="0081761F"/>
    <w:rsid w:val="008179EA"/>
    <w:rsid w:val="00820BC2"/>
    <w:rsid w:val="0082133B"/>
    <w:rsid w:val="008214E0"/>
    <w:rsid w:val="008218B9"/>
    <w:rsid w:val="00822A6B"/>
    <w:rsid w:val="008230F1"/>
    <w:rsid w:val="008231A9"/>
    <w:rsid w:val="00823947"/>
    <w:rsid w:val="0082401F"/>
    <w:rsid w:val="008243E4"/>
    <w:rsid w:val="00824873"/>
    <w:rsid w:val="00825044"/>
    <w:rsid w:val="00825072"/>
    <w:rsid w:val="00826F7F"/>
    <w:rsid w:val="0082735B"/>
    <w:rsid w:val="008273DB"/>
    <w:rsid w:val="00830735"/>
    <w:rsid w:val="00830D51"/>
    <w:rsid w:val="00830E57"/>
    <w:rsid w:val="00831A28"/>
    <w:rsid w:val="008335AB"/>
    <w:rsid w:val="0083373E"/>
    <w:rsid w:val="008338BE"/>
    <w:rsid w:val="008339D0"/>
    <w:rsid w:val="00834178"/>
    <w:rsid w:val="008342E2"/>
    <w:rsid w:val="00834B76"/>
    <w:rsid w:val="0083639A"/>
    <w:rsid w:val="0084090F"/>
    <w:rsid w:val="00840E32"/>
    <w:rsid w:val="00840EC6"/>
    <w:rsid w:val="008410DC"/>
    <w:rsid w:val="00841279"/>
    <w:rsid w:val="00842029"/>
    <w:rsid w:val="00844121"/>
    <w:rsid w:val="00844E17"/>
    <w:rsid w:val="00844F81"/>
    <w:rsid w:val="00845BB1"/>
    <w:rsid w:val="00847669"/>
    <w:rsid w:val="00847761"/>
    <w:rsid w:val="00851B6B"/>
    <w:rsid w:val="00851F02"/>
    <w:rsid w:val="00852B42"/>
    <w:rsid w:val="00852DE1"/>
    <w:rsid w:val="008530BA"/>
    <w:rsid w:val="00853147"/>
    <w:rsid w:val="0085379B"/>
    <w:rsid w:val="00853E4A"/>
    <w:rsid w:val="00854D4D"/>
    <w:rsid w:val="008553D9"/>
    <w:rsid w:val="0085634C"/>
    <w:rsid w:val="008571B5"/>
    <w:rsid w:val="0085722F"/>
    <w:rsid w:val="00857ABE"/>
    <w:rsid w:val="008600A6"/>
    <w:rsid w:val="00861837"/>
    <w:rsid w:val="00862695"/>
    <w:rsid w:val="0086283A"/>
    <w:rsid w:val="00862A26"/>
    <w:rsid w:val="00862F0A"/>
    <w:rsid w:val="008630FE"/>
    <w:rsid w:val="008634AC"/>
    <w:rsid w:val="00863DC5"/>
    <w:rsid w:val="00864CA1"/>
    <w:rsid w:val="008650F4"/>
    <w:rsid w:val="00866157"/>
    <w:rsid w:val="008666F9"/>
    <w:rsid w:val="00866E4C"/>
    <w:rsid w:val="00870586"/>
    <w:rsid w:val="00870C8A"/>
    <w:rsid w:val="0087160E"/>
    <w:rsid w:val="00871AC4"/>
    <w:rsid w:val="00872605"/>
    <w:rsid w:val="0087274F"/>
    <w:rsid w:val="008732E6"/>
    <w:rsid w:val="00873763"/>
    <w:rsid w:val="00875B7C"/>
    <w:rsid w:val="008767FC"/>
    <w:rsid w:val="00876A52"/>
    <w:rsid w:val="00876A7C"/>
    <w:rsid w:val="00876B7D"/>
    <w:rsid w:val="008777EB"/>
    <w:rsid w:val="008806E9"/>
    <w:rsid w:val="008809E7"/>
    <w:rsid w:val="008809FC"/>
    <w:rsid w:val="0088100A"/>
    <w:rsid w:val="00881E6A"/>
    <w:rsid w:val="00884912"/>
    <w:rsid w:val="00884BE2"/>
    <w:rsid w:val="00884BFF"/>
    <w:rsid w:val="008856A5"/>
    <w:rsid w:val="00885828"/>
    <w:rsid w:val="00886630"/>
    <w:rsid w:val="0088676A"/>
    <w:rsid w:val="00886976"/>
    <w:rsid w:val="00887C7F"/>
    <w:rsid w:val="00890AFB"/>
    <w:rsid w:val="00890E6E"/>
    <w:rsid w:val="008936B7"/>
    <w:rsid w:val="008939E5"/>
    <w:rsid w:val="0089484D"/>
    <w:rsid w:val="00894F7A"/>
    <w:rsid w:val="0089540A"/>
    <w:rsid w:val="008974A2"/>
    <w:rsid w:val="00897B85"/>
    <w:rsid w:val="00897DB4"/>
    <w:rsid w:val="008A08B6"/>
    <w:rsid w:val="008A0C0C"/>
    <w:rsid w:val="008A0F49"/>
    <w:rsid w:val="008A10A4"/>
    <w:rsid w:val="008A171C"/>
    <w:rsid w:val="008A224E"/>
    <w:rsid w:val="008A294C"/>
    <w:rsid w:val="008A29ED"/>
    <w:rsid w:val="008A393B"/>
    <w:rsid w:val="008A50C7"/>
    <w:rsid w:val="008A5B5E"/>
    <w:rsid w:val="008A5B64"/>
    <w:rsid w:val="008A6308"/>
    <w:rsid w:val="008A694C"/>
    <w:rsid w:val="008A6A40"/>
    <w:rsid w:val="008A6A58"/>
    <w:rsid w:val="008A6B74"/>
    <w:rsid w:val="008A756B"/>
    <w:rsid w:val="008B1781"/>
    <w:rsid w:val="008B1B33"/>
    <w:rsid w:val="008B22F1"/>
    <w:rsid w:val="008B43B3"/>
    <w:rsid w:val="008B4C47"/>
    <w:rsid w:val="008B4D2C"/>
    <w:rsid w:val="008B592D"/>
    <w:rsid w:val="008B5B72"/>
    <w:rsid w:val="008B5EF1"/>
    <w:rsid w:val="008B6926"/>
    <w:rsid w:val="008B775C"/>
    <w:rsid w:val="008C03E7"/>
    <w:rsid w:val="008C0C67"/>
    <w:rsid w:val="008C0C94"/>
    <w:rsid w:val="008C2077"/>
    <w:rsid w:val="008C2700"/>
    <w:rsid w:val="008C298F"/>
    <w:rsid w:val="008C3B32"/>
    <w:rsid w:val="008C411A"/>
    <w:rsid w:val="008C44C2"/>
    <w:rsid w:val="008C501A"/>
    <w:rsid w:val="008C5A4B"/>
    <w:rsid w:val="008C5BAC"/>
    <w:rsid w:val="008C5FDC"/>
    <w:rsid w:val="008C5FDF"/>
    <w:rsid w:val="008C6785"/>
    <w:rsid w:val="008C7572"/>
    <w:rsid w:val="008C7627"/>
    <w:rsid w:val="008C7CC1"/>
    <w:rsid w:val="008D01BC"/>
    <w:rsid w:val="008D3124"/>
    <w:rsid w:val="008D44F9"/>
    <w:rsid w:val="008D51DC"/>
    <w:rsid w:val="008D5FC5"/>
    <w:rsid w:val="008D6090"/>
    <w:rsid w:val="008D62B7"/>
    <w:rsid w:val="008D666D"/>
    <w:rsid w:val="008D6E9D"/>
    <w:rsid w:val="008D6F37"/>
    <w:rsid w:val="008D7176"/>
    <w:rsid w:val="008D7350"/>
    <w:rsid w:val="008D7A1B"/>
    <w:rsid w:val="008E011E"/>
    <w:rsid w:val="008E0F38"/>
    <w:rsid w:val="008E1241"/>
    <w:rsid w:val="008E1457"/>
    <w:rsid w:val="008E17F7"/>
    <w:rsid w:val="008E50F7"/>
    <w:rsid w:val="008E5E9B"/>
    <w:rsid w:val="008E7812"/>
    <w:rsid w:val="008E79A5"/>
    <w:rsid w:val="008E79D6"/>
    <w:rsid w:val="008E79E5"/>
    <w:rsid w:val="008F12F1"/>
    <w:rsid w:val="008F1B14"/>
    <w:rsid w:val="008F1DF0"/>
    <w:rsid w:val="008F1FE3"/>
    <w:rsid w:val="008F25CE"/>
    <w:rsid w:val="008F280A"/>
    <w:rsid w:val="008F31FD"/>
    <w:rsid w:val="008F39FC"/>
    <w:rsid w:val="008F441B"/>
    <w:rsid w:val="008F45E6"/>
    <w:rsid w:val="008F4A43"/>
    <w:rsid w:val="008F4CFF"/>
    <w:rsid w:val="008F51E1"/>
    <w:rsid w:val="008F59BF"/>
    <w:rsid w:val="008F5CEE"/>
    <w:rsid w:val="008F5DDF"/>
    <w:rsid w:val="008F6780"/>
    <w:rsid w:val="008F6EC1"/>
    <w:rsid w:val="008F6F05"/>
    <w:rsid w:val="00901E30"/>
    <w:rsid w:val="00903EBA"/>
    <w:rsid w:val="0090427E"/>
    <w:rsid w:val="009045EA"/>
    <w:rsid w:val="00904761"/>
    <w:rsid w:val="00904AE6"/>
    <w:rsid w:val="00904DEA"/>
    <w:rsid w:val="0090529E"/>
    <w:rsid w:val="00905529"/>
    <w:rsid w:val="00906CB6"/>
    <w:rsid w:val="00907976"/>
    <w:rsid w:val="00910005"/>
    <w:rsid w:val="0091068A"/>
    <w:rsid w:val="00910C59"/>
    <w:rsid w:val="00911068"/>
    <w:rsid w:val="009127B7"/>
    <w:rsid w:val="00912B98"/>
    <w:rsid w:val="00912E8F"/>
    <w:rsid w:val="00913718"/>
    <w:rsid w:val="00913E96"/>
    <w:rsid w:val="009141E0"/>
    <w:rsid w:val="0091525F"/>
    <w:rsid w:val="00915387"/>
    <w:rsid w:val="0091654E"/>
    <w:rsid w:val="0091681C"/>
    <w:rsid w:val="00916C72"/>
    <w:rsid w:val="00917880"/>
    <w:rsid w:val="00917AB3"/>
    <w:rsid w:val="00917C64"/>
    <w:rsid w:val="00917DFD"/>
    <w:rsid w:val="00917E84"/>
    <w:rsid w:val="00917E86"/>
    <w:rsid w:val="009204D7"/>
    <w:rsid w:val="00920D5A"/>
    <w:rsid w:val="0092142B"/>
    <w:rsid w:val="00922645"/>
    <w:rsid w:val="00923171"/>
    <w:rsid w:val="0092327B"/>
    <w:rsid w:val="00923328"/>
    <w:rsid w:val="0092675A"/>
    <w:rsid w:val="00926A4E"/>
    <w:rsid w:val="009270DD"/>
    <w:rsid w:val="009274FB"/>
    <w:rsid w:val="00930269"/>
    <w:rsid w:val="00931E41"/>
    <w:rsid w:val="00932258"/>
    <w:rsid w:val="00932498"/>
    <w:rsid w:val="009324F2"/>
    <w:rsid w:val="009334FB"/>
    <w:rsid w:val="00933DA7"/>
    <w:rsid w:val="00934967"/>
    <w:rsid w:val="00940843"/>
    <w:rsid w:val="00940F7F"/>
    <w:rsid w:val="009411E9"/>
    <w:rsid w:val="00941CBA"/>
    <w:rsid w:val="009425F0"/>
    <w:rsid w:val="00942F27"/>
    <w:rsid w:val="009430CD"/>
    <w:rsid w:val="009434D9"/>
    <w:rsid w:val="00943A57"/>
    <w:rsid w:val="00943A5B"/>
    <w:rsid w:val="00944236"/>
    <w:rsid w:val="009457C9"/>
    <w:rsid w:val="0094595F"/>
    <w:rsid w:val="00946EDC"/>
    <w:rsid w:val="00947565"/>
    <w:rsid w:val="00947AB4"/>
    <w:rsid w:val="0095179F"/>
    <w:rsid w:val="00952034"/>
    <w:rsid w:val="00952FD0"/>
    <w:rsid w:val="009531F9"/>
    <w:rsid w:val="0095329E"/>
    <w:rsid w:val="00954957"/>
    <w:rsid w:val="009555C6"/>
    <w:rsid w:val="00955F4F"/>
    <w:rsid w:val="00956911"/>
    <w:rsid w:val="00956C55"/>
    <w:rsid w:val="00957C05"/>
    <w:rsid w:val="0096081C"/>
    <w:rsid w:val="00960D96"/>
    <w:rsid w:val="0096123E"/>
    <w:rsid w:val="00962A0E"/>
    <w:rsid w:val="00962B6F"/>
    <w:rsid w:val="009630FC"/>
    <w:rsid w:val="009632D5"/>
    <w:rsid w:val="0096434F"/>
    <w:rsid w:val="00964780"/>
    <w:rsid w:val="00964FB0"/>
    <w:rsid w:val="009655C0"/>
    <w:rsid w:val="00965872"/>
    <w:rsid w:val="00965AE7"/>
    <w:rsid w:val="00965AF9"/>
    <w:rsid w:val="00966863"/>
    <w:rsid w:val="00967EC4"/>
    <w:rsid w:val="00970657"/>
    <w:rsid w:val="00971D20"/>
    <w:rsid w:val="00971F32"/>
    <w:rsid w:val="00973E49"/>
    <w:rsid w:val="00974531"/>
    <w:rsid w:val="00974EE4"/>
    <w:rsid w:val="00974F22"/>
    <w:rsid w:val="009750CD"/>
    <w:rsid w:val="00975631"/>
    <w:rsid w:val="0097664F"/>
    <w:rsid w:val="009769C1"/>
    <w:rsid w:val="0097755C"/>
    <w:rsid w:val="00981BBD"/>
    <w:rsid w:val="00981D25"/>
    <w:rsid w:val="00981F3C"/>
    <w:rsid w:val="00982924"/>
    <w:rsid w:val="00982A09"/>
    <w:rsid w:val="00982FF4"/>
    <w:rsid w:val="009839DF"/>
    <w:rsid w:val="00983D8D"/>
    <w:rsid w:val="00985944"/>
    <w:rsid w:val="00985F8E"/>
    <w:rsid w:val="009860C4"/>
    <w:rsid w:val="0098624C"/>
    <w:rsid w:val="009862DC"/>
    <w:rsid w:val="00986997"/>
    <w:rsid w:val="009869FD"/>
    <w:rsid w:val="0098700B"/>
    <w:rsid w:val="009872BA"/>
    <w:rsid w:val="0098796D"/>
    <w:rsid w:val="00987EA9"/>
    <w:rsid w:val="00990F02"/>
    <w:rsid w:val="00991241"/>
    <w:rsid w:val="00991264"/>
    <w:rsid w:val="00991268"/>
    <w:rsid w:val="00992635"/>
    <w:rsid w:val="009929CF"/>
    <w:rsid w:val="00992A0B"/>
    <w:rsid w:val="00992C3B"/>
    <w:rsid w:val="00992E3B"/>
    <w:rsid w:val="009933AE"/>
    <w:rsid w:val="00994019"/>
    <w:rsid w:val="009944AB"/>
    <w:rsid w:val="00995DF2"/>
    <w:rsid w:val="00997B3D"/>
    <w:rsid w:val="00997FB0"/>
    <w:rsid w:val="009A03D2"/>
    <w:rsid w:val="009A0872"/>
    <w:rsid w:val="009A1865"/>
    <w:rsid w:val="009A1E75"/>
    <w:rsid w:val="009A2830"/>
    <w:rsid w:val="009A29F2"/>
    <w:rsid w:val="009A5C2E"/>
    <w:rsid w:val="009A69A5"/>
    <w:rsid w:val="009A74F0"/>
    <w:rsid w:val="009B0C43"/>
    <w:rsid w:val="009B16A3"/>
    <w:rsid w:val="009B314D"/>
    <w:rsid w:val="009B4FAA"/>
    <w:rsid w:val="009B52E5"/>
    <w:rsid w:val="009B56B6"/>
    <w:rsid w:val="009B5C39"/>
    <w:rsid w:val="009B67D1"/>
    <w:rsid w:val="009B681B"/>
    <w:rsid w:val="009B7737"/>
    <w:rsid w:val="009C0A1B"/>
    <w:rsid w:val="009C0DC2"/>
    <w:rsid w:val="009C1AB1"/>
    <w:rsid w:val="009C2188"/>
    <w:rsid w:val="009C23CF"/>
    <w:rsid w:val="009C2CB3"/>
    <w:rsid w:val="009C3243"/>
    <w:rsid w:val="009C375A"/>
    <w:rsid w:val="009C4561"/>
    <w:rsid w:val="009C4AC1"/>
    <w:rsid w:val="009C5A3F"/>
    <w:rsid w:val="009C613C"/>
    <w:rsid w:val="009C6246"/>
    <w:rsid w:val="009C6779"/>
    <w:rsid w:val="009D042F"/>
    <w:rsid w:val="009D188A"/>
    <w:rsid w:val="009D1C12"/>
    <w:rsid w:val="009D23BB"/>
    <w:rsid w:val="009D2FE6"/>
    <w:rsid w:val="009D3B29"/>
    <w:rsid w:val="009D3BE6"/>
    <w:rsid w:val="009D3EA4"/>
    <w:rsid w:val="009D4E49"/>
    <w:rsid w:val="009D7751"/>
    <w:rsid w:val="009D7852"/>
    <w:rsid w:val="009E09DE"/>
    <w:rsid w:val="009E0CCA"/>
    <w:rsid w:val="009E1555"/>
    <w:rsid w:val="009E175F"/>
    <w:rsid w:val="009E182E"/>
    <w:rsid w:val="009E200D"/>
    <w:rsid w:val="009E21FB"/>
    <w:rsid w:val="009E28E6"/>
    <w:rsid w:val="009E2B1E"/>
    <w:rsid w:val="009E34A5"/>
    <w:rsid w:val="009E4A74"/>
    <w:rsid w:val="009E5101"/>
    <w:rsid w:val="009E559F"/>
    <w:rsid w:val="009E5845"/>
    <w:rsid w:val="009E6DBA"/>
    <w:rsid w:val="009F030C"/>
    <w:rsid w:val="009F1361"/>
    <w:rsid w:val="009F2CA2"/>
    <w:rsid w:val="009F2D0D"/>
    <w:rsid w:val="009F34E5"/>
    <w:rsid w:val="009F378F"/>
    <w:rsid w:val="009F3E9A"/>
    <w:rsid w:val="009F4D39"/>
    <w:rsid w:val="009F50C4"/>
    <w:rsid w:val="009F53FF"/>
    <w:rsid w:val="009F6276"/>
    <w:rsid w:val="009F7780"/>
    <w:rsid w:val="00A007B8"/>
    <w:rsid w:val="00A00A28"/>
    <w:rsid w:val="00A01314"/>
    <w:rsid w:val="00A017E1"/>
    <w:rsid w:val="00A02603"/>
    <w:rsid w:val="00A02FB1"/>
    <w:rsid w:val="00A0487C"/>
    <w:rsid w:val="00A0539D"/>
    <w:rsid w:val="00A12115"/>
    <w:rsid w:val="00A125F8"/>
    <w:rsid w:val="00A138A4"/>
    <w:rsid w:val="00A13D12"/>
    <w:rsid w:val="00A14461"/>
    <w:rsid w:val="00A14834"/>
    <w:rsid w:val="00A14BC2"/>
    <w:rsid w:val="00A15D04"/>
    <w:rsid w:val="00A1601E"/>
    <w:rsid w:val="00A162A3"/>
    <w:rsid w:val="00A16D95"/>
    <w:rsid w:val="00A16F83"/>
    <w:rsid w:val="00A17568"/>
    <w:rsid w:val="00A204C8"/>
    <w:rsid w:val="00A2148C"/>
    <w:rsid w:val="00A21774"/>
    <w:rsid w:val="00A234FC"/>
    <w:rsid w:val="00A2433F"/>
    <w:rsid w:val="00A24AB0"/>
    <w:rsid w:val="00A25232"/>
    <w:rsid w:val="00A260AA"/>
    <w:rsid w:val="00A269F1"/>
    <w:rsid w:val="00A26A84"/>
    <w:rsid w:val="00A26BCF"/>
    <w:rsid w:val="00A2742C"/>
    <w:rsid w:val="00A27A04"/>
    <w:rsid w:val="00A31060"/>
    <w:rsid w:val="00A3168C"/>
    <w:rsid w:val="00A31810"/>
    <w:rsid w:val="00A321E0"/>
    <w:rsid w:val="00A32993"/>
    <w:rsid w:val="00A32F16"/>
    <w:rsid w:val="00A339D5"/>
    <w:rsid w:val="00A355FD"/>
    <w:rsid w:val="00A357C6"/>
    <w:rsid w:val="00A359A9"/>
    <w:rsid w:val="00A360C5"/>
    <w:rsid w:val="00A36728"/>
    <w:rsid w:val="00A36F3E"/>
    <w:rsid w:val="00A36FB0"/>
    <w:rsid w:val="00A37188"/>
    <w:rsid w:val="00A41211"/>
    <w:rsid w:val="00A417E0"/>
    <w:rsid w:val="00A437F2"/>
    <w:rsid w:val="00A43945"/>
    <w:rsid w:val="00A43D9A"/>
    <w:rsid w:val="00A443DD"/>
    <w:rsid w:val="00A44FF4"/>
    <w:rsid w:val="00A451EA"/>
    <w:rsid w:val="00A453A8"/>
    <w:rsid w:val="00A4596B"/>
    <w:rsid w:val="00A468A7"/>
    <w:rsid w:val="00A5056D"/>
    <w:rsid w:val="00A51192"/>
    <w:rsid w:val="00A51313"/>
    <w:rsid w:val="00A523FB"/>
    <w:rsid w:val="00A532C0"/>
    <w:rsid w:val="00A535FB"/>
    <w:rsid w:val="00A53A01"/>
    <w:rsid w:val="00A53FAD"/>
    <w:rsid w:val="00A546EA"/>
    <w:rsid w:val="00A55B60"/>
    <w:rsid w:val="00A55F8A"/>
    <w:rsid w:val="00A57B21"/>
    <w:rsid w:val="00A57CDB"/>
    <w:rsid w:val="00A613AA"/>
    <w:rsid w:val="00A6144E"/>
    <w:rsid w:val="00A6261E"/>
    <w:rsid w:val="00A62EC4"/>
    <w:rsid w:val="00A6381F"/>
    <w:rsid w:val="00A657E5"/>
    <w:rsid w:val="00A65953"/>
    <w:rsid w:val="00A65DA7"/>
    <w:rsid w:val="00A66373"/>
    <w:rsid w:val="00A663FB"/>
    <w:rsid w:val="00A66A29"/>
    <w:rsid w:val="00A67523"/>
    <w:rsid w:val="00A7007D"/>
    <w:rsid w:val="00A711E0"/>
    <w:rsid w:val="00A71E71"/>
    <w:rsid w:val="00A7281A"/>
    <w:rsid w:val="00A72968"/>
    <w:rsid w:val="00A72ACE"/>
    <w:rsid w:val="00A740E6"/>
    <w:rsid w:val="00A74841"/>
    <w:rsid w:val="00A74F60"/>
    <w:rsid w:val="00A75EA1"/>
    <w:rsid w:val="00A763B0"/>
    <w:rsid w:val="00A77896"/>
    <w:rsid w:val="00A8024F"/>
    <w:rsid w:val="00A80A23"/>
    <w:rsid w:val="00A82015"/>
    <w:rsid w:val="00A82183"/>
    <w:rsid w:val="00A821E2"/>
    <w:rsid w:val="00A822A4"/>
    <w:rsid w:val="00A823BD"/>
    <w:rsid w:val="00A835CE"/>
    <w:rsid w:val="00A83E61"/>
    <w:rsid w:val="00A84BBF"/>
    <w:rsid w:val="00A85D49"/>
    <w:rsid w:val="00A85D55"/>
    <w:rsid w:val="00A8611D"/>
    <w:rsid w:val="00A870DE"/>
    <w:rsid w:val="00A8747A"/>
    <w:rsid w:val="00A875CC"/>
    <w:rsid w:val="00A902F1"/>
    <w:rsid w:val="00A9165B"/>
    <w:rsid w:val="00A91E31"/>
    <w:rsid w:val="00A92C79"/>
    <w:rsid w:val="00A93374"/>
    <w:rsid w:val="00A936C2"/>
    <w:rsid w:val="00A94217"/>
    <w:rsid w:val="00A94406"/>
    <w:rsid w:val="00A946D8"/>
    <w:rsid w:val="00A94AD0"/>
    <w:rsid w:val="00A94BEE"/>
    <w:rsid w:val="00A94CDB"/>
    <w:rsid w:val="00A95CA1"/>
    <w:rsid w:val="00A95FC4"/>
    <w:rsid w:val="00A97333"/>
    <w:rsid w:val="00AA0273"/>
    <w:rsid w:val="00AA0F97"/>
    <w:rsid w:val="00AA1F6C"/>
    <w:rsid w:val="00AA3179"/>
    <w:rsid w:val="00AA354F"/>
    <w:rsid w:val="00AA3F5D"/>
    <w:rsid w:val="00AA519D"/>
    <w:rsid w:val="00AA5B93"/>
    <w:rsid w:val="00AA5D20"/>
    <w:rsid w:val="00AA5FE7"/>
    <w:rsid w:val="00AA6125"/>
    <w:rsid w:val="00AA7014"/>
    <w:rsid w:val="00AA7036"/>
    <w:rsid w:val="00AA7B88"/>
    <w:rsid w:val="00AB0937"/>
    <w:rsid w:val="00AB1C3F"/>
    <w:rsid w:val="00AB225E"/>
    <w:rsid w:val="00AB2941"/>
    <w:rsid w:val="00AB2C07"/>
    <w:rsid w:val="00AB3725"/>
    <w:rsid w:val="00AB397E"/>
    <w:rsid w:val="00AB3F51"/>
    <w:rsid w:val="00AB4911"/>
    <w:rsid w:val="00AB5138"/>
    <w:rsid w:val="00AB6F0A"/>
    <w:rsid w:val="00AC12FC"/>
    <w:rsid w:val="00AC1DB4"/>
    <w:rsid w:val="00AC2ECE"/>
    <w:rsid w:val="00AC48DA"/>
    <w:rsid w:val="00AC5EDA"/>
    <w:rsid w:val="00AC6FCA"/>
    <w:rsid w:val="00AC7166"/>
    <w:rsid w:val="00AD064B"/>
    <w:rsid w:val="00AD1330"/>
    <w:rsid w:val="00AD2C77"/>
    <w:rsid w:val="00AD2C9C"/>
    <w:rsid w:val="00AD3ED9"/>
    <w:rsid w:val="00AD4FD8"/>
    <w:rsid w:val="00AD6A49"/>
    <w:rsid w:val="00AD6C59"/>
    <w:rsid w:val="00AE00A4"/>
    <w:rsid w:val="00AE0AC8"/>
    <w:rsid w:val="00AE0E13"/>
    <w:rsid w:val="00AE0E40"/>
    <w:rsid w:val="00AE1D44"/>
    <w:rsid w:val="00AE1D82"/>
    <w:rsid w:val="00AE1DCF"/>
    <w:rsid w:val="00AE1E51"/>
    <w:rsid w:val="00AE34A1"/>
    <w:rsid w:val="00AE3AA6"/>
    <w:rsid w:val="00AE3C59"/>
    <w:rsid w:val="00AE3D5F"/>
    <w:rsid w:val="00AE4159"/>
    <w:rsid w:val="00AE4A45"/>
    <w:rsid w:val="00AE4C3C"/>
    <w:rsid w:val="00AE55CE"/>
    <w:rsid w:val="00AE6E65"/>
    <w:rsid w:val="00AE7452"/>
    <w:rsid w:val="00AF0002"/>
    <w:rsid w:val="00AF0578"/>
    <w:rsid w:val="00AF09CB"/>
    <w:rsid w:val="00AF0DE0"/>
    <w:rsid w:val="00AF1FB0"/>
    <w:rsid w:val="00AF3232"/>
    <w:rsid w:val="00AF3348"/>
    <w:rsid w:val="00AF4C2F"/>
    <w:rsid w:val="00AF4FD6"/>
    <w:rsid w:val="00AF562C"/>
    <w:rsid w:val="00AF6D9C"/>
    <w:rsid w:val="00AF7117"/>
    <w:rsid w:val="00AF7210"/>
    <w:rsid w:val="00B007A9"/>
    <w:rsid w:val="00B0186F"/>
    <w:rsid w:val="00B01E1A"/>
    <w:rsid w:val="00B023C0"/>
    <w:rsid w:val="00B0281D"/>
    <w:rsid w:val="00B02D5F"/>
    <w:rsid w:val="00B02E49"/>
    <w:rsid w:val="00B0315B"/>
    <w:rsid w:val="00B0333F"/>
    <w:rsid w:val="00B03D6D"/>
    <w:rsid w:val="00B0426A"/>
    <w:rsid w:val="00B04942"/>
    <w:rsid w:val="00B05B08"/>
    <w:rsid w:val="00B05DD5"/>
    <w:rsid w:val="00B05F8D"/>
    <w:rsid w:val="00B062B5"/>
    <w:rsid w:val="00B0757B"/>
    <w:rsid w:val="00B07D83"/>
    <w:rsid w:val="00B10361"/>
    <w:rsid w:val="00B10988"/>
    <w:rsid w:val="00B10C52"/>
    <w:rsid w:val="00B111E1"/>
    <w:rsid w:val="00B112DF"/>
    <w:rsid w:val="00B11CA3"/>
    <w:rsid w:val="00B122B2"/>
    <w:rsid w:val="00B12829"/>
    <w:rsid w:val="00B12F3F"/>
    <w:rsid w:val="00B13283"/>
    <w:rsid w:val="00B134E1"/>
    <w:rsid w:val="00B13605"/>
    <w:rsid w:val="00B13626"/>
    <w:rsid w:val="00B13A69"/>
    <w:rsid w:val="00B13B45"/>
    <w:rsid w:val="00B14989"/>
    <w:rsid w:val="00B14A3E"/>
    <w:rsid w:val="00B16EE7"/>
    <w:rsid w:val="00B1710F"/>
    <w:rsid w:val="00B1715D"/>
    <w:rsid w:val="00B17724"/>
    <w:rsid w:val="00B20865"/>
    <w:rsid w:val="00B214AB"/>
    <w:rsid w:val="00B223BB"/>
    <w:rsid w:val="00B23579"/>
    <w:rsid w:val="00B238A2"/>
    <w:rsid w:val="00B251AE"/>
    <w:rsid w:val="00B26A9C"/>
    <w:rsid w:val="00B26E0E"/>
    <w:rsid w:val="00B27EFE"/>
    <w:rsid w:val="00B32C9C"/>
    <w:rsid w:val="00B32CA3"/>
    <w:rsid w:val="00B33087"/>
    <w:rsid w:val="00B341E9"/>
    <w:rsid w:val="00B34A5B"/>
    <w:rsid w:val="00B350DC"/>
    <w:rsid w:val="00B35363"/>
    <w:rsid w:val="00B353EF"/>
    <w:rsid w:val="00B3599D"/>
    <w:rsid w:val="00B365D2"/>
    <w:rsid w:val="00B366FA"/>
    <w:rsid w:val="00B37693"/>
    <w:rsid w:val="00B37701"/>
    <w:rsid w:val="00B4076B"/>
    <w:rsid w:val="00B40B63"/>
    <w:rsid w:val="00B40BE2"/>
    <w:rsid w:val="00B40DFC"/>
    <w:rsid w:val="00B40E48"/>
    <w:rsid w:val="00B410DF"/>
    <w:rsid w:val="00B4182A"/>
    <w:rsid w:val="00B41D07"/>
    <w:rsid w:val="00B41E18"/>
    <w:rsid w:val="00B42BF8"/>
    <w:rsid w:val="00B43B56"/>
    <w:rsid w:val="00B44212"/>
    <w:rsid w:val="00B44276"/>
    <w:rsid w:val="00B4457C"/>
    <w:rsid w:val="00B448DD"/>
    <w:rsid w:val="00B44EAD"/>
    <w:rsid w:val="00B45657"/>
    <w:rsid w:val="00B4570A"/>
    <w:rsid w:val="00B45C38"/>
    <w:rsid w:val="00B45CBA"/>
    <w:rsid w:val="00B45E37"/>
    <w:rsid w:val="00B4664B"/>
    <w:rsid w:val="00B46F7C"/>
    <w:rsid w:val="00B474A3"/>
    <w:rsid w:val="00B47771"/>
    <w:rsid w:val="00B50731"/>
    <w:rsid w:val="00B50DBE"/>
    <w:rsid w:val="00B5135A"/>
    <w:rsid w:val="00B51D01"/>
    <w:rsid w:val="00B5287E"/>
    <w:rsid w:val="00B52A19"/>
    <w:rsid w:val="00B52E10"/>
    <w:rsid w:val="00B534E3"/>
    <w:rsid w:val="00B54134"/>
    <w:rsid w:val="00B54479"/>
    <w:rsid w:val="00B552F6"/>
    <w:rsid w:val="00B55A1A"/>
    <w:rsid w:val="00B562F2"/>
    <w:rsid w:val="00B600E0"/>
    <w:rsid w:val="00B608E5"/>
    <w:rsid w:val="00B612D9"/>
    <w:rsid w:val="00B61AF6"/>
    <w:rsid w:val="00B62C2C"/>
    <w:rsid w:val="00B62CBB"/>
    <w:rsid w:val="00B63F54"/>
    <w:rsid w:val="00B65322"/>
    <w:rsid w:val="00B65B09"/>
    <w:rsid w:val="00B662E7"/>
    <w:rsid w:val="00B664A7"/>
    <w:rsid w:val="00B668A4"/>
    <w:rsid w:val="00B7058F"/>
    <w:rsid w:val="00B70791"/>
    <w:rsid w:val="00B7160A"/>
    <w:rsid w:val="00B72F9D"/>
    <w:rsid w:val="00B73437"/>
    <w:rsid w:val="00B73702"/>
    <w:rsid w:val="00B73DEE"/>
    <w:rsid w:val="00B74403"/>
    <w:rsid w:val="00B76024"/>
    <w:rsid w:val="00B767B8"/>
    <w:rsid w:val="00B778EF"/>
    <w:rsid w:val="00B808E0"/>
    <w:rsid w:val="00B80EFD"/>
    <w:rsid w:val="00B811A8"/>
    <w:rsid w:val="00B81D60"/>
    <w:rsid w:val="00B82288"/>
    <w:rsid w:val="00B829E9"/>
    <w:rsid w:val="00B82CC6"/>
    <w:rsid w:val="00B83079"/>
    <w:rsid w:val="00B8370D"/>
    <w:rsid w:val="00B84A77"/>
    <w:rsid w:val="00B84F78"/>
    <w:rsid w:val="00B85439"/>
    <w:rsid w:val="00B85C5C"/>
    <w:rsid w:val="00B8673A"/>
    <w:rsid w:val="00B86868"/>
    <w:rsid w:val="00B86DD3"/>
    <w:rsid w:val="00B8744C"/>
    <w:rsid w:val="00B874C2"/>
    <w:rsid w:val="00B90742"/>
    <w:rsid w:val="00B9074D"/>
    <w:rsid w:val="00B90AEE"/>
    <w:rsid w:val="00B90D6C"/>
    <w:rsid w:val="00B917D8"/>
    <w:rsid w:val="00B91B02"/>
    <w:rsid w:val="00B923B2"/>
    <w:rsid w:val="00B92415"/>
    <w:rsid w:val="00B92AAC"/>
    <w:rsid w:val="00B92CEC"/>
    <w:rsid w:val="00B92DB8"/>
    <w:rsid w:val="00B93211"/>
    <w:rsid w:val="00B93644"/>
    <w:rsid w:val="00B942FE"/>
    <w:rsid w:val="00B946A0"/>
    <w:rsid w:val="00B94763"/>
    <w:rsid w:val="00B948A3"/>
    <w:rsid w:val="00B94F25"/>
    <w:rsid w:val="00B94F70"/>
    <w:rsid w:val="00B95C2D"/>
    <w:rsid w:val="00B95DE3"/>
    <w:rsid w:val="00B9743D"/>
    <w:rsid w:val="00B97742"/>
    <w:rsid w:val="00B97E5B"/>
    <w:rsid w:val="00BA0FA6"/>
    <w:rsid w:val="00BA1E9A"/>
    <w:rsid w:val="00BA2A57"/>
    <w:rsid w:val="00BA2FE7"/>
    <w:rsid w:val="00BA34AA"/>
    <w:rsid w:val="00BA3D92"/>
    <w:rsid w:val="00BA3FAA"/>
    <w:rsid w:val="00BA48FD"/>
    <w:rsid w:val="00BA5C6C"/>
    <w:rsid w:val="00BA608A"/>
    <w:rsid w:val="00BA65E9"/>
    <w:rsid w:val="00BB1CE9"/>
    <w:rsid w:val="00BB207A"/>
    <w:rsid w:val="00BB241E"/>
    <w:rsid w:val="00BB2DEB"/>
    <w:rsid w:val="00BB44DC"/>
    <w:rsid w:val="00BB4997"/>
    <w:rsid w:val="00BB4A6C"/>
    <w:rsid w:val="00BB4C70"/>
    <w:rsid w:val="00BB4F04"/>
    <w:rsid w:val="00BB5ACE"/>
    <w:rsid w:val="00BB5ADD"/>
    <w:rsid w:val="00BB5E2F"/>
    <w:rsid w:val="00BB6253"/>
    <w:rsid w:val="00BB6298"/>
    <w:rsid w:val="00BB6BC8"/>
    <w:rsid w:val="00BB7797"/>
    <w:rsid w:val="00BB7AE3"/>
    <w:rsid w:val="00BC028D"/>
    <w:rsid w:val="00BC078A"/>
    <w:rsid w:val="00BC0A97"/>
    <w:rsid w:val="00BC0C84"/>
    <w:rsid w:val="00BC254B"/>
    <w:rsid w:val="00BC3659"/>
    <w:rsid w:val="00BC4797"/>
    <w:rsid w:val="00BC4BD1"/>
    <w:rsid w:val="00BC4C60"/>
    <w:rsid w:val="00BC53F7"/>
    <w:rsid w:val="00BC5493"/>
    <w:rsid w:val="00BC67DC"/>
    <w:rsid w:val="00BC6E48"/>
    <w:rsid w:val="00BC72FF"/>
    <w:rsid w:val="00BC7613"/>
    <w:rsid w:val="00BD080D"/>
    <w:rsid w:val="00BD161F"/>
    <w:rsid w:val="00BD1A83"/>
    <w:rsid w:val="00BD1DB4"/>
    <w:rsid w:val="00BD22B4"/>
    <w:rsid w:val="00BD28B5"/>
    <w:rsid w:val="00BD3990"/>
    <w:rsid w:val="00BD3A1D"/>
    <w:rsid w:val="00BD3E5C"/>
    <w:rsid w:val="00BD3EE5"/>
    <w:rsid w:val="00BD46A9"/>
    <w:rsid w:val="00BD5B23"/>
    <w:rsid w:val="00BD5CCF"/>
    <w:rsid w:val="00BD5DDC"/>
    <w:rsid w:val="00BD7A24"/>
    <w:rsid w:val="00BD7BEE"/>
    <w:rsid w:val="00BE0769"/>
    <w:rsid w:val="00BE197C"/>
    <w:rsid w:val="00BE1DDB"/>
    <w:rsid w:val="00BE1E79"/>
    <w:rsid w:val="00BE3687"/>
    <w:rsid w:val="00BE39E5"/>
    <w:rsid w:val="00BE3A87"/>
    <w:rsid w:val="00BE3FC4"/>
    <w:rsid w:val="00BE4515"/>
    <w:rsid w:val="00BE4721"/>
    <w:rsid w:val="00BE529E"/>
    <w:rsid w:val="00BE5AA4"/>
    <w:rsid w:val="00BE67B8"/>
    <w:rsid w:val="00BE7252"/>
    <w:rsid w:val="00BE7A96"/>
    <w:rsid w:val="00BE7B05"/>
    <w:rsid w:val="00BF00F6"/>
    <w:rsid w:val="00BF014E"/>
    <w:rsid w:val="00BF0367"/>
    <w:rsid w:val="00BF0A9E"/>
    <w:rsid w:val="00BF13FD"/>
    <w:rsid w:val="00BF158C"/>
    <w:rsid w:val="00BF26EE"/>
    <w:rsid w:val="00BF27E8"/>
    <w:rsid w:val="00BF3F2F"/>
    <w:rsid w:val="00BF410E"/>
    <w:rsid w:val="00BF4824"/>
    <w:rsid w:val="00BF4D99"/>
    <w:rsid w:val="00BF4F53"/>
    <w:rsid w:val="00BF515F"/>
    <w:rsid w:val="00BF5C7F"/>
    <w:rsid w:val="00BF5DB5"/>
    <w:rsid w:val="00BF5F08"/>
    <w:rsid w:val="00BF6784"/>
    <w:rsid w:val="00BF6786"/>
    <w:rsid w:val="00BF78C1"/>
    <w:rsid w:val="00BF7BED"/>
    <w:rsid w:val="00BF7D08"/>
    <w:rsid w:val="00C00C51"/>
    <w:rsid w:val="00C027B0"/>
    <w:rsid w:val="00C02D48"/>
    <w:rsid w:val="00C030AD"/>
    <w:rsid w:val="00C031C6"/>
    <w:rsid w:val="00C043ED"/>
    <w:rsid w:val="00C05228"/>
    <w:rsid w:val="00C062B6"/>
    <w:rsid w:val="00C06CDD"/>
    <w:rsid w:val="00C07960"/>
    <w:rsid w:val="00C07CD1"/>
    <w:rsid w:val="00C101A5"/>
    <w:rsid w:val="00C1025A"/>
    <w:rsid w:val="00C1184C"/>
    <w:rsid w:val="00C1227B"/>
    <w:rsid w:val="00C12286"/>
    <w:rsid w:val="00C12EC3"/>
    <w:rsid w:val="00C14188"/>
    <w:rsid w:val="00C14921"/>
    <w:rsid w:val="00C15952"/>
    <w:rsid w:val="00C16B40"/>
    <w:rsid w:val="00C20B19"/>
    <w:rsid w:val="00C2172E"/>
    <w:rsid w:val="00C21F09"/>
    <w:rsid w:val="00C2200B"/>
    <w:rsid w:val="00C226DF"/>
    <w:rsid w:val="00C25057"/>
    <w:rsid w:val="00C25608"/>
    <w:rsid w:val="00C2566B"/>
    <w:rsid w:val="00C258CC"/>
    <w:rsid w:val="00C27B09"/>
    <w:rsid w:val="00C27B26"/>
    <w:rsid w:val="00C27BD0"/>
    <w:rsid w:val="00C27E37"/>
    <w:rsid w:val="00C307BA"/>
    <w:rsid w:val="00C31916"/>
    <w:rsid w:val="00C32DBF"/>
    <w:rsid w:val="00C343E5"/>
    <w:rsid w:val="00C34420"/>
    <w:rsid w:val="00C34A02"/>
    <w:rsid w:val="00C34D66"/>
    <w:rsid w:val="00C35ABD"/>
    <w:rsid w:val="00C35BA1"/>
    <w:rsid w:val="00C36A3B"/>
    <w:rsid w:val="00C36B65"/>
    <w:rsid w:val="00C41687"/>
    <w:rsid w:val="00C43221"/>
    <w:rsid w:val="00C438BC"/>
    <w:rsid w:val="00C44AA0"/>
    <w:rsid w:val="00C47198"/>
    <w:rsid w:val="00C47A3E"/>
    <w:rsid w:val="00C47B4E"/>
    <w:rsid w:val="00C5088A"/>
    <w:rsid w:val="00C50904"/>
    <w:rsid w:val="00C50E5C"/>
    <w:rsid w:val="00C5127E"/>
    <w:rsid w:val="00C52520"/>
    <w:rsid w:val="00C52F28"/>
    <w:rsid w:val="00C53D45"/>
    <w:rsid w:val="00C53FD6"/>
    <w:rsid w:val="00C54118"/>
    <w:rsid w:val="00C552C1"/>
    <w:rsid w:val="00C55ADB"/>
    <w:rsid w:val="00C55BC4"/>
    <w:rsid w:val="00C55E90"/>
    <w:rsid w:val="00C5635A"/>
    <w:rsid w:val="00C57778"/>
    <w:rsid w:val="00C60298"/>
    <w:rsid w:val="00C608AD"/>
    <w:rsid w:val="00C60F8A"/>
    <w:rsid w:val="00C613BD"/>
    <w:rsid w:val="00C61FCD"/>
    <w:rsid w:val="00C62716"/>
    <w:rsid w:val="00C62AE2"/>
    <w:rsid w:val="00C64044"/>
    <w:rsid w:val="00C648B1"/>
    <w:rsid w:val="00C65DE2"/>
    <w:rsid w:val="00C66F0E"/>
    <w:rsid w:val="00C6765F"/>
    <w:rsid w:val="00C67727"/>
    <w:rsid w:val="00C70968"/>
    <w:rsid w:val="00C70E6B"/>
    <w:rsid w:val="00C719F9"/>
    <w:rsid w:val="00C728E6"/>
    <w:rsid w:val="00C734F0"/>
    <w:rsid w:val="00C75142"/>
    <w:rsid w:val="00C759C6"/>
    <w:rsid w:val="00C75B44"/>
    <w:rsid w:val="00C772B4"/>
    <w:rsid w:val="00C77377"/>
    <w:rsid w:val="00C801FA"/>
    <w:rsid w:val="00C806E1"/>
    <w:rsid w:val="00C83190"/>
    <w:rsid w:val="00C84E66"/>
    <w:rsid w:val="00C86133"/>
    <w:rsid w:val="00C863E7"/>
    <w:rsid w:val="00C90982"/>
    <w:rsid w:val="00C91437"/>
    <w:rsid w:val="00C92219"/>
    <w:rsid w:val="00C9239A"/>
    <w:rsid w:val="00C92C12"/>
    <w:rsid w:val="00C93B6D"/>
    <w:rsid w:val="00C95325"/>
    <w:rsid w:val="00C96940"/>
    <w:rsid w:val="00C96B1E"/>
    <w:rsid w:val="00C96BB3"/>
    <w:rsid w:val="00C96D16"/>
    <w:rsid w:val="00C97AE9"/>
    <w:rsid w:val="00CA0050"/>
    <w:rsid w:val="00CA133D"/>
    <w:rsid w:val="00CA1A2F"/>
    <w:rsid w:val="00CA2D0A"/>
    <w:rsid w:val="00CA3284"/>
    <w:rsid w:val="00CA4F0B"/>
    <w:rsid w:val="00CA4F21"/>
    <w:rsid w:val="00CA5262"/>
    <w:rsid w:val="00CA53E1"/>
    <w:rsid w:val="00CA545D"/>
    <w:rsid w:val="00CA56DF"/>
    <w:rsid w:val="00CA5811"/>
    <w:rsid w:val="00CA6D9E"/>
    <w:rsid w:val="00CA7A20"/>
    <w:rsid w:val="00CB0EDB"/>
    <w:rsid w:val="00CB2B1D"/>
    <w:rsid w:val="00CB2F9C"/>
    <w:rsid w:val="00CB3086"/>
    <w:rsid w:val="00CB3DE3"/>
    <w:rsid w:val="00CB49C7"/>
    <w:rsid w:val="00CB69FB"/>
    <w:rsid w:val="00CB6D6A"/>
    <w:rsid w:val="00CB7F1C"/>
    <w:rsid w:val="00CB7FE6"/>
    <w:rsid w:val="00CC066D"/>
    <w:rsid w:val="00CC1E4B"/>
    <w:rsid w:val="00CC2201"/>
    <w:rsid w:val="00CC2546"/>
    <w:rsid w:val="00CC25DC"/>
    <w:rsid w:val="00CC344C"/>
    <w:rsid w:val="00CC3995"/>
    <w:rsid w:val="00CC3CDB"/>
    <w:rsid w:val="00CC426B"/>
    <w:rsid w:val="00CC4B0B"/>
    <w:rsid w:val="00CC5779"/>
    <w:rsid w:val="00CC598C"/>
    <w:rsid w:val="00CC6005"/>
    <w:rsid w:val="00CC7A22"/>
    <w:rsid w:val="00CC7EB0"/>
    <w:rsid w:val="00CD0F0D"/>
    <w:rsid w:val="00CD1634"/>
    <w:rsid w:val="00CD1B19"/>
    <w:rsid w:val="00CD1BB9"/>
    <w:rsid w:val="00CD2509"/>
    <w:rsid w:val="00CD2B8D"/>
    <w:rsid w:val="00CD436B"/>
    <w:rsid w:val="00CD4902"/>
    <w:rsid w:val="00CD66BB"/>
    <w:rsid w:val="00CD6C82"/>
    <w:rsid w:val="00CD752A"/>
    <w:rsid w:val="00CE01E4"/>
    <w:rsid w:val="00CE05B5"/>
    <w:rsid w:val="00CE08F6"/>
    <w:rsid w:val="00CE13FA"/>
    <w:rsid w:val="00CE1B69"/>
    <w:rsid w:val="00CE236A"/>
    <w:rsid w:val="00CE2890"/>
    <w:rsid w:val="00CE2F85"/>
    <w:rsid w:val="00CE35D2"/>
    <w:rsid w:val="00CE3D99"/>
    <w:rsid w:val="00CE443E"/>
    <w:rsid w:val="00CE4508"/>
    <w:rsid w:val="00CE54CA"/>
    <w:rsid w:val="00CE57F7"/>
    <w:rsid w:val="00CE5DB5"/>
    <w:rsid w:val="00CE60FD"/>
    <w:rsid w:val="00CE626F"/>
    <w:rsid w:val="00CE6D31"/>
    <w:rsid w:val="00CE7746"/>
    <w:rsid w:val="00CE7D35"/>
    <w:rsid w:val="00CF0408"/>
    <w:rsid w:val="00CF09C2"/>
    <w:rsid w:val="00CF2935"/>
    <w:rsid w:val="00CF45B2"/>
    <w:rsid w:val="00CF46DC"/>
    <w:rsid w:val="00CF46F9"/>
    <w:rsid w:val="00CF4982"/>
    <w:rsid w:val="00CF528B"/>
    <w:rsid w:val="00CF5920"/>
    <w:rsid w:val="00CF64E3"/>
    <w:rsid w:val="00CF66F2"/>
    <w:rsid w:val="00CF6E93"/>
    <w:rsid w:val="00D00030"/>
    <w:rsid w:val="00D00FAB"/>
    <w:rsid w:val="00D01C30"/>
    <w:rsid w:val="00D021EB"/>
    <w:rsid w:val="00D02408"/>
    <w:rsid w:val="00D02940"/>
    <w:rsid w:val="00D052FD"/>
    <w:rsid w:val="00D05A7F"/>
    <w:rsid w:val="00D06CFA"/>
    <w:rsid w:val="00D10C9C"/>
    <w:rsid w:val="00D10CAB"/>
    <w:rsid w:val="00D1109D"/>
    <w:rsid w:val="00D11C55"/>
    <w:rsid w:val="00D12EC3"/>
    <w:rsid w:val="00D14521"/>
    <w:rsid w:val="00D14A56"/>
    <w:rsid w:val="00D14EAB"/>
    <w:rsid w:val="00D16995"/>
    <w:rsid w:val="00D17585"/>
    <w:rsid w:val="00D22E20"/>
    <w:rsid w:val="00D230BC"/>
    <w:rsid w:val="00D248F4"/>
    <w:rsid w:val="00D255C0"/>
    <w:rsid w:val="00D259F9"/>
    <w:rsid w:val="00D2733D"/>
    <w:rsid w:val="00D30334"/>
    <w:rsid w:val="00D30B2F"/>
    <w:rsid w:val="00D30B45"/>
    <w:rsid w:val="00D31DC6"/>
    <w:rsid w:val="00D329FB"/>
    <w:rsid w:val="00D32D6F"/>
    <w:rsid w:val="00D330F1"/>
    <w:rsid w:val="00D337F6"/>
    <w:rsid w:val="00D3426B"/>
    <w:rsid w:val="00D342E7"/>
    <w:rsid w:val="00D34B82"/>
    <w:rsid w:val="00D34C6D"/>
    <w:rsid w:val="00D3552C"/>
    <w:rsid w:val="00D36869"/>
    <w:rsid w:val="00D369A5"/>
    <w:rsid w:val="00D37EC2"/>
    <w:rsid w:val="00D405D9"/>
    <w:rsid w:val="00D4240D"/>
    <w:rsid w:val="00D42575"/>
    <w:rsid w:val="00D43613"/>
    <w:rsid w:val="00D43B64"/>
    <w:rsid w:val="00D441EB"/>
    <w:rsid w:val="00D44AE4"/>
    <w:rsid w:val="00D467B1"/>
    <w:rsid w:val="00D46B98"/>
    <w:rsid w:val="00D47425"/>
    <w:rsid w:val="00D50363"/>
    <w:rsid w:val="00D50766"/>
    <w:rsid w:val="00D5095C"/>
    <w:rsid w:val="00D50A1F"/>
    <w:rsid w:val="00D50E15"/>
    <w:rsid w:val="00D50F02"/>
    <w:rsid w:val="00D516EE"/>
    <w:rsid w:val="00D5189F"/>
    <w:rsid w:val="00D519D9"/>
    <w:rsid w:val="00D530D2"/>
    <w:rsid w:val="00D535FA"/>
    <w:rsid w:val="00D537C0"/>
    <w:rsid w:val="00D53A31"/>
    <w:rsid w:val="00D56095"/>
    <w:rsid w:val="00D560F2"/>
    <w:rsid w:val="00D567F4"/>
    <w:rsid w:val="00D56B0E"/>
    <w:rsid w:val="00D60CFD"/>
    <w:rsid w:val="00D60DE6"/>
    <w:rsid w:val="00D617B4"/>
    <w:rsid w:val="00D61A1A"/>
    <w:rsid w:val="00D62219"/>
    <w:rsid w:val="00D629BF"/>
    <w:rsid w:val="00D62EF2"/>
    <w:rsid w:val="00D632C5"/>
    <w:rsid w:val="00D63408"/>
    <w:rsid w:val="00D651F9"/>
    <w:rsid w:val="00D65C43"/>
    <w:rsid w:val="00D667EC"/>
    <w:rsid w:val="00D66C1F"/>
    <w:rsid w:val="00D67E27"/>
    <w:rsid w:val="00D703A7"/>
    <w:rsid w:val="00D70B98"/>
    <w:rsid w:val="00D7270A"/>
    <w:rsid w:val="00D74CB9"/>
    <w:rsid w:val="00D74D9E"/>
    <w:rsid w:val="00D7785E"/>
    <w:rsid w:val="00D80039"/>
    <w:rsid w:val="00D80C56"/>
    <w:rsid w:val="00D81382"/>
    <w:rsid w:val="00D82314"/>
    <w:rsid w:val="00D82368"/>
    <w:rsid w:val="00D8318B"/>
    <w:rsid w:val="00D845FF"/>
    <w:rsid w:val="00D8728A"/>
    <w:rsid w:val="00D90009"/>
    <w:rsid w:val="00D91177"/>
    <w:rsid w:val="00D95320"/>
    <w:rsid w:val="00D955C8"/>
    <w:rsid w:val="00DA0496"/>
    <w:rsid w:val="00DA0FA8"/>
    <w:rsid w:val="00DA1855"/>
    <w:rsid w:val="00DA1E8B"/>
    <w:rsid w:val="00DA239B"/>
    <w:rsid w:val="00DA306F"/>
    <w:rsid w:val="00DA309E"/>
    <w:rsid w:val="00DA3225"/>
    <w:rsid w:val="00DA3AE2"/>
    <w:rsid w:val="00DA4A92"/>
    <w:rsid w:val="00DA5139"/>
    <w:rsid w:val="00DA6C66"/>
    <w:rsid w:val="00DA6DF3"/>
    <w:rsid w:val="00DA7836"/>
    <w:rsid w:val="00DA7D05"/>
    <w:rsid w:val="00DB0E76"/>
    <w:rsid w:val="00DB17EE"/>
    <w:rsid w:val="00DB1DB8"/>
    <w:rsid w:val="00DB2046"/>
    <w:rsid w:val="00DB2898"/>
    <w:rsid w:val="00DB3465"/>
    <w:rsid w:val="00DB39B4"/>
    <w:rsid w:val="00DB461B"/>
    <w:rsid w:val="00DB532C"/>
    <w:rsid w:val="00DB540A"/>
    <w:rsid w:val="00DB6C20"/>
    <w:rsid w:val="00DB7118"/>
    <w:rsid w:val="00DC0120"/>
    <w:rsid w:val="00DC01FB"/>
    <w:rsid w:val="00DC0391"/>
    <w:rsid w:val="00DC0E99"/>
    <w:rsid w:val="00DC12D9"/>
    <w:rsid w:val="00DC14CD"/>
    <w:rsid w:val="00DC14F5"/>
    <w:rsid w:val="00DC31B0"/>
    <w:rsid w:val="00DC3E78"/>
    <w:rsid w:val="00DC482B"/>
    <w:rsid w:val="00DC51DA"/>
    <w:rsid w:val="00DC55C7"/>
    <w:rsid w:val="00DC5D15"/>
    <w:rsid w:val="00DC5E43"/>
    <w:rsid w:val="00DC6243"/>
    <w:rsid w:val="00DC689E"/>
    <w:rsid w:val="00DC7D33"/>
    <w:rsid w:val="00DD0122"/>
    <w:rsid w:val="00DD016E"/>
    <w:rsid w:val="00DD07A5"/>
    <w:rsid w:val="00DD1066"/>
    <w:rsid w:val="00DD2287"/>
    <w:rsid w:val="00DD2C6A"/>
    <w:rsid w:val="00DD35C9"/>
    <w:rsid w:val="00DD376E"/>
    <w:rsid w:val="00DD446A"/>
    <w:rsid w:val="00DD521A"/>
    <w:rsid w:val="00DD5FC2"/>
    <w:rsid w:val="00DD6757"/>
    <w:rsid w:val="00DD6F93"/>
    <w:rsid w:val="00DE0593"/>
    <w:rsid w:val="00DE0876"/>
    <w:rsid w:val="00DE10A3"/>
    <w:rsid w:val="00DE167D"/>
    <w:rsid w:val="00DE1870"/>
    <w:rsid w:val="00DE24B9"/>
    <w:rsid w:val="00DE2B08"/>
    <w:rsid w:val="00DE30F4"/>
    <w:rsid w:val="00DE3D13"/>
    <w:rsid w:val="00DE3F2D"/>
    <w:rsid w:val="00DE4AE5"/>
    <w:rsid w:val="00DE4B36"/>
    <w:rsid w:val="00DE6F73"/>
    <w:rsid w:val="00DE716F"/>
    <w:rsid w:val="00DE7584"/>
    <w:rsid w:val="00DE7ACD"/>
    <w:rsid w:val="00DF12E2"/>
    <w:rsid w:val="00DF13E3"/>
    <w:rsid w:val="00DF18F8"/>
    <w:rsid w:val="00DF1AD8"/>
    <w:rsid w:val="00DF3D1F"/>
    <w:rsid w:val="00DF4192"/>
    <w:rsid w:val="00DF4934"/>
    <w:rsid w:val="00DF4AAD"/>
    <w:rsid w:val="00DF4E2B"/>
    <w:rsid w:val="00DF5690"/>
    <w:rsid w:val="00DF60EC"/>
    <w:rsid w:val="00DF61FC"/>
    <w:rsid w:val="00DF623C"/>
    <w:rsid w:val="00DF64FA"/>
    <w:rsid w:val="00DF72F3"/>
    <w:rsid w:val="00DF7454"/>
    <w:rsid w:val="00E006A1"/>
    <w:rsid w:val="00E013D7"/>
    <w:rsid w:val="00E0165F"/>
    <w:rsid w:val="00E025D1"/>
    <w:rsid w:val="00E02C54"/>
    <w:rsid w:val="00E037B0"/>
    <w:rsid w:val="00E03CF4"/>
    <w:rsid w:val="00E0480A"/>
    <w:rsid w:val="00E04DD8"/>
    <w:rsid w:val="00E05063"/>
    <w:rsid w:val="00E056ED"/>
    <w:rsid w:val="00E05FC2"/>
    <w:rsid w:val="00E069B8"/>
    <w:rsid w:val="00E06A0E"/>
    <w:rsid w:val="00E07166"/>
    <w:rsid w:val="00E076CC"/>
    <w:rsid w:val="00E07967"/>
    <w:rsid w:val="00E07CD7"/>
    <w:rsid w:val="00E103E5"/>
    <w:rsid w:val="00E110A2"/>
    <w:rsid w:val="00E11786"/>
    <w:rsid w:val="00E11E48"/>
    <w:rsid w:val="00E124A9"/>
    <w:rsid w:val="00E1284F"/>
    <w:rsid w:val="00E1296B"/>
    <w:rsid w:val="00E134EE"/>
    <w:rsid w:val="00E140D5"/>
    <w:rsid w:val="00E1462F"/>
    <w:rsid w:val="00E14782"/>
    <w:rsid w:val="00E14D24"/>
    <w:rsid w:val="00E160F6"/>
    <w:rsid w:val="00E16306"/>
    <w:rsid w:val="00E171E3"/>
    <w:rsid w:val="00E171EF"/>
    <w:rsid w:val="00E1743D"/>
    <w:rsid w:val="00E201E5"/>
    <w:rsid w:val="00E209A1"/>
    <w:rsid w:val="00E21BB8"/>
    <w:rsid w:val="00E21BFC"/>
    <w:rsid w:val="00E227E6"/>
    <w:rsid w:val="00E229AD"/>
    <w:rsid w:val="00E23E2D"/>
    <w:rsid w:val="00E252E2"/>
    <w:rsid w:val="00E27302"/>
    <w:rsid w:val="00E27E83"/>
    <w:rsid w:val="00E304FF"/>
    <w:rsid w:val="00E31570"/>
    <w:rsid w:val="00E31E89"/>
    <w:rsid w:val="00E32625"/>
    <w:rsid w:val="00E3293C"/>
    <w:rsid w:val="00E32D4B"/>
    <w:rsid w:val="00E3340D"/>
    <w:rsid w:val="00E33F76"/>
    <w:rsid w:val="00E3418A"/>
    <w:rsid w:val="00E3419F"/>
    <w:rsid w:val="00E34A37"/>
    <w:rsid w:val="00E35B57"/>
    <w:rsid w:val="00E361F4"/>
    <w:rsid w:val="00E363B4"/>
    <w:rsid w:val="00E36BE6"/>
    <w:rsid w:val="00E3710F"/>
    <w:rsid w:val="00E37470"/>
    <w:rsid w:val="00E37842"/>
    <w:rsid w:val="00E379C3"/>
    <w:rsid w:val="00E40359"/>
    <w:rsid w:val="00E40F62"/>
    <w:rsid w:val="00E414E2"/>
    <w:rsid w:val="00E42054"/>
    <w:rsid w:val="00E43476"/>
    <w:rsid w:val="00E4382E"/>
    <w:rsid w:val="00E4405B"/>
    <w:rsid w:val="00E44ACA"/>
    <w:rsid w:val="00E457B7"/>
    <w:rsid w:val="00E45A2A"/>
    <w:rsid w:val="00E47329"/>
    <w:rsid w:val="00E475EA"/>
    <w:rsid w:val="00E47D57"/>
    <w:rsid w:val="00E502C6"/>
    <w:rsid w:val="00E50D3F"/>
    <w:rsid w:val="00E51939"/>
    <w:rsid w:val="00E5227C"/>
    <w:rsid w:val="00E52D45"/>
    <w:rsid w:val="00E52E21"/>
    <w:rsid w:val="00E538FE"/>
    <w:rsid w:val="00E539DB"/>
    <w:rsid w:val="00E53AB9"/>
    <w:rsid w:val="00E53F7A"/>
    <w:rsid w:val="00E54357"/>
    <w:rsid w:val="00E54DC4"/>
    <w:rsid w:val="00E5600C"/>
    <w:rsid w:val="00E56096"/>
    <w:rsid w:val="00E5690D"/>
    <w:rsid w:val="00E56F03"/>
    <w:rsid w:val="00E571B9"/>
    <w:rsid w:val="00E573ED"/>
    <w:rsid w:val="00E57E59"/>
    <w:rsid w:val="00E608A0"/>
    <w:rsid w:val="00E60BA8"/>
    <w:rsid w:val="00E61197"/>
    <w:rsid w:val="00E6221D"/>
    <w:rsid w:val="00E62C7C"/>
    <w:rsid w:val="00E62E9F"/>
    <w:rsid w:val="00E635E0"/>
    <w:rsid w:val="00E653F9"/>
    <w:rsid w:val="00E66247"/>
    <w:rsid w:val="00E67B08"/>
    <w:rsid w:val="00E72167"/>
    <w:rsid w:val="00E7289B"/>
    <w:rsid w:val="00E7295E"/>
    <w:rsid w:val="00E72DF8"/>
    <w:rsid w:val="00E73114"/>
    <w:rsid w:val="00E7319E"/>
    <w:rsid w:val="00E73BB6"/>
    <w:rsid w:val="00E73E45"/>
    <w:rsid w:val="00E73FC6"/>
    <w:rsid w:val="00E75437"/>
    <w:rsid w:val="00E75A87"/>
    <w:rsid w:val="00E767B1"/>
    <w:rsid w:val="00E77413"/>
    <w:rsid w:val="00E806D5"/>
    <w:rsid w:val="00E81672"/>
    <w:rsid w:val="00E82124"/>
    <w:rsid w:val="00E8347B"/>
    <w:rsid w:val="00E8360D"/>
    <w:rsid w:val="00E837A4"/>
    <w:rsid w:val="00E83C33"/>
    <w:rsid w:val="00E84176"/>
    <w:rsid w:val="00E84766"/>
    <w:rsid w:val="00E84A2A"/>
    <w:rsid w:val="00E84C8E"/>
    <w:rsid w:val="00E85DA6"/>
    <w:rsid w:val="00E85E0B"/>
    <w:rsid w:val="00E85F21"/>
    <w:rsid w:val="00E8605A"/>
    <w:rsid w:val="00E866F0"/>
    <w:rsid w:val="00E86EAA"/>
    <w:rsid w:val="00E872D0"/>
    <w:rsid w:val="00E8747B"/>
    <w:rsid w:val="00E91577"/>
    <w:rsid w:val="00E91B04"/>
    <w:rsid w:val="00E92782"/>
    <w:rsid w:val="00E92915"/>
    <w:rsid w:val="00E93A8F"/>
    <w:rsid w:val="00E94C2F"/>
    <w:rsid w:val="00E94CB8"/>
    <w:rsid w:val="00E94ED0"/>
    <w:rsid w:val="00E9581D"/>
    <w:rsid w:val="00E95977"/>
    <w:rsid w:val="00EA0BF1"/>
    <w:rsid w:val="00EA1500"/>
    <w:rsid w:val="00EA204D"/>
    <w:rsid w:val="00EA291F"/>
    <w:rsid w:val="00EA3957"/>
    <w:rsid w:val="00EA49A2"/>
    <w:rsid w:val="00EA4C0B"/>
    <w:rsid w:val="00EA4CCE"/>
    <w:rsid w:val="00EA5200"/>
    <w:rsid w:val="00EA590F"/>
    <w:rsid w:val="00EA7A79"/>
    <w:rsid w:val="00EB0F64"/>
    <w:rsid w:val="00EB1C5A"/>
    <w:rsid w:val="00EB3CE2"/>
    <w:rsid w:val="00EB4132"/>
    <w:rsid w:val="00EB4383"/>
    <w:rsid w:val="00EB4AA9"/>
    <w:rsid w:val="00EB4B74"/>
    <w:rsid w:val="00EB4BE1"/>
    <w:rsid w:val="00EB5003"/>
    <w:rsid w:val="00EB5C3C"/>
    <w:rsid w:val="00EB6EDE"/>
    <w:rsid w:val="00EB6F07"/>
    <w:rsid w:val="00EB7502"/>
    <w:rsid w:val="00EB7AA4"/>
    <w:rsid w:val="00EC43D8"/>
    <w:rsid w:val="00EC568F"/>
    <w:rsid w:val="00EC59BA"/>
    <w:rsid w:val="00EC7C7A"/>
    <w:rsid w:val="00EC7EB6"/>
    <w:rsid w:val="00ED008F"/>
    <w:rsid w:val="00ED0748"/>
    <w:rsid w:val="00ED0DB1"/>
    <w:rsid w:val="00ED1138"/>
    <w:rsid w:val="00ED1487"/>
    <w:rsid w:val="00ED201E"/>
    <w:rsid w:val="00ED29F5"/>
    <w:rsid w:val="00ED2D72"/>
    <w:rsid w:val="00ED3DF4"/>
    <w:rsid w:val="00ED3FB8"/>
    <w:rsid w:val="00ED423E"/>
    <w:rsid w:val="00ED4FB8"/>
    <w:rsid w:val="00ED6223"/>
    <w:rsid w:val="00ED6FCD"/>
    <w:rsid w:val="00ED78D7"/>
    <w:rsid w:val="00EE1676"/>
    <w:rsid w:val="00EE2363"/>
    <w:rsid w:val="00EE23FB"/>
    <w:rsid w:val="00EE276E"/>
    <w:rsid w:val="00EE2D26"/>
    <w:rsid w:val="00EE3282"/>
    <w:rsid w:val="00EE446F"/>
    <w:rsid w:val="00EE5B3B"/>
    <w:rsid w:val="00EE603A"/>
    <w:rsid w:val="00EE66BE"/>
    <w:rsid w:val="00EE7A1B"/>
    <w:rsid w:val="00EF085A"/>
    <w:rsid w:val="00EF1557"/>
    <w:rsid w:val="00EF2632"/>
    <w:rsid w:val="00EF32EB"/>
    <w:rsid w:val="00EF33C5"/>
    <w:rsid w:val="00EF3D0E"/>
    <w:rsid w:val="00EF5BB7"/>
    <w:rsid w:val="00EF6DB4"/>
    <w:rsid w:val="00F00B1C"/>
    <w:rsid w:val="00F01C1B"/>
    <w:rsid w:val="00F0220C"/>
    <w:rsid w:val="00F025EF"/>
    <w:rsid w:val="00F03017"/>
    <w:rsid w:val="00F03806"/>
    <w:rsid w:val="00F03960"/>
    <w:rsid w:val="00F0408A"/>
    <w:rsid w:val="00F04299"/>
    <w:rsid w:val="00F04499"/>
    <w:rsid w:val="00F04505"/>
    <w:rsid w:val="00F045EC"/>
    <w:rsid w:val="00F0490E"/>
    <w:rsid w:val="00F04D77"/>
    <w:rsid w:val="00F0773A"/>
    <w:rsid w:val="00F07852"/>
    <w:rsid w:val="00F07AC9"/>
    <w:rsid w:val="00F108B2"/>
    <w:rsid w:val="00F10B3F"/>
    <w:rsid w:val="00F10BC4"/>
    <w:rsid w:val="00F110E5"/>
    <w:rsid w:val="00F11701"/>
    <w:rsid w:val="00F12E24"/>
    <w:rsid w:val="00F13756"/>
    <w:rsid w:val="00F14370"/>
    <w:rsid w:val="00F14C79"/>
    <w:rsid w:val="00F15EF0"/>
    <w:rsid w:val="00F16395"/>
    <w:rsid w:val="00F1652D"/>
    <w:rsid w:val="00F16B31"/>
    <w:rsid w:val="00F174BD"/>
    <w:rsid w:val="00F17787"/>
    <w:rsid w:val="00F2096E"/>
    <w:rsid w:val="00F20E63"/>
    <w:rsid w:val="00F21B5C"/>
    <w:rsid w:val="00F221FE"/>
    <w:rsid w:val="00F22AB6"/>
    <w:rsid w:val="00F22B9D"/>
    <w:rsid w:val="00F22C42"/>
    <w:rsid w:val="00F2330E"/>
    <w:rsid w:val="00F24753"/>
    <w:rsid w:val="00F24770"/>
    <w:rsid w:val="00F24B48"/>
    <w:rsid w:val="00F25222"/>
    <w:rsid w:val="00F253CF"/>
    <w:rsid w:val="00F267F1"/>
    <w:rsid w:val="00F30110"/>
    <w:rsid w:val="00F30A64"/>
    <w:rsid w:val="00F3170D"/>
    <w:rsid w:val="00F31DC2"/>
    <w:rsid w:val="00F324AD"/>
    <w:rsid w:val="00F32E9D"/>
    <w:rsid w:val="00F330D4"/>
    <w:rsid w:val="00F33620"/>
    <w:rsid w:val="00F33861"/>
    <w:rsid w:val="00F33ED3"/>
    <w:rsid w:val="00F34258"/>
    <w:rsid w:val="00F34508"/>
    <w:rsid w:val="00F34B13"/>
    <w:rsid w:val="00F353C9"/>
    <w:rsid w:val="00F4147C"/>
    <w:rsid w:val="00F42555"/>
    <w:rsid w:val="00F42BBC"/>
    <w:rsid w:val="00F42DBA"/>
    <w:rsid w:val="00F4340A"/>
    <w:rsid w:val="00F43A8D"/>
    <w:rsid w:val="00F4449D"/>
    <w:rsid w:val="00F44BAE"/>
    <w:rsid w:val="00F45BE2"/>
    <w:rsid w:val="00F45BF9"/>
    <w:rsid w:val="00F45C33"/>
    <w:rsid w:val="00F46521"/>
    <w:rsid w:val="00F473AA"/>
    <w:rsid w:val="00F475DD"/>
    <w:rsid w:val="00F4788E"/>
    <w:rsid w:val="00F509FD"/>
    <w:rsid w:val="00F50FC7"/>
    <w:rsid w:val="00F51051"/>
    <w:rsid w:val="00F51429"/>
    <w:rsid w:val="00F51602"/>
    <w:rsid w:val="00F516EB"/>
    <w:rsid w:val="00F519F8"/>
    <w:rsid w:val="00F51C43"/>
    <w:rsid w:val="00F52136"/>
    <w:rsid w:val="00F52DD0"/>
    <w:rsid w:val="00F52E7F"/>
    <w:rsid w:val="00F54041"/>
    <w:rsid w:val="00F56633"/>
    <w:rsid w:val="00F56BF7"/>
    <w:rsid w:val="00F5750A"/>
    <w:rsid w:val="00F579DD"/>
    <w:rsid w:val="00F57EE8"/>
    <w:rsid w:val="00F60882"/>
    <w:rsid w:val="00F61106"/>
    <w:rsid w:val="00F618BA"/>
    <w:rsid w:val="00F629A3"/>
    <w:rsid w:val="00F63D59"/>
    <w:rsid w:val="00F6499D"/>
    <w:rsid w:val="00F66AAA"/>
    <w:rsid w:val="00F66D84"/>
    <w:rsid w:val="00F66DB1"/>
    <w:rsid w:val="00F6736F"/>
    <w:rsid w:val="00F6774E"/>
    <w:rsid w:val="00F700FC"/>
    <w:rsid w:val="00F7279F"/>
    <w:rsid w:val="00F73F29"/>
    <w:rsid w:val="00F73FA5"/>
    <w:rsid w:val="00F74DA6"/>
    <w:rsid w:val="00F7570A"/>
    <w:rsid w:val="00F75F7B"/>
    <w:rsid w:val="00F75FD1"/>
    <w:rsid w:val="00F767F6"/>
    <w:rsid w:val="00F76A29"/>
    <w:rsid w:val="00F77768"/>
    <w:rsid w:val="00F779B3"/>
    <w:rsid w:val="00F77CD6"/>
    <w:rsid w:val="00F77FA2"/>
    <w:rsid w:val="00F805F9"/>
    <w:rsid w:val="00F80667"/>
    <w:rsid w:val="00F80860"/>
    <w:rsid w:val="00F808FD"/>
    <w:rsid w:val="00F80AC3"/>
    <w:rsid w:val="00F8101F"/>
    <w:rsid w:val="00F8147A"/>
    <w:rsid w:val="00F8268C"/>
    <w:rsid w:val="00F8274F"/>
    <w:rsid w:val="00F827CA"/>
    <w:rsid w:val="00F82E84"/>
    <w:rsid w:val="00F835AE"/>
    <w:rsid w:val="00F8587A"/>
    <w:rsid w:val="00F86825"/>
    <w:rsid w:val="00F8759E"/>
    <w:rsid w:val="00F87CE8"/>
    <w:rsid w:val="00F90432"/>
    <w:rsid w:val="00F90713"/>
    <w:rsid w:val="00F9117F"/>
    <w:rsid w:val="00F9133D"/>
    <w:rsid w:val="00F913DF"/>
    <w:rsid w:val="00F9366D"/>
    <w:rsid w:val="00F93EE8"/>
    <w:rsid w:val="00F9518D"/>
    <w:rsid w:val="00F955A3"/>
    <w:rsid w:val="00F96D8C"/>
    <w:rsid w:val="00F97984"/>
    <w:rsid w:val="00F97E1C"/>
    <w:rsid w:val="00FA052B"/>
    <w:rsid w:val="00FA10A1"/>
    <w:rsid w:val="00FA136A"/>
    <w:rsid w:val="00FA1AE3"/>
    <w:rsid w:val="00FA1C73"/>
    <w:rsid w:val="00FA1F3C"/>
    <w:rsid w:val="00FA3C56"/>
    <w:rsid w:val="00FA3D7E"/>
    <w:rsid w:val="00FA3EC9"/>
    <w:rsid w:val="00FA6099"/>
    <w:rsid w:val="00FA68D0"/>
    <w:rsid w:val="00FA6EE8"/>
    <w:rsid w:val="00FA79E6"/>
    <w:rsid w:val="00FA7B5A"/>
    <w:rsid w:val="00FB0F55"/>
    <w:rsid w:val="00FB1312"/>
    <w:rsid w:val="00FB1491"/>
    <w:rsid w:val="00FB28F5"/>
    <w:rsid w:val="00FB2F07"/>
    <w:rsid w:val="00FB3B89"/>
    <w:rsid w:val="00FB4FED"/>
    <w:rsid w:val="00FB58A1"/>
    <w:rsid w:val="00FB708B"/>
    <w:rsid w:val="00FC03BF"/>
    <w:rsid w:val="00FC0ECD"/>
    <w:rsid w:val="00FC1590"/>
    <w:rsid w:val="00FC29AD"/>
    <w:rsid w:val="00FC2DEB"/>
    <w:rsid w:val="00FC310C"/>
    <w:rsid w:val="00FC3690"/>
    <w:rsid w:val="00FC3817"/>
    <w:rsid w:val="00FC4082"/>
    <w:rsid w:val="00FC4B98"/>
    <w:rsid w:val="00FC61D0"/>
    <w:rsid w:val="00FC7B4F"/>
    <w:rsid w:val="00FC7B5C"/>
    <w:rsid w:val="00FD0404"/>
    <w:rsid w:val="00FD11B5"/>
    <w:rsid w:val="00FD187E"/>
    <w:rsid w:val="00FD2505"/>
    <w:rsid w:val="00FD260B"/>
    <w:rsid w:val="00FD26A7"/>
    <w:rsid w:val="00FD3554"/>
    <w:rsid w:val="00FD3FF8"/>
    <w:rsid w:val="00FD534D"/>
    <w:rsid w:val="00FD5506"/>
    <w:rsid w:val="00FD65F9"/>
    <w:rsid w:val="00FD6D3B"/>
    <w:rsid w:val="00FD6EE5"/>
    <w:rsid w:val="00FE0860"/>
    <w:rsid w:val="00FE0F0C"/>
    <w:rsid w:val="00FE1178"/>
    <w:rsid w:val="00FE1538"/>
    <w:rsid w:val="00FE282D"/>
    <w:rsid w:val="00FE2867"/>
    <w:rsid w:val="00FE34F2"/>
    <w:rsid w:val="00FE41F3"/>
    <w:rsid w:val="00FE470A"/>
    <w:rsid w:val="00FE49ED"/>
    <w:rsid w:val="00FE5352"/>
    <w:rsid w:val="00FE590F"/>
    <w:rsid w:val="00FE5F08"/>
    <w:rsid w:val="00FE5FF7"/>
    <w:rsid w:val="00FE6466"/>
    <w:rsid w:val="00FE69FD"/>
    <w:rsid w:val="00FE6BF7"/>
    <w:rsid w:val="00FE6CD8"/>
    <w:rsid w:val="00FE6F4C"/>
    <w:rsid w:val="00FE753D"/>
    <w:rsid w:val="00FF02A3"/>
    <w:rsid w:val="00FF051B"/>
    <w:rsid w:val="00FF1497"/>
    <w:rsid w:val="00FF1E4C"/>
    <w:rsid w:val="00FF2238"/>
    <w:rsid w:val="00FF2452"/>
    <w:rsid w:val="00FF282D"/>
    <w:rsid w:val="00FF290F"/>
    <w:rsid w:val="00FF2C44"/>
    <w:rsid w:val="00FF3F8A"/>
    <w:rsid w:val="00FF4BC5"/>
    <w:rsid w:val="00FF5059"/>
    <w:rsid w:val="00FF5118"/>
    <w:rsid w:val="00FF5DC0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4156FA63"/>
  <w15:docId w15:val="{47E92B11-D1A4-4D81-83E2-DB8150E7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2E"/>
    <w:pPr>
      <w:spacing w:line="288" w:lineRule="auto"/>
      <w:jc w:val="both"/>
    </w:pPr>
    <w:rPr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75C1"/>
    <w:pPr>
      <w:keepNext/>
      <w:keepLines/>
      <w:numPr>
        <w:numId w:val="1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D75C1"/>
    <w:pPr>
      <w:keepNext/>
      <w:keepLines/>
      <w:numPr>
        <w:ilvl w:val="1"/>
        <w:numId w:val="1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D75C1"/>
    <w:pPr>
      <w:numPr>
        <w:ilvl w:val="2"/>
        <w:numId w:val="1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7D75C1"/>
    <w:pPr>
      <w:numPr>
        <w:ilvl w:val="3"/>
        <w:numId w:val="1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"/>
    <w:qFormat/>
    <w:rsid w:val="007D75C1"/>
    <w:pPr>
      <w:numPr>
        <w:ilvl w:val="4"/>
        <w:numId w:val="1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"/>
    <w:qFormat/>
    <w:rsid w:val="007D75C1"/>
    <w:pPr>
      <w:numPr>
        <w:ilvl w:val="5"/>
        <w:numId w:val="11"/>
      </w:numPr>
      <w:outlineLvl w:val="5"/>
    </w:pPr>
    <w:rPr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D75C1"/>
    <w:pPr>
      <w:keepNext/>
      <w:spacing w:before="120" w:after="120"/>
      <w:ind w:left="355"/>
      <w:outlineLvl w:val="6"/>
    </w:pPr>
    <w:rPr>
      <w:i/>
    </w:rPr>
  </w:style>
  <w:style w:type="paragraph" w:styleId="Nagwek8">
    <w:name w:val="heading 8"/>
    <w:basedOn w:val="Normalny"/>
    <w:next w:val="Normalny"/>
    <w:link w:val="Nagwek8Znak"/>
    <w:uiPriority w:val="9"/>
    <w:qFormat/>
    <w:rsid w:val="007D75C1"/>
    <w:pPr>
      <w:keepNext/>
      <w:spacing w:line="240" w:lineRule="atLeast"/>
      <w:ind w:left="2832" w:firstLine="708"/>
      <w:jc w:val="left"/>
      <w:outlineLvl w:val="7"/>
    </w:pPr>
    <w:rPr>
      <w:b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7D75C1"/>
    <w:pPr>
      <w:keepNext/>
      <w:spacing w:line="360" w:lineRule="auto"/>
      <w:jc w:val="center"/>
      <w:outlineLvl w:val="8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83D8D"/>
    <w:rPr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02146"/>
    <w:rPr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983D8D"/>
    <w:rPr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983D8D"/>
    <w:rPr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983D8D"/>
    <w:rPr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983D8D"/>
    <w:rPr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locked/>
    <w:rsid w:val="00983D8D"/>
    <w:rPr>
      <w:rFonts w:cs="Times New Roman"/>
      <w:i/>
      <w:sz w:val="22"/>
      <w:lang w:eastAsia="en-US"/>
    </w:rPr>
  </w:style>
  <w:style w:type="character" w:customStyle="1" w:styleId="Nagwek8Znak">
    <w:name w:val="Nagłówek 8 Znak"/>
    <w:basedOn w:val="Domylnaczcionkaakapitu"/>
    <w:link w:val="Nagwek8"/>
    <w:locked/>
    <w:rsid w:val="00983D8D"/>
    <w:rPr>
      <w:rFonts w:cs="Times New Roman"/>
      <w:b/>
      <w:sz w:val="22"/>
      <w:u w:val="single"/>
    </w:rPr>
  </w:style>
  <w:style w:type="character" w:customStyle="1" w:styleId="Nagwek9Znak">
    <w:name w:val="Nagłówek 9 Znak"/>
    <w:basedOn w:val="Domylnaczcionkaakapitu"/>
    <w:link w:val="Nagwek9"/>
    <w:locked/>
    <w:rsid w:val="00983D8D"/>
    <w:rPr>
      <w:rFonts w:cs="Times New Roman"/>
      <w:b/>
      <w:sz w:val="28"/>
    </w:rPr>
  </w:style>
  <w:style w:type="paragraph" w:styleId="Nagwek">
    <w:name w:val="header"/>
    <w:basedOn w:val="Normalny"/>
    <w:link w:val="NagwekZnak"/>
    <w:rsid w:val="007D75C1"/>
    <w:pPr>
      <w:tabs>
        <w:tab w:val="center" w:pos="4536"/>
        <w:tab w:val="right" w:pos="9072"/>
      </w:tabs>
    </w:pPr>
    <w:rPr>
      <w:sz w:val="16"/>
    </w:rPr>
  </w:style>
  <w:style w:type="character" w:customStyle="1" w:styleId="NagwekZnak">
    <w:name w:val="Nagłówek Znak"/>
    <w:basedOn w:val="Domylnaczcionkaakapitu"/>
    <w:link w:val="Nagwek"/>
    <w:locked/>
    <w:rsid w:val="005B08B8"/>
    <w:rPr>
      <w:rFonts w:cs="Times New Roman"/>
      <w:sz w:val="16"/>
      <w:lang w:eastAsia="en-US"/>
    </w:rPr>
  </w:style>
  <w:style w:type="character" w:customStyle="1" w:styleId="AAAddress">
    <w:name w:val="AA Address"/>
    <w:rsid w:val="007D75C1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rsid w:val="007D75C1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styleId="Stopka">
    <w:name w:val="footer"/>
    <w:basedOn w:val="Normalny"/>
    <w:link w:val="StopkaZnak"/>
    <w:uiPriority w:val="99"/>
    <w:rsid w:val="007D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59BF"/>
    <w:rPr>
      <w:rFonts w:cs="Times New Roman"/>
      <w:sz w:val="22"/>
      <w:lang w:val="pl-PL" w:eastAsia="en-US"/>
    </w:rPr>
  </w:style>
  <w:style w:type="paragraph" w:styleId="Legenda">
    <w:name w:val="caption"/>
    <w:basedOn w:val="Normalny"/>
    <w:next w:val="Normalny"/>
    <w:qFormat/>
    <w:rsid w:val="007D75C1"/>
    <w:rPr>
      <w:b/>
    </w:rPr>
  </w:style>
  <w:style w:type="paragraph" w:styleId="Listapunktowana">
    <w:name w:val="List Bullet"/>
    <w:basedOn w:val="Normalny"/>
    <w:rsid w:val="007D75C1"/>
    <w:pPr>
      <w:tabs>
        <w:tab w:val="left" w:pos="284"/>
        <w:tab w:val="num" w:pos="360"/>
      </w:tabs>
      <w:ind w:left="360" w:hanging="360"/>
    </w:pPr>
  </w:style>
  <w:style w:type="paragraph" w:styleId="Listapunktowana2">
    <w:name w:val="List Bullet 2"/>
    <w:basedOn w:val="Normalny"/>
    <w:rsid w:val="007D75C1"/>
    <w:pPr>
      <w:tabs>
        <w:tab w:val="left" w:pos="567"/>
      </w:tabs>
      <w:ind w:left="851" w:hanging="284"/>
    </w:pPr>
  </w:style>
  <w:style w:type="paragraph" w:styleId="Listapunktowana3">
    <w:name w:val="List Bullet 3"/>
    <w:basedOn w:val="Normalny"/>
    <w:rsid w:val="007D75C1"/>
    <w:pPr>
      <w:tabs>
        <w:tab w:val="left" w:pos="851"/>
        <w:tab w:val="num" w:pos="926"/>
      </w:tabs>
      <w:ind w:left="926" w:hanging="360"/>
    </w:pPr>
  </w:style>
  <w:style w:type="paragraph" w:styleId="Listapunktowana4">
    <w:name w:val="List Bullet 4"/>
    <w:basedOn w:val="Normalny"/>
    <w:rsid w:val="007D75C1"/>
    <w:pPr>
      <w:tabs>
        <w:tab w:val="left" w:pos="1134"/>
      </w:tabs>
      <w:ind w:left="1418" w:hanging="284"/>
    </w:pPr>
  </w:style>
  <w:style w:type="paragraph" w:styleId="Listanumerowana">
    <w:name w:val="List Number"/>
    <w:basedOn w:val="Normalny"/>
    <w:rsid w:val="007D75C1"/>
    <w:pPr>
      <w:tabs>
        <w:tab w:val="left" w:pos="284"/>
      </w:tabs>
      <w:ind w:left="284" w:hanging="284"/>
    </w:pPr>
  </w:style>
  <w:style w:type="paragraph" w:styleId="Listanumerowana2">
    <w:name w:val="List Number 2"/>
    <w:basedOn w:val="Normalny"/>
    <w:rsid w:val="007D75C1"/>
    <w:pPr>
      <w:tabs>
        <w:tab w:val="left" w:pos="567"/>
      </w:tabs>
      <w:ind w:left="851" w:hanging="284"/>
    </w:pPr>
  </w:style>
  <w:style w:type="paragraph" w:styleId="Listanumerowana3">
    <w:name w:val="List Number 3"/>
    <w:basedOn w:val="Normalny"/>
    <w:rsid w:val="007D75C1"/>
    <w:pPr>
      <w:tabs>
        <w:tab w:val="left" w:pos="851"/>
      </w:tabs>
      <w:ind w:left="1135" w:hanging="284"/>
    </w:pPr>
  </w:style>
  <w:style w:type="paragraph" w:styleId="Wcicienormalne">
    <w:name w:val="Normal Indent"/>
    <w:basedOn w:val="Normalny"/>
    <w:rsid w:val="007D75C1"/>
    <w:pPr>
      <w:ind w:left="284"/>
    </w:pPr>
  </w:style>
  <w:style w:type="paragraph" w:customStyle="1" w:styleId="AAFrameAddress">
    <w:name w:val="AA Frame Address"/>
    <w:basedOn w:val="Nagwek1"/>
    <w:rsid w:val="007D75C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anumerowana5">
    <w:name w:val="List Number 5"/>
    <w:basedOn w:val="Normalny"/>
    <w:rsid w:val="007D75C1"/>
    <w:pPr>
      <w:tabs>
        <w:tab w:val="left" w:pos="1418"/>
      </w:tabs>
      <w:ind w:left="1418" w:hanging="284"/>
    </w:pPr>
  </w:style>
  <w:style w:type="paragraph" w:styleId="Listanumerowana4">
    <w:name w:val="List Number 4"/>
    <w:basedOn w:val="Normalny"/>
    <w:rsid w:val="007D75C1"/>
    <w:pPr>
      <w:tabs>
        <w:tab w:val="left" w:pos="1418"/>
      </w:tabs>
      <w:ind w:left="1209" w:hanging="360"/>
    </w:pPr>
  </w:style>
  <w:style w:type="paragraph" w:styleId="Wykazrde">
    <w:name w:val="table of authorities"/>
    <w:basedOn w:val="Normalny"/>
    <w:next w:val="Normalny"/>
    <w:semiHidden/>
    <w:rsid w:val="007D75C1"/>
    <w:pPr>
      <w:ind w:left="284" w:hanging="284"/>
    </w:pPr>
  </w:style>
  <w:style w:type="paragraph" w:styleId="Indeks1">
    <w:name w:val="index 1"/>
    <w:basedOn w:val="Normalny"/>
    <w:next w:val="Normalny"/>
    <w:autoRedefine/>
    <w:semiHidden/>
    <w:rsid w:val="007D75C1"/>
    <w:pPr>
      <w:ind w:left="284" w:hanging="284"/>
    </w:pPr>
  </w:style>
  <w:style w:type="paragraph" w:styleId="Indeks2">
    <w:name w:val="index 2"/>
    <w:basedOn w:val="Normalny"/>
    <w:next w:val="Normalny"/>
    <w:autoRedefine/>
    <w:semiHidden/>
    <w:rsid w:val="007D75C1"/>
    <w:pPr>
      <w:ind w:left="568" w:hanging="284"/>
    </w:pPr>
  </w:style>
  <w:style w:type="paragraph" w:styleId="Indeks3">
    <w:name w:val="index 3"/>
    <w:basedOn w:val="Normalny"/>
    <w:next w:val="Normalny"/>
    <w:autoRedefine/>
    <w:semiHidden/>
    <w:rsid w:val="007D75C1"/>
    <w:pPr>
      <w:ind w:left="851" w:hanging="284"/>
    </w:pPr>
  </w:style>
  <w:style w:type="paragraph" w:styleId="Indeks4">
    <w:name w:val="index 4"/>
    <w:basedOn w:val="Normalny"/>
    <w:next w:val="Normalny"/>
    <w:semiHidden/>
    <w:rsid w:val="007D75C1"/>
    <w:pPr>
      <w:ind w:left="1135" w:hanging="284"/>
    </w:pPr>
  </w:style>
  <w:style w:type="paragraph" w:styleId="Indeks6">
    <w:name w:val="index 6"/>
    <w:basedOn w:val="Normalny"/>
    <w:next w:val="Normalny"/>
    <w:semiHidden/>
    <w:rsid w:val="007D75C1"/>
    <w:pPr>
      <w:ind w:left="1702" w:hanging="284"/>
    </w:pPr>
  </w:style>
  <w:style w:type="paragraph" w:styleId="Indeks5">
    <w:name w:val="index 5"/>
    <w:basedOn w:val="Normalny"/>
    <w:next w:val="Normalny"/>
    <w:semiHidden/>
    <w:rsid w:val="007D75C1"/>
    <w:pPr>
      <w:ind w:left="1418" w:hanging="284"/>
    </w:pPr>
  </w:style>
  <w:style w:type="paragraph" w:styleId="Indeks7">
    <w:name w:val="index 7"/>
    <w:basedOn w:val="Normalny"/>
    <w:next w:val="Normalny"/>
    <w:semiHidden/>
    <w:rsid w:val="007D75C1"/>
    <w:pPr>
      <w:ind w:left="1985" w:hanging="284"/>
    </w:pPr>
  </w:style>
  <w:style w:type="paragraph" w:styleId="Indeks8">
    <w:name w:val="index 8"/>
    <w:basedOn w:val="Normalny"/>
    <w:next w:val="Normalny"/>
    <w:semiHidden/>
    <w:rsid w:val="007D75C1"/>
    <w:pPr>
      <w:ind w:left="2269" w:hanging="284"/>
    </w:pPr>
  </w:style>
  <w:style w:type="paragraph" w:styleId="Indeks9">
    <w:name w:val="index 9"/>
    <w:basedOn w:val="Normalny"/>
    <w:next w:val="Normalny"/>
    <w:semiHidden/>
    <w:rsid w:val="007D75C1"/>
    <w:pPr>
      <w:ind w:left="2552" w:hanging="284"/>
    </w:pPr>
  </w:style>
  <w:style w:type="paragraph" w:styleId="Spistreci2">
    <w:name w:val="toc 2"/>
    <w:basedOn w:val="Normalny"/>
    <w:next w:val="Normalny"/>
    <w:uiPriority w:val="39"/>
    <w:rsid w:val="007D75C1"/>
    <w:pPr>
      <w:spacing w:before="240"/>
    </w:pPr>
    <w:rPr>
      <w:b/>
    </w:rPr>
  </w:style>
  <w:style w:type="paragraph" w:styleId="Spistreci3">
    <w:name w:val="toc 3"/>
    <w:basedOn w:val="Normalny"/>
    <w:next w:val="Normalny"/>
    <w:semiHidden/>
    <w:rsid w:val="007D75C1"/>
    <w:pPr>
      <w:spacing w:after="240"/>
    </w:pPr>
  </w:style>
  <w:style w:type="paragraph" w:styleId="Spistreci4">
    <w:name w:val="toc 4"/>
    <w:basedOn w:val="Normalny"/>
    <w:next w:val="Normalny"/>
    <w:semiHidden/>
    <w:rsid w:val="007D75C1"/>
    <w:pPr>
      <w:ind w:left="851"/>
    </w:pPr>
  </w:style>
  <w:style w:type="paragraph" w:styleId="Spistreci5">
    <w:name w:val="toc 5"/>
    <w:basedOn w:val="Normalny"/>
    <w:next w:val="Normalny"/>
    <w:semiHidden/>
    <w:rsid w:val="007D75C1"/>
    <w:pPr>
      <w:ind w:left="1134"/>
    </w:pPr>
  </w:style>
  <w:style w:type="paragraph" w:styleId="Spistreci6">
    <w:name w:val="toc 6"/>
    <w:basedOn w:val="Normalny"/>
    <w:next w:val="Normalny"/>
    <w:semiHidden/>
    <w:rsid w:val="007D75C1"/>
    <w:pPr>
      <w:ind w:left="1418"/>
    </w:pPr>
  </w:style>
  <w:style w:type="paragraph" w:styleId="Spistreci7">
    <w:name w:val="toc 7"/>
    <w:basedOn w:val="Normalny"/>
    <w:next w:val="Normalny"/>
    <w:semiHidden/>
    <w:rsid w:val="007D75C1"/>
    <w:pPr>
      <w:ind w:left="1701"/>
    </w:pPr>
  </w:style>
  <w:style w:type="paragraph" w:styleId="Spistreci8">
    <w:name w:val="toc 8"/>
    <w:basedOn w:val="Normalny"/>
    <w:next w:val="Normalny"/>
    <w:semiHidden/>
    <w:rsid w:val="007D75C1"/>
    <w:pPr>
      <w:ind w:left="1985"/>
    </w:pPr>
  </w:style>
  <w:style w:type="paragraph" w:styleId="Spistreci9">
    <w:name w:val="toc 9"/>
    <w:basedOn w:val="Normalny"/>
    <w:next w:val="Normalny"/>
    <w:semiHidden/>
    <w:rsid w:val="007D75C1"/>
    <w:pPr>
      <w:ind w:left="2268"/>
    </w:pPr>
  </w:style>
  <w:style w:type="paragraph" w:styleId="Spisilustracji">
    <w:name w:val="table of figures"/>
    <w:basedOn w:val="Normalny"/>
    <w:next w:val="Normalny"/>
    <w:semiHidden/>
    <w:rsid w:val="007D75C1"/>
    <w:pPr>
      <w:ind w:left="567" w:hanging="567"/>
    </w:pPr>
  </w:style>
  <w:style w:type="paragraph" w:styleId="Listapunktowana5">
    <w:name w:val="List Bullet 5"/>
    <w:basedOn w:val="Normalny"/>
    <w:rsid w:val="007D75C1"/>
    <w:pPr>
      <w:tabs>
        <w:tab w:val="left" w:pos="1418"/>
      </w:tabs>
      <w:ind w:left="1702" w:hanging="284"/>
    </w:pPr>
  </w:style>
  <w:style w:type="paragraph" w:styleId="Tekstpodstawowy">
    <w:name w:val="Body Text"/>
    <w:basedOn w:val="Normalny"/>
    <w:link w:val="TekstpodstawowyZnak"/>
    <w:rsid w:val="007D75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sid w:val="00532FA2"/>
    <w:rPr>
      <w:rFonts w:cs="Times New Roman"/>
      <w:sz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rsid w:val="007D75C1"/>
    <w:pPr>
      <w:ind w:firstLine="284"/>
    </w:pPr>
  </w:style>
  <w:style w:type="character" w:customStyle="1" w:styleId="TekstpodstawowyzwciciemZnak">
    <w:name w:val="Tekst podstawowy z wcięciem Znak"/>
    <w:basedOn w:val="TekstpodstawowyZnak"/>
    <w:link w:val="Tekstpodstawowyzwciciem"/>
    <w:locked/>
    <w:rsid w:val="00983D8D"/>
    <w:rPr>
      <w:rFonts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D75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983D8D"/>
    <w:rPr>
      <w:rFonts w:cs="Times New Roman"/>
      <w:sz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75C1"/>
    <w:pPr>
      <w:ind w:left="284" w:firstLine="284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locked/>
    <w:rsid w:val="00983D8D"/>
    <w:rPr>
      <w:rFonts w:cs="Times New Roman"/>
      <w:sz w:val="22"/>
      <w:lang w:eastAsia="en-US"/>
    </w:rPr>
  </w:style>
  <w:style w:type="character" w:styleId="Pogrubienie">
    <w:name w:val="Strong"/>
    <w:basedOn w:val="Domylnaczcionkaakapitu"/>
    <w:uiPriority w:val="22"/>
    <w:qFormat/>
    <w:rsid w:val="007D75C1"/>
    <w:rPr>
      <w:rFonts w:cs="Times New Roman"/>
      <w:b/>
    </w:rPr>
  </w:style>
  <w:style w:type="paragraph" w:customStyle="1" w:styleId="AA1stlevelbullet">
    <w:name w:val="AA 1st level bullet"/>
    <w:basedOn w:val="Normalny"/>
    <w:rsid w:val="007D75C1"/>
    <w:pPr>
      <w:numPr>
        <w:numId w:val="1"/>
      </w:numPr>
      <w:tabs>
        <w:tab w:val="clear" w:pos="283"/>
        <w:tab w:val="left" w:pos="227"/>
      </w:tabs>
      <w:ind w:left="227" w:hanging="227"/>
    </w:pPr>
  </w:style>
  <w:style w:type="paragraph" w:customStyle="1" w:styleId="AAFrameLogo">
    <w:name w:val="AA Frame Logo"/>
    <w:basedOn w:val="Normalny"/>
    <w:rsid w:val="007D75C1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7D75C1"/>
    <w:rPr>
      <w:rFonts w:ascii="Arial" w:hAnsi="Arial"/>
      <w:sz w:val="13"/>
    </w:rPr>
  </w:style>
  <w:style w:type="paragraph" w:customStyle="1" w:styleId="AA2ndlevelbullet">
    <w:name w:val="AA 2nd level bullet"/>
    <w:basedOn w:val="AA1stlevelbullet"/>
    <w:rsid w:val="007D75C1"/>
    <w:pPr>
      <w:numPr>
        <w:numId w:val="4"/>
      </w:numPr>
      <w:tabs>
        <w:tab w:val="clear" w:pos="227"/>
        <w:tab w:val="clear" w:pos="283"/>
        <w:tab w:val="left" w:pos="454"/>
        <w:tab w:val="num" w:pos="643"/>
        <w:tab w:val="left" w:pos="680"/>
        <w:tab w:val="left" w:pos="907"/>
        <w:tab w:val="num" w:pos="1209"/>
      </w:tabs>
      <w:ind w:left="454" w:hanging="360"/>
    </w:pPr>
  </w:style>
  <w:style w:type="paragraph" w:customStyle="1" w:styleId="AANumbering">
    <w:name w:val="AA Numbering"/>
    <w:basedOn w:val="Normalny"/>
    <w:rsid w:val="007D75C1"/>
    <w:pPr>
      <w:numPr>
        <w:numId w:val="2"/>
      </w:numPr>
    </w:pPr>
  </w:style>
  <w:style w:type="paragraph" w:styleId="Spistreci1">
    <w:name w:val="toc 1"/>
    <w:basedOn w:val="Normalny"/>
    <w:next w:val="Normalny"/>
    <w:uiPriority w:val="39"/>
    <w:rsid w:val="007D75C1"/>
  </w:style>
  <w:style w:type="paragraph" w:customStyle="1" w:styleId="ReportMenuBar">
    <w:name w:val="ReportMenuBar"/>
    <w:basedOn w:val="Normalny"/>
    <w:rsid w:val="007D75C1"/>
    <w:rPr>
      <w:b/>
      <w:color w:val="FFFFFF"/>
      <w:sz w:val="30"/>
    </w:rPr>
  </w:style>
  <w:style w:type="paragraph" w:customStyle="1" w:styleId="ReportHeading1">
    <w:name w:val="ReportHeading1"/>
    <w:basedOn w:val="Normalny"/>
    <w:rsid w:val="007D75C1"/>
    <w:pPr>
      <w:framePr w:w="6521" w:h="1055" w:hSpace="142" w:wrap="around" w:vAnchor="page" w:hAnchor="page" w:x="1441" w:y="4452"/>
      <w:spacing w:line="300" w:lineRule="atLeast"/>
    </w:pPr>
    <w:rPr>
      <w:b/>
      <w:sz w:val="24"/>
    </w:rPr>
  </w:style>
  <w:style w:type="paragraph" w:customStyle="1" w:styleId="ReportHeading2">
    <w:name w:val="ReportHeading2"/>
    <w:basedOn w:val="ReportHeading1"/>
    <w:rsid w:val="007D75C1"/>
    <w:pPr>
      <w:framePr w:h="1054" w:wrap="around" w:y="5920"/>
    </w:pPr>
    <w:rPr>
      <w:b w:val="0"/>
    </w:rPr>
  </w:style>
  <w:style w:type="paragraph" w:customStyle="1" w:styleId="ReportHeading3">
    <w:name w:val="ReportHeading3"/>
    <w:basedOn w:val="ReportHeading2"/>
    <w:rsid w:val="007D75C1"/>
    <w:pPr>
      <w:framePr w:h="443" w:wrap="around" w:y="8223"/>
    </w:pPr>
  </w:style>
  <w:style w:type="paragraph" w:styleId="Tekstpodstawowy2">
    <w:name w:val="Body Text 2"/>
    <w:basedOn w:val="Normalny"/>
    <w:link w:val="Tekstpodstawowy2Znak"/>
    <w:rsid w:val="007D75C1"/>
    <w:pPr>
      <w:tabs>
        <w:tab w:val="left" w:pos="1134"/>
      </w:tabs>
      <w:spacing w:line="280" w:lineRule="atLeast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983D8D"/>
    <w:rPr>
      <w:rFonts w:cs="Times New Roman"/>
      <w:sz w:val="22"/>
      <w:lang w:eastAsia="en-US"/>
    </w:rPr>
  </w:style>
  <w:style w:type="paragraph" w:customStyle="1" w:styleId="ParagraphNumbering">
    <w:name w:val="Paragraph Numbering"/>
    <w:basedOn w:val="Nagwek"/>
    <w:rsid w:val="007D75C1"/>
    <w:pPr>
      <w:numPr>
        <w:numId w:val="3"/>
      </w:numPr>
      <w:tabs>
        <w:tab w:val="clear" w:pos="705"/>
        <w:tab w:val="clear" w:pos="4536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ny"/>
    <w:next w:val="Normalny"/>
    <w:rsid w:val="007D75C1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ny"/>
    <w:rsid w:val="007D75C1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7D75C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ny"/>
    <w:rsid w:val="007D75C1"/>
    <w:pPr>
      <w:spacing w:line="280" w:lineRule="atLeast"/>
    </w:pPr>
    <w:rPr>
      <w:b/>
    </w:rPr>
  </w:style>
  <w:style w:type="paragraph" w:customStyle="1" w:styleId="StandaardOpinion">
    <w:name w:val="StandaardOpinion"/>
    <w:basedOn w:val="Normalny"/>
    <w:rsid w:val="007D75C1"/>
    <w:pPr>
      <w:spacing w:line="280" w:lineRule="atLeast"/>
    </w:pPr>
  </w:style>
  <w:style w:type="paragraph" w:styleId="Tekstpodstawowy3">
    <w:name w:val="Body Text 3"/>
    <w:basedOn w:val="Normalny"/>
    <w:link w:val="Tekstpodstawowy3Znak"/>
    <w:rsid w:val="007D75C1"/>
    <w:pPr>
      <w:tabs>
        <w:tab w:val="left" w:pos="1134"/>
      </w:tabs>
      <w:spacing w:line="280" w:lineRule="atLeast"/>
    </w:pPr>
  </w:style>
  <w:style w:type="character" w:customStyle="1" w:styleId="Tekstpodstawowy3Znak">
    <w:name w:val="Tekst podstawowy 3 Znak"/>
    <w:basedOn w:val="Domylnaczcionkaakapitu"/>
    <w:link w:val="Tekstpodstawowy3"/>
    <w:locked/>
    <w:rsid w:val="00983D8D"/>
    <w:rPr>
      <w:rFonts w:cs="Times New Roman"/>
      <w:sz w:val="22"/>
      <w:lang w:eastAsia="en-US"/>
    </w:rPr>
  </w:style>
  <w:style w:type="paragraph" w:styleId="Tytu">
    <w:name w:val="Title"/>
    <w:basedOn w:val="Normalny"/>
    <w:link w:val="TytuZnak"/>
    <w:qFormat/>
    <w:rsid w:val="007D75C1"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locked/>
    <w:rsid w:val="00983D8D"/>
    <w:rPr>
      <w:rFonts w:cs="Times New Roman"/>
      <w:b/>
      <w:kern w:val="28"/>
      <w:sz w:val="32"/>
      <w:lang w:eastAsia="en-US"/>
    </w:rPr>
  </w:style>
  <w:style w:type="paragraph" w:customStyle="1" w:styleId="Texta">
    <w:name w:val="Text (a)"/>
    <w:basedOn w:val="Normalny"/>
    <w:rsid w:val="007D75C1"/>
    <w:pPr>
      <w:ind w:left="2410"/>
    </w:pPr>
  </w:style>
  <w:style w:type="paragraph" w:customStyle="1" w:styleId="Texti">
    <w:name w:val="Text (i)"/>
    <w:basedOn w:val="Normalny"/>
    <w:rsid w:val="007D75C1"/>
    <w:pPr>
      <w:ind w:left="1985"/>
    </w:pPr>
  </w:style>
  <w:style w:type="paragraph" w:customStyle="1" w:styleId="text1">
    <w:name w:val="text 1"/>
    <w:basedOn w:val="Normalny"/>
    <w:rsid w:val="007D75C1"/>
    <w:pPr>
      <w:ind w:left="425"/>
    </w:pPr>
  </w:style>
  <w:style w:type="paragraph" w:customStyle="1" w:styleId="text1x">
    <w:name w:val="text 1.x"/>
    <w:basedOn w:val="Normalny"/>
    <w:rsid w:val="007D75C1"/>
    <w:pPr>
      <w:ind w:left="567"/>
    </w:pPr>
  </w:style>
  <w:style w:type="paragraph" w:customStyle="1" w:styleId="Text1xx">
    <w:name w:val="Text 1.xx"/>
    <w:basedOn w:val="Normalny"/>
    <w:rsid w:val="007D75C1"/>
    <w:pPr>
      <w:ind w:left="1418"/>
    </w:pPr>
  </w:style>
  <w:style w:type="paragraph" w:customStyle="1" w:styleId="Text1xxx">
    <w:name w:val="Text 1.xxx"/>
    <w:basedOn w:val="Normalny"/>
    <w:rsid w:val="007D75C1"/>
    <w:pPr>
      <w:ind w:left="1418"/>
    </w:pPr>
  </w:style>
  <w:style w:type="paragraph" w:customStyle="1" w:styleId="Tytu1">
    <w:name w:val="Tytuł1"/>
    <w:basedOn w:val="Normalny"/>
    <w:next w:val="Normalny"/>
    <w:rsid w:val="007D75C1"/>
    <w:pPr>
      <w:spacing w:before="480" w:after="480"/>
      <w:jc w:val="center"/>
    </w:pPr>
    <w:rPr>
      <w:b/>
      <w:sz w:val="24"/>
    </w:rPr>
  </w:style>
  <w:style w:type="paragraph" w:customStyle="1" w:styleId="opis">
    <w:name w:val="opis"/>
    <w:basedOn w:val="Normalny"/>
    <w:rsid w:val="007D75C1"/>
    <w:pPr>
      <w:widowControl w:val="0"/>
      <w:spacing w:line="360" w:lineRule="auto"/>
      <w:ind w:left="170" w:right="170"/>
    </w:pPr>
    <w:rPr>
      <w:rFonts w:ascii="Arial" w:hAnsi="Arial"/>
      <w:sz w:val="24"/>
      <w:lang w:eastAsia="pl-PL"/>
    </w:rPr>
  </w:style>
  <w:style w:type="paragraph" w:customStyle="1" w:styleId="nagwek10">
    <w:name w:val="nag?—wek1"/>
    <w:basedOn w:val="Normalny"/>
    <w:rsid w:val="007D75C1"/>
    <w:pPr>
      <w:widowControl w:val="0"/>
      <w:tabs>
        <w:tab w:val="left" w:pos="567"/>
      </w:tabs>
      <w:spacing w:before="240" w:after="120" w:line="312" w:lineRule="auto"/>
      <w:ind w:left="567" w:hanging="567"/>
    </w:pPr>
    <w:rPr>
      <w:b/>
      <w:smallCaps/>
      <w:sz w:val="26"/>
      <w:lang w:eastAsia="pl-PL"/>
    </w:rPr>
  </w:style>
  <w:style w:type="paragraph" w:customStyle="1" w:styleId="Rozdzia">
    <w:name w:val="Rozdział"/>
    <w:basedOn w:val="opis"/>
    <w:next w:val="opis"/>
    <w:rsid w:val="007D75C1"/>
    <w:pPr>
      <w:numPr>
        <w:numId w:val="5"/>
      </w:numPr>
      <w:ind w:right="0"/>
      <w:outlineLvl w:val="0"/>
    </w:pPr>
    <w:rPr>
      <w:rFonts w:ascii="Times New Roman" w:hAnsi="Times New Roman"/>
      <w:b/>
      <w:sz w:val="32"/>
    </w:rPr>
  </w:style>
  <w:style w:type="paragraph" w:customStyle="1" w:styleId="Rozdzia-">
    <w:name w:val="Rozdział-"/>
    <w:basedOn w:val="Normalny"/>
    <w:next w:val="opis"/>
    <w:rsid w:val="007D75C1"/>
    <w:pPr>
      <w:widowControl w:val="0"/>
      <w:numPr>
        <w:ilvl w:val="1"/>
        <w:numId w:val="5"/>
      </w:numPr>
      <w:spacing w:line="360" w:lineRule="auto"/>
      <w:outlineLvl w:val="1"/>
    </w:pPr>
    <w:rPr>
      <w:b/>
      <w:sz w:val="32"/>
      <w:lang w:eastAsia="pl-PL"/>
    </w:rPr>
  </w:style>
  <w:style w:type="character" w:styleId="Numerstrony">
    <w:name w:val="page number"/>
    <w:basedOn w:val="Domylnaczcionkaakapitu"/>
    <w:rsid w:val="007D75C1"/>
    <w:rPr>
      <w:rFonts w:cs="Times New Roman"/>
    </w:rPr>
  </w:style>
  <w:style w:type="paragraph" w:customStyle="1" w:styleId="podpunkt-">
    <w:name w:val="podpunkt-"/>
    <w:basedOn w:val="opis"/>
    <w:rsid w:val="007D75C1"/>
    <w:pPr>
      <w:numPr>
        <w:numId w:val="6"/>
      </w:numPr>
    </w:pPr>
  </w:style>
  <w:style w:type="paragraph" w:customStyle="1" w:styleId="podpunkt">
    <w:name w:val="podpunkt."/>
    <w:basedOn w:val="opis"/>
    <w:rsid w:val="007D75C1"/>
    <w:pPr>
      <w:numPr>
        <w:numId w:val="7"/>
      </w:numPr>
    </w:pPr>
  </w:style>
  <w:style w:type="paragraph" w:customStyle="1" w:styleId="podpunkt-1">
    <w:name w:val="podpunkt-1"/>
    <w:basedOn w:val="opis"/>
    <w:rsid w:val="007D75C1"/>
    <w:pPr>
      <w:numPr>
        <w:numId w:val="8"/>
      </w:numPr>
      <w:tabs>
        <w:tab w:val="clear" w:pos="1134"/>
        <w:tab w:val="num" w:pos="360"/>
      </w:tabs>
      <w:ind w:left="1418"/>
    </w:pPr>
  </w:style>
  <w:style w:type="paragraph" w:customStyle="1" w:styleId="podpunkt-a">
    <w:name w:val="podpunkt-a"/>
    <w:basedOn w:val="opis"/>
    <w:rsid w:val="007D75C1"/>
    <w:pPr>
      <w:numPr>
        <w:numId w:val="9"/>
      </w:numPr>
      <w:tabs>
        <w:tab w:val="clear" w:pos="1134"/>
        <w:tab w:val="num" w:pos="357"/>
      </w:tabs>
      <w:ind w:left="1418"/>
    </w:pPr>
  </w:style>
  <w:style w:type="paragraph" w:customStyle="1" w:styleId="Rrozdzia">
    <w:name w:val="Rrozdział="/>
    <w:basedOn w:val="Normalny"/>
    <w:next w:val="opis"/>
    <w:rsid w:val="007D75C1"/>
    <w:pPr>
      <w:widowControl w:val="0"/>
      <w:spacing w:line="360" w:lineRule="auto"/>
      <w:ind w:right="170"/>
      <w:outlineLvl w:val="2"/>
    </w:pPr>
    <w:rPr>
      <w:rFonts w:ascii="Arial" w:hAnsi="Arial"/>
      <w:sz w:val="24"/>
      <w:lang w:eastAsia="pl-PL"/>
    </w:rPr>
  </w:style>
  <w:style w:type="character" w:styleId="Hipercze">
    <w:name w:val="Hyperlink"/>
    <w:basedOn w:val="Domylnaczcionkaakapitu"/>
    <w:uiPriority w:val="99"/>
    <w:rsid w:val="007D75C1"/>
    <w:rPr>
      <w:rFonts w:cs="Times New Roman"/>
      <w:color w:val="0000FF"/>
      <w:u w:val="single"/>
    </w:rPr>
  </w:style>
  <w:style w:type="paragraph" w:styleId="Tekstpodstawowywcity2">
    <w:name w:val="Body Text Indent 2"/>
    <w:aliases w:val="Indent Normal text"/>
    <w:basedOn w:val="Normalny"/>
    <w:link w:val="Tekstpodstawowywcity2Znak"/>
    <w:rsid w:val="007D75C1"/>
    <w:pPr>
      <w:spacing w:before="96" w:line="240" w:lineRule="atLeast"/>
      <w:ind w:left="374" w:hanging="336"/>
    </w:pPr>
    <w:rPr>
      <w:lang w:eastAsia="pl-PL"/>
    </w:rPr>
  </w:style>
  <w:style w:type="character" w:customStyle="1" w:styleId="Tekstpodstawowywcity2Znak">
    <w:name w:val="Tekst podstawowy wcięty 2 Znak"/>
    <w:aliases w:val="Indent Normal text Znak"/>
    <w:basedOn w:val="Domylnaczcionkaakapitu"/>
    <w:link w:val="Tekstpodstawowywcity2"/>
    <w:locked/>
    <w:rsid w:val="00983D8D"/>
    <w:rPr>
      <w:rFonts w:cs="Times New Roman"/>
      <w:sz w:val="22"/>
    </w:rPr>
  </w:style>
  <w:style w:type="paragraph" w:styleId="Tekstpodstawowywcity3">
    <w:name w:val="Body Text Indent 3"/>
    <w:basedOn w:val="Normalny"/>
    <w:link w:val="Tekstpodstawowywcity3Znak"/>
    <w:rsid w:val="007D75C1"/>
    <w:pPr>
      <w:spacing w:line="240" w:lineRule="atLeast"/>
      <w:ind w:left="470" w:hanging="442"/>
    </w:pPr>
    <w:rPr>
      <w:b/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sid w:val="00983D8D"/>
    <w:rPr>
      <w:rFonts w:cs="Times New Roman"/>
      <w:b/>
      <w:sz w:val="24"/>
    </w:rPr>
  </w:style>
  <w:style w:type="paragraph" w:styleId="Tekstdymka">
    <w:name w:val="Balloon Text"/>
    <w:basedOn w:val="Normalny"/>
    <w:link w:val="TekstdymkaZnak"/>
    <w:semiHidden/>
    <w:rsid w:val="007D75C1"/>
    <w:pPr>
      <w:spacing w:line="240" w:lineRule="auto"/>
      <w:jc w:val="left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983D8D"/>
    <w:rPr>
      <w:rFonts w:ascii="Tahoma" w:hAnsi="Tahoma" w:cs="Times New Roman"/>
      <w:sz w:val="16"/>
    </w:rPr>
  </w:style>
  <w:style w:type="character" w:customStyle="1" w:styleId="opisZnak">
    <w:name w:val="opis Znak"/>
    <w:rsid w:val="007D75C1"/>
    <w:rPr>
      <w:rFonts w:ascii="Arial" w:hAnsi="Arial"/>
      <w:snapToGrid w:val="0"/>
      <w:sz w:val="24"/>
      <w:lang w:val="pl-PL" w:eastAsia="pl-PL"/>
    </w:rPr>
  </w:style>
  <w:style w:type="paragraph" w:customStyle="1" w:styleId="Technical4">
    <w:name w:val="Technical 4"/>
    <w:rsid w:val="007D75C1"/>
    <w:pPr>
      <w:tabs>
        <w:tab w:val="left" w:pos="-720"/>
      </w:tabs>
      <w:suppressAutoHyphens/>
    </w:pPr>
    <w:rPr>
      <w:rFonts w:ascii="CG Times" w:hAnsi="CG Times"/>
      <w:b/>
      <w:sz w:val="24"/>
      <w:szCs w:val="20"/>
      <w:lang w:val="en-US"/>
    </w:rPr>
  </w:style>
  <w:style w:type="paragraph" w:customStyle="1" w:styleId="Document1">
    <w:name w:val="Document 1"/>
    <w:rsid w:val="007D75C1"/>
    <w:pPr>
      <w:keepNext/>
      <w:keepLines/>
      <w:tabs>
        <w:tab w:val="left" w:pos="-720"/>
      </w:tabs>
      <w:suppressAutoHyphens/>
    </w:pPr>
    <w:rPr>
      <w:sz w:val="24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D75C1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locked/>
    <w:rsid w:val="007418E5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D75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D75C1"/>
    <w:pPr>
      <w:spacing w:line="240" w:lineRule="auto"/>
      <w:jc w:val="left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83D8D"/>
    <w:rPr>
      <w:rFonts w:cs="Times New Roman"/>
    </w:rPr>
  </w:style>
  <w:style w:type="paragraph" w:customStyle="1" w:styleId="BodyText21">
    <w:name w:val="Body Text 21"/>
    <w:basedOn w:val="Normalny"/>
    <w:rsid w:val="007D75C1"/>
    <w:pPr>
      <w:widowControl w:val="0"/>
      <w:spacing w:line="360" w:lineRule="auto"/>
      <w:ind w:left="426"/>
    </w:pPr>
    <w:rPr>
      <w:rFonts w:ascii="Arial" w:hAnsi="Arial"/>
      <w:sz w:val="24"/>
      <w:lang w:eastAsia="pl-PL"/>
    </w:rPr>
  </w:style>
  <w:style w:type="paragraph" w:customStyle="1" w:styleId="BodyTextIndent21">
    <w:name w:val="Body Text Indent 21"/>
    <w:basedOn w:val="Normalny"/>
    <w:rsid w:val="007D75C1"/>
    <w:pPr>
      <w:widowControl w:val="0"/>
      <w:spacing w:line="360" w:lineRule="auto"/>
      <w:ind w:left="567"/>
    </w:pPr>
    <w:rPr>
      <w:rFonts w:ascii="Arial" w:hAnsi="Arial"/>
      <w:sz w:val="24"/>
      <w:lang w:eastAsia="pl-PL"/>
    </w:rPr>
  </w:style>
  <w:style w:type="paragraph" w:customStyle="1" w:styleId="BodyTextIndent31">
    <w:name w:val="Body Text Indent 31"/>
    <w:basedOn w:val="Normalny"/>
    <w:rsid w:val="007D75C1"/>
    <w:pPr>
      <w:widowControl w:val="0"/>
      <w:spacing w:line="360" w:lineRule="auto"/>
      <w:ind w:left="567"/>
    </w:pPr>
    <w:rPr>
      <w:rFonts w:ascii="Arial" w:hAnsi="Arial"/>
      <w:color w:val="0000FF"/>
      <w:sz w:val="24"/>
      <w:lang w:eastAsia="pl-PL"/>
    </w:rPr>
  </w:style>
  <w:style w:type="paragraph" w:customStyle="1" w:styleId="NA">
    <w:name w:val="N/A"/>
    <w:basedOn w:val="Normalny"/>
    <w:rsid w:val="007D75C1"/>
    <w:pPr>
      <w:tabs>
        <w:tab w:val="left" w:pos="9000"/>
        <w:tab w:val="right" w:pos="9360"/>
      </w:tabs>
      <w:suppressAutoHyphens/>
      <w:spacing w:line="240" w:lineRule="auto"/>
      <w:jc w:val="left"/>
    </w:pPr>
    <w:rPr>
      <w:sz w:val="26"/>
      <w:lang w:val="en-US" w:eastAsia="pl-PL"/>
    </w:rPr>
  </w:style>
  <w:style w:type="paragraph" w:styleId="Podtytu">
    <w:name w:val="Subtitle"/>
    <w:basedOn w:val="Normalny"/>
    <w:link w:val="PodtytuZnak"/>
    <w:qFormat/>
    <w:rsid w:val="007D75C1"/>
    <w:pPr>
      <w:widowControl w:val="0"/>
      <w:spacing w:line="240" w:lineRule="auto"/>
      <w:jc w:val="center"/>
    </w:pPr>
    <w:rPr>
      <w:b/>
      <w:sz w:val="32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locked/>
    <w:rsid w:val="00983D8D"/>
    <w:rPr>
      <w:rFonts w:cs="Times New Roman"/>
      <w:b/>
      <w:snapToGrid w:val="0"/>
      <w:sz w:val="32"/>
      <w:u w:val="single"/>
    </w:rPr>
  </w:style>
  <w:style w:type="paragraph" w:customStyle="1" w:styleId="Nagwek11">
    <w:name w:val="Nag?—wek 1"/>
    <w:basedOn w:val="Normalny"/>
    <w:next w:val="Normalny"/>
    <w:rsid w:val="007D75C1"/>
    <w:pPr>
      <w:keepNext/>
      <w:widowControl w:val="0"/>
      <w:spacing w:before="240" w:after="60" w:line="240" w:lineRule="auto"/>
    </w:pPr>
    <w:rPr>
      <w:rFonts w:ascii="Arial" w:hAnsi="Arial"/>
      <w:b/>
      <w:kern w:val="28"/>
      <w:sz w:val="28"/>
      <w:lang w:eastAsia="pl-PL"/>
    </w:rPr>
  </w:style>
  <w:style w:type="paragraph" w:customStyle="1" w:styleId="Nagwek20">
    <w:name w:val="Nag?—wek 2"/>
    <w:basedOn w:val="Normalny"/>
    <w:next w:val="Normalny"/>
    <w:rsid w:val="007D75C1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30">
    <w:name w:val="Nag?—wek 3"/>
    <w:basedOn w:val="Normalny"/>
    <w:next w:val="Normalny"/>
    <w:rsid w:val="007D75C1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40">
    <w:name w:val="Nag?—wek 4"/>
    <w:basedOn w:val="Normalny"/>
    <w:next w:val="Normalny"/>
    <w:rsid w:val="007D75C1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50">
    <w:name w:val="Nag?—wek 5"/>
    <w:basedOn w:val="Normalny"/>
    <w:next w:val="Normalny"/>
    <w:rsid w:val="007D75C1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60">
    <w:name w:val="Nag?—wek 6"/>
    <w:basedOn w:val="Normalny"/>
    <w:next w:val="Normalny"/>
    <w:rsid w:val="007D75C1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70">
    <w:name w:val="Nag?—wek 7"/>
    <w:basedOn w:val="Normalny"/>
    <w:next w:val="Normalny"/>
    <w:rsid w:val="007D75C1"/>
    <w:pPr>
      <w:keepNext/>
      <w:widowControl w:val="0"/>
      <w:tabs>
        <w:tab w:val="left" w:pos="709"/>
      </w:tabs>
      <w:spacing w:before="40" w:after="40" w:line="240" w:lineRule="auto"/>
    </w:pPr>
    <w:rPr>
      <w:sz w:val="26"/>
      <w:lang w:eastAsia="pl-PL"/>
    </w:rPr>
  </w:style>
  <w:style w:type="character" w:customStyle="1" w:styleId="Domylnaczcionkaakapitu0">
    <w:name w:val="Domy?lna czcionka akapitu"/>
    <w:rsid w:val="007D75C1"/>
    <w:rPr>
      <w:sz w:val="20"/>
    </w:rPr>
  </w:style>
  <w:style w:type="paragraph" w:customStyle="1" w:styleId="mj-nag1">
    <w:name w:val="m—j-nag?1"/>
    <w:basedOn w:val="Normalny"/>
    <w:rsid w:val="007D75C1"/>
    <w:pPr>
      <w:widowControl w:val="0"/>
      <w:tabs>
        <w:tab w:val="left" w:pos="851"/>
      </w:tabs>
      <w:spacing w:before="120" w:after="60" w:line="240" w:lineRule="auto"/>
      <w:ind w:left="851" w:hanging="851"/>
    </w:pPr>
    <w:rPr>
      <w:b/>
      <w:caps/>
      <w:sz w:val="28"/>
      <w:lang w:eastAsia="pl-PL"/>
    </w:rPr>
  </w:style>
  <w:style w:type="paragraph" w:customStyle="1" w:styleId="mj-nag2">
    <w:name w:val="m—j-nag?2"/>
    <w:basedOn w:val="Nagwek11"/>
    <w:rsid w:val="007D75C1"/>
    <w:pPr>
      <w:tabs>
        <w:tab w:val="left" w:pos="426"/>
      </w:tabs>
      <w:spacing w:before="80" w:after="40" w:line="288" w:lineRule="auto"/>
      <w:ind w:left="851" w:hanging="851"/>
    </w:pPr>
    <w:rPr>
      <w:rFonts w:ascii="Times New Roman" w:hAnsi="Times New Roman"/>
      <w:spacing w:val="10"/>
      <w:sz w:val="26"/>
    </w:rPr>
  </w:style>
  <w:style w:type="character" w:customStyle="1" w:styleId="Odsyaczprzypisudolnego">
    <w:name w:val="Odsy?acz przypisu dolnego"/>
    <w:rsid w:val="007D75C1"/>
    <w:rPr>
      <w:sz w:val="20"/>
      <w:vertAlign w:val="superscript"/>
    </w:rPr>
  </w:style>
  <w:style w:type="character" w:customStyle="1" w:styleId="Odsyaczdokomentarza">
    <w:name w:val="Odsy?acz do komentarza"/>
    <w:rsid w:val="007D75C1"/>
    <w:rPr>
      <w:sz w:val="16"/>
    </w:rPr>
  </w:style>
  <w:style w:type="paragraph" w:customStyle="1" w:styleId="tytu0">
    <w:name w:val="tytu?"/>
    <w:basedOn w:val="Normalny"/>
    <w:rsid w:val="007D75C1"/>
    <w:pPr>
      <w:widowControl w:val="0"/>
      <w:spacing w:before="120" w:line="240" w:lineRule="auto"/>
      <w:ind w:left="709" w:hanging="709"/>
      <w:jc w:val="left"/>
    </w:pPr>
    <w:rPr>
      <w:rFonts w:ascii="Arial" w:hAnsi="Arial"/>
      <w:b/>
      <w:i/>
      <w:sz w:val="24"/>
      <w:u w:val="single"/>
      <w:lang w:eastAsia="pl-PL"/>
    </w:rPr>
  </w:style>
  <w:style w:type="paragraph" w:customStyle="1" w:styleId="odstp">
    <w:name w:val="odst?p"/>
    <w:basedOn w:val="tytu0"/>
    <w:rsid w:val="007D75C1"/>
    <w:pPr>
      <w:spacing w:before="60" w:line="48" w:lineRule="auto"/>
    </w:pPr>
  </w:style>
  <w:style w:type="paragraph" w:customStyle="1" w:styleId="tabela">
    <w:name w:val="tabela"/>
    <w:basedOn w:val="Normalny"/>
    <w:rsid w:val="007D75C1"/>
    <w:pPr>
      <w:widowControl w:val="0"/>
      <w:spacing w:before="120" w:line="240" w:lineRule="auto"/>
      <w:jc w:val="left"/>
    </w:pPr>
    <w:rPr>
      <w:rFonts w:ascii="Arial" w:hAnsi="Arial"/>
      <w:sz w:val="20"/>
      <w:lang w:eastAsia="pl-PL"/>
    </w:rPr>
  </w:style>
  <w:style w:type="paragraph" w:customStyle="1" w:styleId="mj-nag3">
    <w:name w:val="m—j-nag?3"/>
    <w:basedOn w:val="Normalny"/>
    <w:rsid w:val="007D75C1"/>
    <w:pPr>
      <w:widowControl w:val="0"/>
      <w:tabs>
        <w:tab w:val="left" w:pos="851"/>
      </w:tabs>
      <w:spacing w:before="100" w:after="100" w:line="-240" w:lineRule="auto"/>
      <w:ind w:left="851" w:hanging="851"/>
    </w:pPr>
    <w:rPr>
      <w:b/>
      <w:spacing w:val="10"/>
      <w:sz w:val="24"/>
      <w:lang w:val="en-US" w:eastAsia="pl-PL"/>
    </w:rPr>
  </w:style>
  <w:style w:type="paragraph" w:customStyle="1" w:styleId="mj-nag4">
    <w:name w:val="m—j-nag?4"/>
    <w:basedOn w:val="Normalny"/>
    <w:rsid w:val="007D75C1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eastAsia="pl-PL"/>
    </w:rPr>
  </w:style>
  <w:style w:type="paragraph" w:customStyle="1" w:styleId="Nagwekstrony">
    <w:name w:val="Nag?—wek strony"/>
    <w:basedOn w:val="Normalny"/>
    <w:rsid w:val="007D75C1"/>
    <w:pPr>
      <w:widowControl w:val="0"/>
      <w:tabs>
        <w:tab w:val="center" w:pos="4536"/>
        <w:tab w:val="right" w:pos="9072"/>
      </w:tabs>
      <w:spacing w:before="60" w:after="60" w:line="240" w:lineRule="auto"/>
    </w:pPr>
    <w:rPr>
      <w:sz w:val="26"/>
      <w:lang w:eastAsia="pl-PL"/>
    </w:rPr>
  </w:style>
  <w:style w:type="character" w:styleId="Odwoanieprzypisudolnego">
    <w:name w:val="footnote reference"/>
    <w:basedOn w:val="Domylnaczcionkaakapitu"/>
    <w:uiPriority w:val="99"/>
    <w:rsid w:val="007D75C1"/>
    <w:rPr>
      <w:rFonts w:cs="Times New Roman"/>
      <w:vertAlign w:val="superscript"/>
    </w:rPr>
  </w:style>
  <w:style w:type="paragraph" w:customStyle="1" w:styleId="mj-nag32">
    <w:name w:val="mój-nag32"/>
    <w:basedOn w:val="Nagwek1"/>
    <w:rsid w:val="007D75C1"/>
    <w:pPr>
      <w:keepLines w:val="0"/>
      <w:widowControl w:val="0"/>
      <w:numPr>
        <w:numId w:val="0"/>
      </w:numPr>
      <w:tabs>
        <w:tab w:val="left" w:pos="851"/>
      </w:tabs>
      <w:spacing w:before="100" w:after="60"/>
      <w:outlineLvl w:val="9"/>
    </w:pPr>
    <w:rPr>
      <w:caps w:val="0"/>
      <w:spacing w:val="10"/>
      <w:sz w:val="28"/>
      <w:lang w:val="pl-PL" w:eastAsia="pl-PL"/>
    </w:rPr>
  </w:style>
  <w:style w:type="paragraph" w:customStyle="1" w:styleId="mj-nag34">
    <w:name w:val="mój-nag34"/>
    <w:basedOn w:val="Normalny"/>
    <w:rsid w:val="007D75C1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val="en-US" w:eastAsia="pl-PL"/>
    </w:rPr>
  </w:style>
  <w:style w:type="paragraph" w:customStyle="1" w:styleId="Legal1">
    <w:name w:val="Legal 1"/>
    <w:basedOn w:val="Normalny"/>
    <w:rsid w:val="007D75C1"/>
    <w:pPr>
      <w:widowControl w:val="0"/>
      <w:spacing w:line="240" w:lineRule="auto"/>
      <w:ind w:left="344" w:hanging="344"/>
      <w:jc w:val="left"/>
      <w:outlineLvl w:val="0"/>
    </w:pPr>
    <w:rPr>
      <w:rFonts w:ascii="Courier" w:hAnsi="Courier"/>
      <w:sz w:val="24"/>
      <w:lang w:val="en-US" w:eastAsia="pl-PL"/>
    </w:rPr>
  </w:style>
  <w:style w:type="paragraph" w:styleId="Tekstblokowy">
    <w:name w:val="Block Text"/>
    <w:basedOn w:val="Normalny"/>
    <w:rsid w:val="007D75C1"/>
    <w:pPr>
      <w:autoSpaceDE w:val="0"/>
      <w:autoSpaceDN w:val="0"/>
      <w:adjustRightInd w:val="0"/>
      <w:spacing w:line="240" w:lineRule="auto"/>
      <w:ind w:left="994" w:right="23" w:hanging="280"/>
    </w:pPr>
    <w:rPr>
      <w:color w:val="FF0000"/>
      <w:lang w:eastAsia="pl-PL"/>
    </w:rPr>
  </w:style>
  <w:style w:type="character" w:styleId="UyteHipercze">
    <w:name w:val="FollowedHyperlink"/>
    <w:basedOn w:val="Domylnaczcionkaakapitu"/>
    <w:rsid w:val="007D75C1"/>
    <w:rPr>
      <w:rFonts w:cs="Times New Roman"/>
      <w:color w:val="800080"/>
      <w:u w:val="single"/>
    </w:rPr>
  </w:style>
  <w:style w:type="paragraph" w:customStyle="1" w:styleId="Text">
    <w:name w:val="Text"/>
    <w:aliases w:val="Body,2"/>
    <w:basedOn w:val="Normalny"/>
    <w:rsid w:val="007D75C1"/>
    <w:pPr>
      <w:spacing w:before="120" w:after="60" w:line="240" w:lineRule="auto"/>
    </w:pPr>
    <w:rPr>
      <w:lang w:val="en-GB" w:eastAsia="pl-PL"/>
    </w:rPr>
  </w:style>
  <w:style w:type="paragraph" w:customStyle="1" w:styleId="bullet1">
    <w:name w:val="bullet1"/>
    <w:basedOn w:val="Normalny"/>
    <w:autoRedefine/>
    <w:rsid w:val="007D75C1"/>
    <w:pPr>
      <w:tabs>
        <w:tab w:val="num" w:pos="720"/>
      </w:tabs>
      <w:spacing w:before="140" w:after="140" w:line="281" w:lineRule="auto"/>
      <w:ind w:left="720" w:hanging="720"/>
      <w:jc w:val="left"/>
    </w:pPr>
    <w:rPr>
      <w:sz w:val="20"/>
      <w:lang w:val="en-GB" w:eastAsia="pl-PL"/>
    </w:rPr>
  </w:style>
  <w:style w:type="paragraph" w:customStyle="1" w:styleId="Standardowyzkropka">
    <w:name w:val="Standardowy z kropka"/>
    <w:basedOn w:val="Normalny"/>
    <w:rsid w:val="007D75C1"/>
    <w:pPr>
      <w:tabs>
        <w:tab w:val="num" w:pos="360"/>
      </w:tabs>
      <w:spacing w:line="240" w:lineRule="auto"/>
      <w:ind w:left="360" w:hanging="360"/>
    </w:pPr>
    <w:rPr>
      <w:sz w:val="24"/>
      <w:lang w:eastAsia="pl-PL"/>
    </w:rPr>
  </w:style>
  <w:style w:type="paragraph" w:customStyle="1" w:styleId="Bullet10">
    <w:name w:val="Bullet 1"/>
    <w:basedOn w:val="Normalny"/>
    <w:rsid w:val="007D75C1"/>
    <w:pPr>
      <w:spacing w:before="120" w:after="120" w:line="240" w:lineRule="auto"/>
      <w:jc w:val="left"/>
    </w:pPr>
    <w:rPr>
      <w:position w:val="6"/>
      <w:lang w:val="en-GB" w:eastAsia="pl-PL"/>
    </w:rPr>
  </w:style>
  <w:style w:type="paragraph" w:customStyle="1" w:styleId="Luca">
    <w:name w:val="Luca"/>
    <w:basedOn w:val="Normalny"/>
    <w:rsid w:val="007D75C1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LucaCash">
    <w:name w:val="Luca&amp;Cash"/>
    <w:basedOn w:val="Normalny"/>
    <w:rsid w:val="007D75C1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PoziomI">
    <w:name w:val="Poziom I"/>
    <w:basedOn w:val="Normalny"/>
    <w:rsid w:val="007D75C1"/>
    <w:pPr>
      <w:keepNext/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eastAsia="Arial Unicode MS"/>
      <w:b/>
    </w:rPr>
  </w:style>
  <w:style w:type="paragraph" w:customStyle="1" w:styleId="PoziomII">
    <w:name w:val="Poziom II"/>
    <w:basedOn w:val="Normalny"/>
    <w:rsid w:val="007D75C1"/>
    <w:pPr>
      <w:numPr>
        <w:ilvl w:val="1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II">
    <w:name w:val="Poziom III"/>
    <w:basedOn w:val="Normalny"/>
    <w:rsid w:val="007D75C1"/>
    <w:pPr>
      <w:numPr>
        <w:ilvl w:val="2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V">
    <w:name w:val="Poziom IV"/>
    <w:basedOn w:val="Normalny"/>
    <w:rsid w:val="007D75C1"/>
    <w:pPr>
      <w:numPr>
        <w:ilvl w:val="3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V">
    <w:name w:val="Poziom V"/>
    <w:basedOn w:val="Normalny"/>
    <w:rsid w:val="007D75C1"/>
    <w:pPr>
      <w:numPr>
        <w:ilvl w:val="4"/>
        <w:numId w:val="10"/>
      </w:numPr>
      <w:autoSpaceDE w:val="0"/>
      <w:autoSpaceDN w:val="0"/>
      <w:adjustRightInd w:val="0"/>
      <w:spacing w:after="120" w:line="240" w:lineRule="auto"/>
    </w:pPr>
  </w:style>
  <w:style w:type="paragraph" w:styleId="Zwykytekst">
    <w:name w:val="Plain Text"/>
    <w:basedOn w:val="Normalny"/>
    <w:link w:val="ZwykytekstZnak"/>
    <w:rsid w:val="007D75C1"/>
    <w:pPr>
      <w:spacing w:line="240" w:lineRule="auto"/>
      <w:jc w:val="left"/>
    </w:pPr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983D8D"/>
    <w:rPr>
      <w:rFonts w:ascii="Courier New" w:hAnsi="Courier New" w:cs="Times New Roman"/>
    </w:rPr>
  </w:style>
  <w:style w:type="paragraph" w:styleId="Tekstprzypisukocowego">
    <w:name w:val="endnote text"/>
    <w:basedOn w:val="Normalny"/>
    <w:link w:val="TekstprzypisukocowegoZnak"/>
    <w:semiHidden/>
    <w:rsid w:val="007D75C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983D8D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semiHidden/>
    <w:rsid w:val="007D75C1"/>
    <w:rPr>
      <w:rFonts w:cs="Times New Roman"/>
      <w:vertAlign w:val="superscript"/>
    </w:rPr>
  </w:style>
  <w:style w:type="paragraph" w:customStyle="1" w:styleId="Rub2">
    <w:name w:val="Rub2"/>
    <w:basedOn w:val="Normalny"/>
    <w:next w:val="Normalny"/>
    <w:rsid w:val="007D75C1"/>
    <w:pPr>
      <w:tabs>
        <w:tab w:val="left" w:pos="709"/>
        <w:tab w:val="left" w:pos="5670"/>
        <w:tab w:val="left" w:pos="6663"/>
        <w:tab w:val="left" w:pos="7088"/>
      </w:tabs>
      <w:spacing w:line="240" w:lineRule="auto"/>
      <w:ind w:right="-596"/>
      <w:jc w:val="left"/>
    </w:pPr>
    <w:rPr>
      <w:smallCaps/>
      <w:sz w:val="20"/>
      <w:lang w:val="en-GB" w:eastAsia="pl-PL"/>
    </w:rPr>
  </w:style>
  <w:style w:type="paragraph" w:customStyle="1" w:styleId="Nagwek12">
    <w:name w:val="Nag?Ńwek 1"/>
    <w:basedOn w:val="Normalny"/>
    <w:next w:val="Normalny"/>
    <w:rsid w:val="007D75C1"/>
    <w:pPr>
      <w:keepNext/>
      <w:spacing w:line="240" w:lineRule="auto"/>
    </w:pPr>
    <w:rPr>
      <w:sz w:val="24"/>
      <w:lang w:eastAsia="pl-PL"/>
    </w:rPr>
  </w:style>
  <w:style w:type="paragraph" w:styleId="Lista2">
    <w:name w:val="List 2"/>
    <w:basedOn w:val="Normalny"/>
    <w:rsid w:val="007D75C1"/>
    <w:pPr>
      <w:spacing w:line="240" w:lineRule="auto"/>
      <w:ind w:left="566" w:hanging="283"/>
      <w:jc w:val="left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D75C1"/>
    <w:pPr>
      <w:spacing w:line="288" w:lineRule="auto"/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983D8D"/>
    <w:rPr>
      <w:rFonts w:cs="Times New Roman"/>
      <w:b/>
      <w:lang w:eastAsia="en-US"/>
    </w:rPr>
  </w:style>
  <w:style w:type="paragraph" w:customStyle="1" w:styleId="pkt">
    <w:name w:val="pkt"/>
    <w:basedOn w:val="Normalny"/>
    <w:rsid w:val="00922645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pl-PL"/>
    </w:rPr>
  </w:style>
  <w:style w:type="paragraph" w:customStyle="1" w:styleId="CM136">
    <w:name w:val="CM136"/>
    <w:basedOn w:val="Normalny"/>
    <w:next w:val="Normalny"/>
    <w:rsid w:val="0070335D"/>
    <w:pPr>
      <w:widowControl w:val="0"/>
      <w:autoSpaceDE w:val="0"/>
      <w:autoSpaceDN w:val="0"/>
      <w:adjustRightInd w:val="0"/>
      <w:spacing w:after="140" w:line="240" w:lineRule="auto"/>
      <w:jc w:val="left"/>
    </w:pPr>
    <w:rPr>
      <w:rFonts w:ascii="GAGEIA+TimesNewRoman,Bold" w:hAnsi="GAGEIA+TimesNewRoman,Bold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70335D"/>
    <w:pPr>
      <w:spacing w:line="240" w:lineRule="auto"/>
      <w:jc w:val="center"/>
    </w:pPr>
    <w:rPr>
      <w:rFonts w:ascii="Arial" w:hAnsi="Arial"/>
      <w:b/>
      <w:smallCaps/>
      <w:sz w:val="36"/>
      <w:lang w:eastAsia="pl-PL"/>
    </w:rPr>
  </w:style>
  <w:style w:type="table" w:styleId="Tabela-Siatka">
    <w:name w:val="Table Grid"/>
    <w:basedOn w:val="Standardowy"/>
    <w:rsid w:val="009912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F59BF"/>
    <w:pPr>
      <w:spacing w:line="240" w:lineRule="auto"/>
      <w:ind w:left="283" w:hanging="283"/>
      <w:jc w:val="left"/>
    </w:pPr>
    <w:rPr>
      <w:sz w:val="20"/>
      <w:lang w:eastAsia="pl-PL"/>
    </w:rPr>
  </w:style>
  <w:style w:type="paragraph" w:customStyle="1" w:styleId="Parties">
    <w:name w:val="Parties"/>
    <w:basedOn w:val="Normalny"/>
    <w:rsid w:val="00242181"/>
    <w:pPr>
      <w:numPr>
        <w:numId w:val="13"/>
      </w:numPr>
      <w:spacing w:after="140" w:line="290" w:lineRule="auto"/>
    </w:pPr>
    <w:rPr>
      <w:rFonts w:ascii="Arial" w:hAnsi="Arial"/>
      <w:kern w:val="20"/>
      <w:sz w:val="20"/>
      <w:szCs w:val="24"/>
    </w:rPr>
  </w:style>
  <w:style w:type="paragraph" w:customStyle="1" w:styleId="alpha4">
    <w:name w:val="alpha 4"/>
    <w:basedOn w:val="Normalny"/>
    <w:rsid w:val="00BC4C60"/>
    <w:pPr>
      <w:numPr>
        <w:numId w:val="15"/>
      </w:numPr>
      <w:tabs>
        <w:tab w:val="clear" w:pos="567"/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bullet3">
    <w:name w:val="bullet 3"/>
    <w:basedOn w:val="Normalny"/>
    <w:rsid w:val="00BC4C60"/>
    <w:pPr>
      <w:numPr>
        <w:numId w:val="16"/>
      </w:numPr>
      <w:tabs>
        <w:tab w:val="clear" w:pos="2721"/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roman2">
    <w:name w:val="roman 2"/>
    <w:basedOn w:val="Normalny"/>
    <w:rsid w:val="00BC4C60"/>
    <w:pPr>
      <w:numPr>
        <w:numId w:val="17"/>
      </w:numPr>
      <w:tabs>
        <w:tab w:val="clear" w:pos="2041"/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character" w:customStyle="1" w:styleId="apple-style-span">
    <w:name w:val="apple-style-span"/>
    <w:basedOn w:val="Domylnaczcionkaakapitu"/>
    <w:rsid w:val="00F77CD6"/>
    <w:rPr>
      <w:rFonts w:cs="Times New Roman"/>
    </w:rPr>
  </w:style>
  <w:style w:type="paragraph" w:customStyle="1" w:styleId="Default">
    <w:name w:val="Default"/>
    <w:rsid w:val="00224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wek112pt">
    <w:name w:val="Nagłówek 1 + 12 pt"/>
    <w:aliases w:val="Podkreślenie,Z lewej:  0 cm,Pierwszy wiersz:  0 cm,Prz..."/>
    <w:basedOn w:val="Normalny"/>
    <w:rsid w:val="00474236"/>
    <w:rPr>
      <w:b/>
      <w:szCs w:val="22"/>
      <w:u w:val="single"/>
    </w:rPr>
  </w:style>
  <w:style w:type="paragraph" w:styleId="Poprawka">
    <w:name w:val="Revision"/>
    <w:hidden/>
    <w:uiPriority w:val="99"/>
    <w:semiHidden/>
    <w:rsid w:val="003A5E90"/>
    <w:rPr>
      <w:szCs w:val="20"/>
      <w:lang w:eastAsia="en-US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Normal,Akapit z listą3,Akapit z listą31,Wypunktowanie,Preambuła,Styl 1"/>
    <w:basedOn w:val="Normalny"/>
    <w:link w:val="AkapitzlistZnak"/>
    <w:uiPriority w:val="34"/>
    <w:qFormat/>
    <w:rsid w:val="002A5194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2A5194"/>
    <w:rPr>
      <w:rFonts w:cs="Times New Roman"/>
    </w:rPr>
  </w:style>
  <w:style w:type="paragraph" w:customStyle="1" w:styleId="ZnakZnak">
    <w:name w:val="Znak Znak"/>
    <w:basedOn w:val="Normalny"/>
    <w:rsid w:val="00FF282D"/>
    <w:pPr>
      <w:spacing w:line="360" w:lineRule="auto"/>
      <w:jc w:val="left"/>
    </w:pPr>
    <w:rPr>
      <w:rFonts w:ascii="Verdana" w:hAnsi="Verdana"/>
      <w:sz w:val="20"/>
      <w:lang w:eastAsia="pl-PL"/>
    </w:rPr>
  </w:style>
  <w:style w:type="paragraph" w:customStyle="1" w:styleId="xl114">
    <w:name w:val="xl114"/>
    <w:basedOn w:val="Normalny"/>
    <w:rsid w:val="005574D1"/>
    <w:pPr>
      <w:spacing w:before="100" w:beforeAutospacing="1" w:after="100" w:afterAutospacing="1" w:line="240" w:lineRule="auto"/>
      <w:jc w:val="left"/>
    </w:pPr>
    <w:rPr>
      <w:rFonts w:eastAsia="Arial Unicode MS"/>
      <w:b/>
      <w:bCs/>
      <w:color w:val="FF0000"/>
      <w:sz w:val="24"/>
      <w:szCs w:val="24"/>
      <w:lang w:eastAsia="pl-PL"/>
    </w:rPr>
  </w:style>
  <w:style w:type="character" w:customStyle="1" w:styleId="Stylwiadomocie-mail44">
    <w:name w:val="Styl wiadomości e-mail 44"/>
    <w:semiHidden/>
    <w:rsid w:val="00ED78D7"/>
    <w:rPr>
      <w:rFonts w:ascii="Arial" w:hAnsi="Arial"/>
      <w:color w:val="000080"/>
      <w:sz w:val="20"/>
    </w:rPr>
  </w:style>
  <w:style w:type="paragraph" w:styleId="Bezodstpw">
    <w:name w:val="No Spacing"/>
    <w:qFormat/>
    <w:rsid w:val="00C35ABD"/>
    <w:rPr>
      <w:rFonts w:ascii="Calibri" w:hAnsi="Calibri"/>
      <w:lang w:eastAsia="en-US"/>
    </w:rPr>
  </w:style>
  <w:style w:type="paragraph" w:customStyle="1" w:styleId="Styl1">
    <w:name w:val="Styl1"/>
    <w:basedOn w:val="Normalny"/>
    <w:rsid w:val="00983D8D"/>
    <w:pPr>
      <w:spacing w:before="120" w:after="120" w:line="240" w:lineRule="auto"/>
      <w:jc w:val="left"/>
    </w:pPr>
    <w:rPr>
      <w:rFonts w:cs="Arial"/>
      <w:bCs/>
      <w:kern w:val="32"/>
      <w:sz w:val="24"/>
      <w:szCs w:val="24"/>
      <w:lang w:eastAsia="pl-PL"/>
    </w:rPr>
  </w:style>
  <w:style w:type="paragraph" w:customStyle="1" w:styleId="Logo">
    <w:name w:val="Logo"/>
    <w:basedOn w:val="Normalny"/>
    <w:rsid w:val="00983D8D"/>
    <w:pPr>
      <w:spacing w:line="240" w:lineRule="auto"/>
      <w:jc w:val="left"/>
    </w:pPr>
    <w:rPr>
      <w:sz w:val="20"/>
      <w:lang w:val="fr-FR" w:eastAsia="pl-PL"/>
    </w:rPr>
  </w:style>
  <w:style w:type="paragraph" w:customStyle="1" w:styleId="Level1">
    <w:name w:val="Level 1"/>
    <w:basedOn w:val="Normalny"/>
    <w:next w:val="Body1"/>
    <w:rsid w:val="00983D8D"/>
    <w:pPr>
      <w:keepNext/>
      <w:tabs>
        <w:tab w:val="num" w:pos="567"/>
      </w:tabs>
      <w:spacing w:before="280" w:after="140" w:line="290" w:lineRule="auto"/>
      <w:ind w:left="567" w:hanging="567"/>
      <w:outlineLvl w:val="0"/>
    </w:pPr>
    <w:rPr>
      <w:rFonts w:ascii="Arial" w:hAnsi="Arial"/>
      <w:b/>
      <w:bCs/>
      <w:kern w:val="20"/>
      <w:szCs w:val="32"/>
    </w:rPr>
  </w:style>
  <w:style w:type="paragraph" w:customStyle="1" w:styleId="Body1">
    <w:name w:val="Body 1"/>
    <w:basedOn w:val="Normalny"/>
    <w:rsid w:val="00983D8D"/>
    <w:pPr>
      <w:spacing w:after="140" w:line="290" w:lineRule="auto"/>
      <w:ind w:left="567"/>
    </w:pPr>
    <w:rPr>
      <w:rFonts w:ascii="Arial" w:hAnsi="Arial"/>
      <w:kern w:val="20"/>
      <w:sz w:val="20"/>
      <w:szCs w:val="24"/>
    </w:rPr>
  </w:style>
  <w:style w:type="paragraph" w:customStyle="1" w:styleId="Level2">
    <w:name w:val="Level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8"/>
    </w:rPr>
  </w:style>
  <w:style w:type="paragraph" w:customStyle="1" w:styleId="Level3">
    <w:name w:val="Level 3"/>
    <w:basedOn w:val="Normalny"/>
    <w:rsid w:val="00983D8D"/>
    <w:pPr>
      <w:tabs>
        <w:tab w:val="num" w:pos="2054"/>
      </w:tabs>
      <w:spacing w:after="140" w:line="290" w:lineRule="auto"/>
      <w:ind w:left="2054" w:hanging="794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alny"/>
    <w:rsid w:val="00983D8D"/>
    <w:pPr>
      <w:tabs>
        <w:tab w:val="num" w:pos="2120"/>
      </w:tabs>
      <w:spacing w:after="140" w:line="290" w:lineRule="auto"/>
      <w:ind w:left="2120" w:hanging="680"/>
    </w:pPr>
    <w:rPr>
      <w:rFonts w:ascii="Arial" w:hAnsi="Arial"/>
      <w:kern w:val="20"/>
      <w:sz w:val="20"/>
      <w:szCs w:val="24"/>
    </w:rPr>
  </w:style>
  <w:style w:type="paragraph" w:customStyle="1" w:styleId="Level5">
    <w:name w:val="Level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Level6">
    <w:name w:val="Level 6"/>
    <w:basedOn w:val="Normalny"/>
    <w:rsid w:val="00983D8D"/>
    <w:pPr>
      <w:numPr>
        <w:numId w:val="18"/>
      </w:numPr>
      <w:tabs>
        <w:tab w:val="clear" w:pos="567"/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ecitals">
    <w:name w:val="Recitals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alpha1">
    <w:name w:val="alpha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alpha2">
    <w:name w:val="alpha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paragraph" w:customStyle="1" w:styleId="alpha3">
    <w:name w:val="alpha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alpha5">
    <w:name w:val="alpha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alpha6">
    <w:name w:val="alpha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bullet11">
    <w:name w:val="bullet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bullet2">
    <w:name w:val="bullet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bullet4">
    <w:name w:val="bullet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bullet5">
    <w:name w:val="bullet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bullet6">
    <w:name w:val="bullet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oman1">
    <w:name w:val="roman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roman3">
    <w:name w:val="roman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roman4">
    <w:name w:val="roman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roman5">
    <w:name w:val="roman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roman6">
    <w:name w:val="roman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Schedule1">
    <w:name w:val="Schedule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Schedule2">
    <w:name w:val="Schedule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Schedule3">
    <w:name w:val="Schedule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Schedule4">
    <w:name w:val="Schedule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Schedule5">
    <w:name w:val="Schedule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Schedule6">
    <w:name w:val="Schedule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TCLevel1">
    <w:name w:val="T+C Level 1"/>
    <w:basedOn w:val="Normalny"/>
    <w:next w:val="TCLevel2"/>
    <w:rsid w:val="00983D8D"/>
    <w:pPr>
      <w:keepNext/>
      <w:tabs>
        <w:tab w:val="num" w:pos="567"/>
      </w:tabs>
      <w:spacing w:before="140" w:line="290" w:lineRule="auto"/>
      <w:ind w:left="567" w:hanging="567"/>
      <w:outlineLvl w:val="0"/>
    </w:pPr>
    <w:rPr>
      <w:rFonts w:ascii="Arial" w:hAnsi="Arial"/>
      <w:b/>
      <w:kern w:val="20"/>
      <w:sz w:val="20"/>
      <w:szCs w:val="24"/>
    </w:rPr>
  </w:style>
  <w:style w:type="paragraph" w:customStyle="1" w:styleId="TCLevel2">
    <w:name w:val="T+C Level 2"/>
    <w:basedOn w:val="Normalny"/>
    <w:rsid w:val="00983D8D"/>
    <w:pPr>
      <w:tabs>
        <w:tab w:val="num" w:pos="1247"/>
      </w:tabs>
      <w:spacing w:after="140" w:line="290" w:lineRule="auto"/>
      <w:ind w:left="1247" w:hanging="680"/>
      <w:outlineLvl w:val="1"/>
    </w:pPr>
    <w:rPr>
      <w:rFonts w:ascii="Arial" w:hAnsi="Arial"/>
      <w:kern w:val="20"/>
      <w:sz w:val="20"/>
      <w:szCs w:val="24"/>
    </w:rPr>
  </w:style>
  <w:style w:type="paragraph" w:customStyle="1" w:styleId="TCLevel3">
    <w:name w:val="T+C Level 3"/>
    <w:basedOn w:val="Normalny"/>
    <w:rsid w:val="00983D8D"/>
    <w:pPr>
      <w:tabs>
        <w:tab w:val="num" w:pos="2041"/>
      </w:tabs>
      <w:spacing w:after="140" w:line="290" w:lineRule="auto"/>
      <w:ind w:left="2041" w:hanging="794"/>
      <w:outlineLvl w:val="2"/>
    </w:pPr>
    <w:rPr>
      <w:rFonts w:ascii="Arial" w:hAnsi="Arial"/>
      <w:kern w:val="20"/>
      <w:sz w:val="20"/>
      <w:szCs w:val="24"/>
    </w:rPr>
  </w:style>
  <w:style w:type="paragraph" w:customStyle="1" w:styleId="TCLevel4">
    <w:name w:val="T+C Level 4"/>
    <w:basedOn w:val="Normalny"/>
    <w:rsid w:val="00983D8D"/>
    <w:pPr>
      <w:tabs>
        <w:tab w:val="num" w:pos="2721"/>
      </w:tabs>
      <w:spacing w:after="140" w:line="290" w:lineRule="auto"/>
      <w:ind w:left="2721" w:hanging="680"/>
      <w:outlineLvl w:val="3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ny"/>
    <w:rsid w:val="00983D8D"/>
    <w:pPr>
      <w:tabs>
        <w:tab w:val="num" w:pos="3969"/>
      </w:tabs>
      <w:spacing w:after="140" w:line="290" w:lineRule="auto"/>
      <w:ind w:left="3969" w:hanging="681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ny"/>
    <w:rsid w:val="00983D8D"/>
    <w:pPr>
      <w:tabs>
        <w:tab w:val="num" w:pos="3969"/>
      </w:tabs>
      <w:spacing w:after="140" w:line="290" w:lineRule="auto"/>
      <w:ind w:left="3969" w:hanging="681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ny"/>
    <w:rsid w:val="00983D8D"/>
    <w:pPr>
      <w:tabs>
        <w:tab w:val="num" w:pos="3969"/>
      </w:tabs>
      <w:spacing w:after="140" w:line="290" w:lineRule="auto"/>
      <w:ind w:left="3969" w:hanging="681"/>
      <w:outlineLvl w:val="8"/>
    </w:pPr>
    <w:rPr>
      <w:rFonts w:ascii="Arial" w:hAnsi="Arial"/>
      <w:kern w:val="20"/>
      <w:sz w:val="20"/>
      <w:szCs w:val="24"/>
    </w:rPr>
  </w:style>
  <w:style w:type="paragraph" w:customStyle="1" w:styleId="Table1">
    <w:name w:val="Table 1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5"/>
    </w:pPr>
    <w:rPr>
      <w:rFonts w:ascii="Arial" w:hAnsi="Arial"/>
      <w:kern w:val="20"/>
      <w:sz w:val="20"/>
      <w:szCs w:val="24"/>
    </w:rPr>
  </w:style>
  <w:style w:type="paragraph" w:customStyle="1" w:styleId="Tablealpha">
    <w:name w:val="Table alpha"/>
    <w:basedOn w:val="CellBody"/>
    <w:rsid w:val="00983D8D"/>
    <w:pPr>
      <w:tabs>
        <w:tab w:val="num" w:pos="567"/>
      </w:tabs>
      <w:ind w:left="567" w:hanging="567"/>
    </w:pPr>
  </w:style>
  <w:style w:type="paragraph" w:customStyle="1" w:styleId="CellBody">
    <w:name w:val="CellBody"/>
    <w:basedOn w:val="Normalny"/>
    <w:rsid w:val="00983D8D"/>
    <w:pPr>
      <w:spacing w:before="60" w:after="60" w:line="290" w:lineRule="auto"/>
      <w:jc w:val="left"/>
    </w:pPr>
    <w:rPr>
      <w:rFonts w:ascii="Arial" w:hAnsi="Arial"/>
      <w:kern w:val="20"/>
      <w:sz w:val="20"/>
    </w:rPr>
  </w:style>
  <w:style w:type="paragraph" w:customStyle="1" w:styleId="Tablebullet">
    <w:name w:val="Table bullet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</w:pPr>
    <w:rPr>
      <w:rFonts w:ascii="Arial" w:hAnsi="Arial"/>
      <w:kern w:val="20"/>
      <w:sz w:val="20"/>
      <w:szCs w:val="24"/>
    </w:rPr>
  </w:style>
  <w:style w:type="paragraph" w:customStyle="1" w:styleId="Tableroman">
    <w:name w:val="Table roman"/>
    <w:basedOn w:val="CellBody"/>
    <w:rsid w:val="00983D8D"/>
    <w:pPr>
      <w:tabs>
        <w:tab w:val="num" w:pos="567"/>
      </w:tabs>
      <w:ind w:left="567" w:hanging="567"/>
    </w:pPr>
  </w:style>
  <w:style w:type="paragraph" w:customStyle="1" w:styleId="UCAlpha1">
    <w:name w:val="UCAlpha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Alpha2">
    <w:name w:val="UCAlpha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UCAlpha3">
    <w:name w:val="UCAlpha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UCAlpha4">
    <w:name w:val="UCAlpha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UCAlpha5">
    <w:name w:val="UCAlpha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UCAlpha6">
    <w:name w:val="UCAlpha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UCRoman1">
    <w:name w:val="UCRoman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Roman2">
    <w:name w:val="UCRoman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oublealpha">
    <w:name w:val="double alpha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ListNumbers">
    <w:name w:val="List Numbers"/>
    <w:basedOn w:val="Normalny"/>
    <w:rsid w:val="00983D8D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hAnsi="Arial"/>
      <w:kern w:val="20"/>
      <w:sz w:val="20"/>
      <w:szCs w:val="24"/>
    </w:rPr>
  </w:style>
  <w:style w:type="paragraph" w:customStyle="1" w:styleId="dashbullet1">
    <w:name w:val="dash bullet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dashbullet2">
    <w:name w:val="dash bullet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ashbullet3">
    <w:name w:val="dash bullet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dashbullet4">
    <w:name w:val="dash bullet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dashbullet5">
    <w:name w:val="dash bullet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dashbullet6">
    <w:name w:val="dash bullet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styleId="NormalnyWeb">
    <w:name w:val="Normal (Web)"/>
    <w:basedOn w:val="Normalny"/>
    <w:rsid w:val="00983D8D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983D8D"/>
    <w:pPr>
      <w:spacing w:line="240" w:lineRule="auto"/>
      <w:ind w:left="720"/>
      <w:jc w:val="left"/>
    </w:pPr>
    <w:rPr>
      <w:rFonts w:ascii="Calibri" w:hAnsi="Calibri"/>
      <w:szCs w:val="22"/>
      <w:lang w:eastAsia="pl-PL"/>
    </w:rPr>
  </w:style>
  <w:style w:type="paragraph" w:customStyle="1" w:styleId="CM5">
    <w:name w:val="CM5"/>
    <w:basedOn w:val="Normalny"/>
    <w:next w:val="Normalny"/>
    <w:rsid w:val="00983D8D"/>
    <w:pPr>
      <w:widowControl w:val="0"/>
      <w:autoSpaceDE w:val="0"/>
      <w:autoSpaceDN w:val="0"/>
      <w:adjustRightInd w:val="0"/>
      <w:spacing w:after="275" w:line="240" w:lineRule="auto"/>
      <w:jc w:val="left"/>
    </w:pPr>
    <w:rPr>
      <w:sz w:val="24"/>
      <w:szCs w:val="24"/>
      <w:lang w:eastAsia="pl-PL"/>
    </w:rPr>
  </w:style>
  <w:style w:type="paragraph" w:customStyle="1" w:styleId="Poprawka1">
    <w:name w:val="Poprawka1"/>
    <w:hidden/>
    <w:semiHidden/>
    <w:rsid w:val="00983D8D"/>
    <w:rPr>
      <w:szCs w:val="20"/>
      <w:lang w:eastAsia="en-US"/>
    </w:rPr>
  </w:style>
  <w:style w:type="paragraph" w:customStyle="1" w:styleId="Tekstpodstawowywcity21">
    <w:name w:val="Tekst podstawowy wcięty 21"/>
    <w:basedOn w:val="Normalny"/>
    <w:rsid w:val="00727C25"/>
    <w:pPr>
      <w:tabs>
        <w:tab w:val="left" w:pos="360"/>
      </w:tabs>
      <w:suppressAutoHyphens/>
      <w:spacing w:line="240" w:lineRule="auto"/>
      <w:ind w:left="360" w:hanging="360"/>
      <w:jc w:val="left"/>
    </w:pPr>
    <w:rPr>
      <w:rFonts w:ascii="Arial" w:hAnsi="Arial"/>
      <w:sz w:val="24"/>
      <w:lang w:eastAsia="ar-SA"/>
    </w:rPr>
  </w:style>
  <w:style w:type="paragraph" w:customStyle="1" w:styleId="Tekstpodstawowywcity211">
    <w:name w:val="Tekst podstawowy wcięty 211"/>
    <w:basedOn w:val="Normalny"/>
    <w:uiPriority w:val="99"/>
    <w:rsid w:val="00727C25"/>
    <w:pPr>
      <w:suppressAutoHyphens/>
      <w:spacing w:line="240" w:lineRule="auto"/>
      <w:ind w:left="708"/>
      <w:jc w:val="left"/>
    </w:pPr>
    <w:rPr>
      <w:rFonts w:ascii="Arial" w:hAnsi="Arial"/>
      <w:sz w:val="24"/>
      <w:lang w:eastAsia="ar-SA"/>
    </w:rPr>
  </w:style>
  <w:style w:type="table" w:customStyle="1" w:styleId="Tabela-Siatka1">
    <w:name w:val="Tabela - Siatka1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uiPriority w:val="99"/>
    <w:rsid w:val="00375B3A"/>
    <w:pPr>
      <w:suppressAutoHyphens/>
      <w:overflowPunct w:val="0"/>
      <w:autoSpaceDE w:val="0"/>
      <w:spacing w:line="240" w:lineRule="auto"/>
    </w:pPr>
    <w:rPr>
      <w:sz w:val="28"/>
      <w:lang w:eastAsia="ar-SA"/>
    </w:rPr>
  </w:style>
  <w:style w:type="paragraph" w:customStyle="1" w:styleId="Poradnik">
    <w:name w:val="Poradnik"/>
    <w:basedOn w:val="Normalny"/>
    <w:rsid w:val="00375B3A"/>
    <w:pPr>
      <w:suppressAutoHyphens/>
      <w:spacing w:before="120"/>
      <w:jc w:val="left"/>
    </w:pPr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375B3A"/>
    <w:pPr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character" w:customStyle="1" w:styleId="Znakiprzypiswdolnych">
    <w:name w:val="Znaki przypisów dolnych"/>
    <w:uiPriority w:val="99"/>
    <w:rsid w:val="00375B3A"/>
    <w:rPr>
      <w:vertAlign w:val="superscript"/>
    </w:rPr>
  </w:style>
  <w:style w:type="paragraph" w:customStyle="1" w:styleId="Lista1">
    <w:name w:val="Lista1"/>
    <w:autoRedefine/>
    <w:uiPriority w:val="99"/>
    <w:rsid w:val="000A68A4"/>
    <w:pPr>
      <w:numPr>
        <w:numId w:val="19"/>
      </w:numPr>
      <w:spacing w:line="360" w:lineRule="auto"/>
      <w:ind w:left="426" w:hanging="426"/>
      <w:jc w:val="both"/>
    </w:pPr>
    <w:rPr>
      <w:rFonts w:ascii="Calibri Light" w:eastAsia="ヒラギノ角ゴ Pro W3" w:hAnsi="Calibri Light"/>
      <w:color w:val="000000"/>
    </w:rPr>
  </w:style>
  <w:style w:type="character" w:customStyle="1" w:styleId="alb">
    <w:name w:val="a_lb"/>
    <w:basedOn w:val="Domylnaczcionkaakapitu"/>
    <w:uiPriority w:val="99"/>
    <w:rsid w:val="007E76CF"/>
    <w:rPr>
      <w:rFonts w:cs="Times New Roman"/>
    </w:rPr>
  </w:style>
  <w:style w:type="character" w:customStyle="1" w:styleId="fn-ref">
    <w:name w:val="fn-ref"/>
    <w:basedOn w:val="Domylnaczcionkaakapitu"/>
    <w:uiPriority w:val="99"/>
    <w:rsid w:val="00733FD5"/>
    <w:rPr>
      <w:rFonts w:cs="Times New Roman"/>
    </w:rPr>
  </w:style>
  <w:style w:type="paragraph" w:customStyle="1" w:styleId="text-justify">
    <w:name w:val="text-justify"/>
    <w:basedOn w:val="Normalny"/>
    <w:uiPriority w:val="99"/>
    <w:rsid w:val="00733FD5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numbering" w:customStyle="1" w:styleId="Biecalista1">
    <w:name w:val="Bieżąca lista1"/>
    <w:rsid w:val="008D29F6"/>
    <w:pPr>
      <w:numPr>
        <w:numId w:val="14"/>
      </w:numPr>
    </w:pPr>
  </w:style>
  <w:style w:type="numbering" w:customStyle="1" w:styleId="Styl2">
    <w:name w:val="Styl2"/>
    <w:rsid w:val="008D29F6"/>
    <w:pPr>
      <w:numPr>
        <w:numId w:val="12"/>
      </w:numPr>
    </w:pPr>
  </w:style>
  <w:style w:type="numbering" w:customStyle="1" w:styleId="Biecalista11">
    <w:name w:val="Bieżąca lista11"/>
    <w:rsid w:val="00220E80"/>
    <w:pPr>
      <w:numPr>
        <w:numId w:val="20"/>
      </w:numPr>
    </w:pPr>
  </w:style>
  <w:style w:type="numbering" w:customStyle="1" w:styleId="Bezlisty1">
    <w:name w:val="Bez listy1"/>
    <w:next w:val="Bezlisty"/>
    <w:uiPriority w:val="99"/>
    <w:semiHidden/>
    <w:unhideWhenUsed/>
    <w:rsid w:val="00220E80"/>
  </w:style>
  <w:style w:type="numbering" w:customStyle="1" w:styleId="Bezlisty11">
    <w:name w:val="Bez listy11"/>
    <w:next w:val="Bezlisty"/>
    <w:semiHidden/>
    <w:rsid w:val="00220E80"/>
  </w:style>
  <w:style w:type="character" w:styleId="Tekstzastpczy">
    <w:name w:val="Placeholder Text"/>
    <w:basedOn w:val="Domylnaczcionkaakapitu"/>
    <w:uiPriority w:val="99"/>
    <w:semiHidden/>
    <w:rsid w:val="00F0220C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0220C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l-PL"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Normal Znak"/>
    <w:basedOn w:val="Domylnaczcionkaakapitu"/>
    <w:link w:val="Akapitzlist"/>
    <w:uiPriority w:val="34"/>
    <w:qFormat/>
    <w:rsid w:val="00C719F9"/>
    <w:rPr>
      <w:szCs w:val="20"/>
      <w:lang w:eastAsia="en-US"/>
    </w:rPr>
  </w:style>
  <w:style w:type="paragraph" w:customStyle="1" w:styleId="Domynie">
    <w:name w:val="Domy徑nie"/>
    <w:rsid w:val="00FE5FF7"/>
    <w:pPr>
      <w:widowControl w:val="0"/>
      <w:autoSpaceDE w:val="0"/>
      <w:autoSpaceDN w:val="0"/>
      <w:adjustRightInd w:val="0"/>
    </w:pPr>
    <w:rPr>
      <w:rFonts w:ascii="Calibri" w:hAnsi="Calibri" w:cs="Calibri"/>
      <w:kern w:val="1"/>
      <w:sz w:val="24"/>
      <w:szCs w:val="24"/>
    </w:rPr>
  </w:style>
  <w:style w:type="paragraph" w:customStyle="1" w:styleId="xl85">
    <w:name w:val="xl85"/>
    <w:basedOn w:val="Normalny"/>
    <w:rsid w:val="00B8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color w:val="000000"/>
      <w:sz w:val="18"/>
      <w:szCs w:val="18"/>
      <w:lang w:eastAsia="pl-P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56B32"/>
    <w:pPr>
      <w:spacing w:after="100" w:line="276" w:lineRule="auto"/>
      <w:ind w:left="220"/>
      <w:jc w:val="left"/>
    </w:pPr>
    <w:rPr>
      <w:rFonts w:asciiTheme="minorHAnsi" w:eastAsiaTheme="minorHAnsi" w:hAnsiTheme="minorHAnsi" w:cstheme="minorBidi"/>
      <w:szCs w:val="22"/>
    </w:rPr>
  </w:style>
  <w:style w:type="numbering" w:customStyle="1" w:styleId="Styl12">
    <w:name w:val="Styl12"/>
    <w:uiPriority w:val="99"/>
    <w:rsid w:val="00CE2F85"/>
    <w:pPr>
      <w:numPr>
        <w:numId w:val="21"/>
      </w:numPr>
    </w:pPr>
  </w:style>
  <w:style w:type="numbering" w:customStyle="1" w:styleId="LFO6">
    <w:name w:val="LFO6"/>
    <w:rsid w:val="00B45C38"/>
    <w:pPr>
      <w:numPr>
        <w:numId w:val="22"/>
      </w:numPr>
    </w:pPr>
  </w:style>
  <w:style w:type="character" w:customStyle="1" w:styleId="CharStyle16">
    <w:name w:val="Char Style 16"/>
    <w:basedOn w:val="Domylnaczcionkaakapitu"/>
    <w:link w:val="Style15"/>
    <w:rsid w:val="00E07967"/>
    <w:rPr>
      <w:sz w:val="20"/>
      <w:szCs w:val="20"/>
    </w:rPr>
  </w:style>
  <w:style w:type="paragraph" w:customStyle="1" w:styleId="Style15">
    <w:name w:val="Style 15"/>
    <w:basedOn w:val="Normalny"/>
    <w:link w:val="CharStyle16"/>
    <w:rsid w:val="00E07967"/>
    <w:pPr>
      <w:widowControl w:val="0"/>
      <w:spacing w:after="120" w:line="240" w:lineRule="auto"/>
      <w:jc w:val="left"/>
    </w:pPr>
    <w:rPr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0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1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71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94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7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2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834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31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8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551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5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780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1780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178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1780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wpp2.gkpg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All%2520Users\Templates\DZP%2520Legal\opracowanie%2520P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kskluzywny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Ogłoszenia_Zapisy dot. aukcji elektronicznej.docx</dmsv2BaseFileName>
    <dmsv2BaseDisplayName xmlns="http://schemas.microsoft.com/sharepoint/v3">Załącznik nr 5 do Ogłoszenia_Zapisy dot. aukcji elektronicznej</dmsv2BaseDisplayName>
    <dmsv2SWPP2ObjectNumber xmlns="http://schemas.microsoft.com/sharepoint/v3">POST/GEK/CSS/FZR-ELT/00005/2026                   </dmsv2SWPP2ObjectNumber>
    <dmsv2SWPP2SumMD5 xmlns="http://schemas.microsoft.com/sharepoint/v3">aaa1a22b6641d628e0bb032272923044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702692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24159297</dmsv2BaseClientSystemDocumentID>
    <dmsv2BaseModifiedByID xmlns="http://schemas.microsoft.com/sharepoint/v3">14002700</dmsv2BaseModifiedByID>
    <dmsv2BaseCreatedByID xmlns="http://schemas.microsoft.com/sharepoint/v3">14002700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JEUP5JKVCYQC-1092029480-18136</_dlc_DocId>
    <_dlc_DocIdUrl xmlns="a19cb1c7-c5c7-46d4-85ae-d83685407bba">
      <Url>https://swpp2.dms.gkpge.pl/sites/41/_layouts/15/DocIdRedir.aspx?ID=JEUP5JKVCYQC-1092029480-18136</Url>
      <Description>JEUP5JKVCYQC-1092029480-18136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D8331FE-67D0-4162-9D95-040BCCFB0A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54C52F-192F-4625-91EB-8B6292DC1D8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6DC018-2E3D-4E0F-A3AF-BEEC5AD1DF2A}"/>
</file>

<file path=customXml/itemProps4.xml><?xml version="1.0" encoding="utf-8"?>
<ds:datastoreItem xmlns:ds="http://schemas.openxmlformats.org/officeDocument/2006/customXml" ds:itemID="{3B109EDA-E87C-4A3C-B849-CE7C1433EA4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DF894D-593B-41BB-ABBA-CE33A3696F86}"/>
</file>

<file path=docProps/app.xml><?xml version="1.0" encoding="utf-8"?>
<Properties xmlns="http://schemas.openxmlformats.org/officeDocument/2006/extended-properties" xmlns:vt="http://schemas.openxmlformats.org/officeDocument/2006/docPropsVTypes">
  <Template>opracowanie%20POL</Template>
  <TotalTime>76</TotalTime>
  <Pages>2</Pages>
  <Words>732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Kurpiewska</dc:creator>
  <cp:lastModifiedBy>Taboła Magdalena [PGE GiEK S.A.]</cp:lastModifiedBy>
  <cp:revision>57</cp:revision>
  <cp:lastPrinted>2025-10-24T11:17:00Z</cp:lastPrinted>
  <dcterms:created xsi:type="dcterms:W3CDTF">2021-11-24T06:20:00Z</dcterms:created>
  <dcterms:modified xsi:type="dcterms:W3CDTF">2025-12-30T09:57:00Z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2025-12-30T09:56:47Z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a5a89af8-b860-4449-b16e-9072c50887ba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0e05f24e-491d-4e52-b75c-30a2d0829a40</vt:lpwstr>
  </property>
</Properties>
</file>